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2B6B" w:rsidRDefault="00ED2B6B" w14:paraId="38BE9D60" w14:textId="77777777">
      <w:bookmarkStart w:name="_Toc2394451" w:id="0"/>
      <w:bookmarkStart w:name="_Toc2394467" w:id="1"/>
      <w:bookmarkStart w:name="_Toc2394476" w:id="2"/>
      <w:bookmarkStart w:name="_Toc525616153" w:id="3"/>
      <w:bookmarkStart w:name="_Toc2394499" w:id="4"/>
      <w:bookmarkStart w:name="_Toc2394500" w:id="5"/>
    </w:p>
    <w:p w:rsidR="00ED2B6B" w:rsidRDefault="002E63F4" w14:paraId="03A84831" w14:textId="27B91F45">
      <w:pPr>
        <w:pStyle w:val="RedaliaNormal"/>
        <w:jc w:val="center"/>
      </w:pPr>
      <w:r w:rsidRPr="00672294">
        <w:rPr>
          <w:noProof/>
        </w:rPr>
        <w:drawing>
          <wp:inline distT="0" distB="0" distL="0" distR="0" wp14:anchorId="1CDF1CAD" wp14:editId="2EC6F2F7">
            <wp:extent cx="2425700" cy="10096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5700" cy="1009650"/>
                    </a:xfrm>
                    <a:prstGeom prst="rect">
                      <a:avLst/>
                    </a:prstGeom>
                    <a:noFill/>
                    <a:ln>
                      <a:noFill/>
                    </a:ln>
                  </pic:spPr>
                </pic:pic>
              </a:graphicData>
            </a:graphic>
          </wp:inline>
        </w:drawing>
      </w:r>
    </w:p>
    <w:p w:rsidR="00ED2B6B" w:rsidRDefault="00ED2B6B" w14:paraId="69E62AE2" w14:textId="77777777">
      <w:pPr>
        <w:pStyle w:val="RedaliaNormal"/>
        <w:rPr>
          <w:sz w:val="40"/>
          <w:szCs w:val="40"/>
        </w:rPr>
      </w:pPr>
    </w:p>
    <w:p w:rsidR="00ED2B6B" w:rsidRDefault="00C65ECF" w14:paraId="3E080AF3" w14:textId="77777777">
      <w:pPr>
        <w:pStyle w:val="RedaliaTitredocument"/>
        <w:pBdr>
          <w:top w:val="single" w:color="000000" w:sz="4" w:space="1"/>
          <w:left w:val="single" w:color="000000" w:sz="4" w:space="4"/>
          <w:bottom w:val="single" w:color="000000" w:sz="4" w:space="1"/>
          <w:right w:val="single" w:color="000000" w:sz="4" w:space="4"/>
        </w:pBdr>
        <w:bidi w:val="false"/>
      </w:pPr>
      <w:r>
        <w:rPr>
          <w:rtl w:val="false"/>
        </w:rPr>
        <w:t xml:space="preserve">INTELLECTUAL PERFORMANCE MARKET</w:t>
      </w:r>
    </w:p>
    <w:p w:rsidR="00ED2B6B" w:rsidRDefault="00ED2B6B" w14:paraId="5598E6DD" w14:textId="77777777">
      <w:pPr>
        <w:pStyle w:val="RedaliaNormal"/>
      </w:pPr>
    </w:p>
    <w:p w:rsidR="00ED2B6B" w:rsidRDefault="00ED2B6B" w14:paraId="65DD9D46" w14:textId="77777777">
      <w:pPr>
        <w:pStyle w:val="RedaliaNormal"/>
      </w:pPr>
    </w:p>
    <w:p w:rsidR="00ED2B6B" w:rsidRDefault="00C65ECF" w14:paraId="01E78357" w14:textId="77777777">
      <w:pPr>
        <w:pStyle w:val="RedaliaNormal"/>
        <w:pBdr>
          <w:top w:val="single" w:color="000000" w:sz="4" w:space="1"/>
          <w:left w:val="single" w:color="000000" w:sz="4" w:space="4"/>
          <w:bottom w:val="single" w:color="000000" w:sz="4" w:space="1"/>
          <w:right w:val="single" w:color="000000" w:sz="4" w:space="4"/>
        </w:pBdr>
        <w:shd w:val="clear" w:color="auto" w:fill="9CC2E5"/>
        <w:bidi w:val="false"/>
        <w:jc w:val="center"/>
        <w:rPr>
          <w:b/>
          <w:bCs/>
          <w:sz w:val="24"/>
          <w:szCs w:val="24"/>
        </w:rPr>
      </w:pPr>
      <w:r>
        <w:rPr>
          <w:b/>
          <w:bCs/>
          <w:sz w:val="24"/>
          <w:szCs w:val="24"/>
          <w:rtl w:val="false"/>
        </w:rPr>
        <w:t xml:space="preserve">French Development Agency</w:t>
      </w:r>
    </w:p>
    <w:p w:rsidR="00ED2B6B" w:rsidRDefault="00C65ECF" w14:paraId="29A64C37" w14:textId="77777777">
      <w:pPr>
        <w:pStyle w:val="RedaliaNormal"/>
        <w:pBdr>
          <w:top w:val="single" w:color="000000" w:sz="4" w:space="1"/>
          <w:left w:val="single" w:color="000000" w:sz="4" w:space="4"/>
          <w:bottom w:val="single" w:color="000000" w:sz="4" w:space="1"/>
          <w:right w:val="single" w:color="000000" w:sz="4" w:space="4"/>
        </w:pBdr>
        <w:shd w:val="clear" w:color="auto" w:fill="9CC2E5"/>
        <w:bidi w:val="false"/>
        <w:jc w:val="center"/>
      </w:pPr>
      <w:r>
        <w:rPr>
          <w:rtl w:val="false"/>
        </w:rPr>
        <w:t xml:space="preserve">5 Rue Roland BARTHES</w:t>
      </w:r>
    </w:p>
    <w:p w:rsidR="00ED2B6B" w:rsidRDefault="00C65ECF" w14:paraId="6BC6A8E1" w14:textId="77777777">
      <w:pPr>
        <w:pStyle w:val="RedaliaNormal"/>
        <w:pBdr>
          <w:top w:val="single" w:color="000000" w:sz="4" w:space="1"/>
          <w:left w:val="single" w:color="000000" w:sz="4" w:space="4"/>
          <w:bottom w:val="single" w:color="000000" w:sz="4" w:space="1"/>
          <w:right w:val="single" w:color="000000" w:sz="4" w:space="4"/>
        </w:pBdr>
        <w:shd w:val="clear" w:color="auto" w:fill="9CC2E5"/>
        <w:bidi w:val="false"/>
        <w:jc w:val="center"/>
      </w:pPr>
      <w:r>
        <w:rPr>
          <w:rtl w:val="false"/>
        </w:rPr>
        <w:t xml:space="preserve">75012 PARIS</w:t>
      </w:r>
    </w:p>
    <w:p w:rsidR="00ED2B6B" w:rsidRDefault="00ED2B6B" w14:paraId="3F49BAD9" w14:textId="77777777">
      <w:pPr>
        <w:pStyle w:val="RedaliaNormal"/>
      </w:pPr>
    </w:p>
    <w:p w:rsidR="00ED2B6B" w:rsidRDefault="00ED2B6B" w14:paraId="0A91DB18" w14:textId="77777777">
      <w:pPr>
        <w:pStyle w:val="RedaliaNormal"/>
      </w:pPr>
    </w:p>
    <w:p w:rsidR="00ED2B6B" w:rsidRDefault="00C65ECF" w14:paraId="188EED68" w14:textId="77777777">
      <w:pPr>
        <w:pStyle w:val="RedaliaNormal"/>
        <w:pBdr>
          <w:top w:val="single" w:color="000000" w:sz="4" w:space="1"/>
          <w:left w:val="single" w:color="000000" w:sz="4" w:space="4"/>
          <w:bottom w:val="single" w:color="000000" w:sz="4" w:space="1"/>
          <w:right w:val="single" w:color="000000" w:sz="4" w:space="4"/>
        </w:pBdr>
        <w:shd w:val="clear" w:color="auto" w:fill="9CC2E5"/>
        <w:bidi w:val="false"/>
        <w:jc w:val="center"/>
        <w:rPr>
          <w:b/>
          <w:bCs/>
        </w:rPr>
      </w:pPr>
      <w:r>
        <w:rPr>
          <w:b/>
          <w:bCs/>
          <w:rtl w:val="false"/>
        </w:rPr>
        <w:t xml:space="preserve">SUBJECT: Development of a sustainable tourism master plan for the region of Korça (Albania)</w:t>
      </w:r>
    </w:p>
    <w:p w:rsidR="00ED2B6B" w:rsidRDefault="00ED2B6B" w14:paraId="3E365F69" w14:textId="77777777">
      <w:pPr>
        <w:pStyle w:val="RedaliaSoustitredocument"/>
      </w:pPr>
    </w:p>
    <w:p w:rsidR="00ED2B6B" w:rsidRDefault="00C65ECF" w14:paraId="46F71490" w14:textId="77777777">
      <w:pPr>
        <w:pStyle w:val="RedaliaSoustitredocument"/>
        <w:pBdr>
          <w:top w:val="single" w:color="000000" w:sz="4" w:space="1"/>
          <w:left w:val="single" w:color="000000" w:sz="4" w:space="4"/>
          <w:bottom w:val="single" w:color="000000" w:sz="4" w:space="1"/>
          <w:right w:val="single" w:color="000000" w:sz="4" w:space="4"/>
        </w:pBdr>
        <w:shd w:val="clear" w:color="auto" w:fill="9CC2E5"/>
        <w:bidi w:val="false"/>
        <w:rPr>
          <w:b/>
          <w:sz w:val="40"/>
        </w:rPr>
      </w:pPr>
      <w:r>
        <w:rPr>
          <w:b/>
          <w:sz w:val="40"/>
          <w:rtl w:val="false"/>
        </w:rPr>
        <w:t xml:space="preserve">Contract No. VIL-2026-0082</w:t>
      </w:r>
    </w:p>
    <w:p w:rsidR="00ED2B6B" w:rsidRDefault="00ED2B6B" w14:paraId="0FDCB4DA" w14:textId="77777777">
      <w:pPr>
        <w:pStyle w:val="RedaliaNormal"/>
      </w:pPr>
    </w:p>
    <w:p w:rsidR="00ED2B6B" w:rsidRDefault="00C65ECF" w14:paraId="2112CF30" w14:textId="77777777">
      <w:pPr>
        <w:pStyle w:val="RdaliaTitreparagraphe"/>
        <w:bidi w:val="false"/>
      </w:pPr>
      <w:r>
        <w:rPr>
          <w:shd w:val="clear" w:color="auto" w:fill="FFFFFF"/>
          <w:rtl w:val="false"/>
        </w:rPr>
        <w:t xml:space="preserve">Procurement procedure</w:t>
      </w:r>
    </w:p>
    <w:p w:rsidR="00ED2B6B" w:rsidRDefault="00C65ECF" w14:paraId="69A31C8E" w14:textId="77777777">
      <w:pPr>
        <w:pStyle w:val="RedaliaNormal"/>
        <w:bidi w:val="false"/>
      </w:pPr>
      <w:r>
        <w:rPr>
          <w:rtl w:val="false"/>
        </w:rPr>
        <w:t xml:space="preserve">Restricted Tender – Pursuant to Articles R. 2124-1, R. 2124-2 1° and R. 2161-2 to R. 2161-5 of the Public Procurement Code</w:t>
      </w:r>
    </w:p>
    <w:p w:rsidR="00ED2B6B" w:rsidRDefault="00ED2B6B" w14:paraId="318B75AA" w14:textId="77777777">
      <w:pPr>
        <w:pStyle w:val="RedaliaNormal"/>
      </w:pPr>
    </w:p>
    <w:p w:rsidR="00ED2B6B" w:rsidRDefault="00ED2B6B" w14:paraId="4E2DBAD2" w14:textId="77777777">
      <w:pPr>
        <w:pStyle w:val="RedaliaNormal"/>
      </w:pPr>
    </w:p>
    <w:p w:rsidR="00ED2B6B" w:rsidRDefault="00C65ECF" w14:paraId="4B64EFBE"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rPr>
          <w:b/>
          <w:bCs/>
        </w:rPr>
      </w:pPr>
      <w:r>
        <w:rPr>
          <w:b/>
          <w:bCs/>
          <w:rtl w:val="false"/>
        </w:rPr>
        <w:t xml:space="preserve">ATTENTION</w:t>
      </w:r>
    </w:p>
    <w:p w:rsidR="00ED2B6B" w:rsidRDefault="00C65ECF" w14:paraId="7A4E239D"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This document can only be modified to complete:</w:t>
      </w:r>
    </w:p>
    <w:p w:rsidR="00ED2B6B" w:rsidRDefault="00ED2B6B" w14:paraId="22B924D7"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ED2B6B" w:rsidRDefault="00C65ECF" w14:paraId="33C707AD"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The identification of the Holder;</w:t>
      </w:r>
    </w:p>
    <w:p w:rsidR="00ED2B6B" w:rsidRDefault="00C65ECF" w14:paraId="757E3AD5"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The article 'Price';</w:t>
      </w:r>
    </w:p>
    <w:p w:rsidR="00ED2B6B" w:rsidRDefault="00C65ECF" w14:paraId="06A3E60F"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Any annexes.</w:t>
      </w:r>
    </w:p>
    <w:p w:rsidR="00ED2B6B" w:rsidRDefault="00C65ECF" w14:paraId="58BD777C"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The choice of the batch</w:t>
      </w:r>
    </w:p>
    <w:p w:rsidR="00ED2B6B" w:rsidRDefault="00C65ECF" w14:paraId="779DA610"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pPr>
      <w:r>
        <w:rPr>
          <w:rtl w:val="false"/>
        </w:rPr>
        <w:t xml:space="preserve">The acceptance of the advance (if applicable)</w:t>
      </w:r>
    </w:p>
    <w:p w:rsidR="00ED2B6B" w:rsidRDefault="00ED2B6B" w14:paraId="75F8A1BB"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ED2B6B" w:rsidRDefault="00C65ECF" w14:paraId="5E616EC1" w14:textId="77777777">
      <w:pPr>
        <w:pStyle w:val="RedaliaNormal"/>
        <w:pBdr>
          <w:top w:val="single" w:color="000000" w:sz="4" w:space="1"/>
          <w:left w:val="single" w:color="000000" w:sz="4" w:space="4"/>
          <w:bottom w:val="single" w:color="000000" w:sz="4" w:space="1"/>
          <w:right w:val="single" w:color="000000" w:sz="4" w:space="4"/>
        </w:pBdr>
        <w:shd w:val="clear" w:color="auto" w:fill="FFE599"/>
        <w:bidi w:val="false"/>
        <w:jc w:val="center"/>
        <w:rPr>
          <w:b/>
          <w:bCs/>
        </w:rPr>
      </w:pPr>
      <w:r>
        <w:rPr>
          <w:b/>
          <w:bCs/>
          <w:rtl w:val="false"/>
        </w:rPr>
        <w:t xml:space="preserve">UNDER PENALTY OF REJECTION OF YOUR OFFER</w:t>
      </w:r>
    </w:p>
    <w:p w:rsidR="00ED2B6B" w:rsidRDefault="00ED2B6B" w14:paraId="5AE2CAA3" w14:textId="7777777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ED2B6B" w:rsidRDefault="00ED2B6B" w14:paraId="4984B7F7" w14:textId="77777777">
      <w:pPr>
        <w:pStyle w:val="RedaliaNormal"/>
      </w:pPr>
    </w:p>
    <w:p w:rsidR="00ED2B6B" w:rsidRDefault="00ED2B6B" w14:paraId="03925607" w14:textId="77777777">
      <w:pPr>
        <w:pStyle w:val="RedaliaNormal"/>
        <w:rPr>
          <w:b/>
          <w:bCs/>
        </w:rPr>
      </w:pPr>
    </w:p>
    <w:p w:rsidR="00ED2B6B" w:rsidRDefault="00C65ECF" w14:paraId="1FFAEF1C" w14:textId="77777777">
      <w:pPr>
        <w:pStyle w:val="RedaliaNormal"/>
        <w:bidi w:val="false"/>
        <w:rPr>
          <w:b/>
          <w:bCs/>
        </w:rPr>
      </w:pPr>
      <w:r>
        <w:rPr>
          <w:b/>
          <w:bCs/>
          <w:rtl w:val="false"/>
        </w:rPr>
        <w:lastRenderedPageBreak/>
        <w:t xml:space="preserve">BETWEEN</w:t>
      </w:r>
    </w:p>
    <w:p w:rsidR="00ED2B6B" w:rsidRDefault="00ED2B6B" w14:paraId="78B3D139" w14:textId="77777777">
      <w:pPr>
        <w:pStyle w:val="RedaliaNormal"/>
        <w:rPr>
          <w:b/>
          <w:bCs/>
        </w:rPr>
      </w:pPr>
    </w:p>
    <w:p w:rsidR="00ED2B6B" w:rsidRDefault="00C65ECF" w14:paraId="256E5F8F" w14:textId="77777777">
      <w:pPr>
        <w:pStyle w:val="RedaliaNormal"/>
        <w:bidi w:val="false"/>
        <w:rPr>
          <w:b/>
          <w:bCs/>
        </w:rPr>
      </w:pPr>
      <w:r>
        <w:rPr>
          <w:b/>
          <w:bCs/>
          <w:rtl w:val="false"/>
        </w:rPr>
        <w:t xml:space="preserve">THE FRENCH DEVELOPMENT AGENCY (AFD)</w:t>
      </w:r>
    </w:p>
    <w:p w:rsidR="00ED2B6B" w:rsidRDefault="00C65ECF" w14:paraId="1654C180" w14:textId="77777777">
      <w:pPr>
        <w:pStyle w:val="RedaliaNormal"/>
        <w:bidi w:val="false"/>
      </w:pPr>
      <w:r>
        <w:rPr>
          <w:rtl w:val="false"/>
        </w:rPr>
        <w:t xml:space="preserve">Public establishment with headquarters in PARIS XII - 5, rue Roland Barthes, registered at the Paris Trade and Companies Register under number B 775 665 599, represented by the Heads of the Group/Division ODA Purchasing Department, acting pursuant to the powers granted to it for this purpose,</w:t>
      </w:r>
    </w:p>
    <w:p w:rsidR="00ED2B6B" w:rsidRDefault="00ED2B6B" w14:paraId="4C900917" w14:textId="77777777">
      <w:pPr>
        <w:pStyle w:val="RedaliaNormal"/>
      </w:pPr>
    </w:p>
    <w:p w:rsidR="00ED2B6B" w:rsidRDefault="00C65ECF" w14:paraId="4CB99D08" w14:textId="77777777">
      <w:pPr>
        <w:pStyle w:val="RedaliaNormal"/>
        <w:bidi w:val="false"/>
        <w:jc w:val="right"/>
        <w:rPr>
          <w:b/>
          <w:bCs/>
        </w:rPr>
      </w:pPr>
      <w:r>
        <w:rPr>
          <w:b/>
          <w:bCs/>
          <w:rtl w:val="false"/>
        </w:rPr>
        <w:t xml:space="preserve">hereinafter referred to as 'the Contracting Authority' on the one hand,</w:t>
      </w:r>
    </w:p>
    <w:p w:rsidR="00ED2B6B" w:rsidRDefault="00C65ECF" w14:paraId="07CA2868" w14:textId="77777777">
      <w:pPr>
        <w:pStyle w:val="RedaliaNormal"/>
        <w:bidi w:val="false"/>
        <w:rPr>
          <w:b/>
          <w:bCs/>
        </w:rPr>
      </w:pPr>
      <w:r>
        <w:rPr>
          <w:b/>
          <w:bCs/>
          <w:rtl w:val="false"/>
        </w:rPr>
        <w:t xml:space="preserve">AND</w:t>
      </w:r>
    </w:p>
    <w:p w:rsidR="00ED2B6B" w:rsidRDefault="00ED2B6B" w14:paraId="717CD1DB" w14:textId="77777777">
      <w:pPr>
        <w:pStyle w:val="RedaliaNormal"/>
        <w:rPr>
          <w:b/>
          <w:bCs/>
        </w:rPr>
      </w:pPr>
    </w:p>
    <w:p w:rsidR="00ED2B6B" w:rsidRDefault="00C65ECF" w14:paraId="5C8BA19D" w14:textId="77777777">
      <w:pPr>
        <w:pStyle w:val="RedaliaNormal"/>
        <w:bidi w:val="false"/>
      </w:pPr>
      <w:r>
        <w:rPr>
          <w:b/>
          <w:bCs/>
          <w:rtl w:val="false"/>
        </w:rPr>
        <w:t xml:space="preserve">The company</w:t>
      </w:r>
      <w:r>
        <w:rPr>
          <w:rtl w:val="false"/>
        </w:rPr>
        <w:t xml:space="preserve"> _________________, domiciled __________________________________, registered in the Register of Commerce and Companies _________________ under the number RCS_________________</w:t>
      </w:r>
    </w:p>
    <w:p w:rsidR="00ED2B6B" w:rsidRDefault="00C65ECF" w14:paraId="73C3E2F7" w14:textId="77777777">
      <w:pPr>
        <w:pStyle w:val="RedaliaNormal"/>
        <w:bidi w:val="false"/>
      </w:pPr>
      <w:r>
        <w:rPr>
          <w:rtl w:val="false"/>
        </w:rPr>
        <w:t xml:space="preserve">Represented by___________</w:t>
      </w:r>
    </w:p>
    <w:p w:rsidR="00ED2B6B" w:rsidRDefault="00ED2B6B" w14:paraId="3CE72341" w14:textId="77777777">
      <w:pPr>
        <w:pStyle w:val="RedaliaNormal"/>
      </w:pPr>
    </w:p>
    <w:p w:rsidR="00ED2B6B" w:rsidRDefault="00C65ECF" w14:paraId="0A404278" w14:textId="77777777">
      <w:pPr>
        <w:pStyle w:val="RedaliaNormal"/>
        <w:bidi w:val="false"/>
      </w:pPr>
      <w:r>
        <w:rPr>
          <w:rtl w:val="false"/>
        </w:rPr>
        <w:t xml:space="preserve">After having taken cognizance of the contract and the documents mentioned below,</w:t>
      </w:r>
    </w:p>
    <w:p w:rsidR="00ED2B6B" w:rsidRDefault="00C65ECF" w14:paraId="5E429E81" w14:textId="77777777">
      <w:pPr>
        <w:pStyle w:val="Redaliapuces"/>
        <w:numPr>
          <w:ilvl w:val="0"/>
          <w:numId w:val="44"/>
        </w:numPr>
        <w:bidi w:val="false"/>
      </w:pPr>
      <w:r>
        <w:rPr>
          <w:rtl w:val="false"/>
        </w:rPr>
        <w:t xml:space="preserve">I UNDERTAKE, without reservation, in accordance with the conditions, clauses and requirements of the documents referred to above to perform the services defined below, under the conditions that make up my offer.</w:t>
      </w:r>
    </w:p>
    <w:p w:rsidR="00ED2B6B" w:rsidRDefault="00C65ECF" w14:paraId="3CC79B72" w14:textId="77777777">
      <w:pPr>
        <w:pStyle w:val="Redaliapuces"/>
        <w:numPr>
          <w:ilvl w:val="0"/>
          <w:numId w:val="31"/>
        </w:numPr>
        <w:bidi w:val="false"/>
      </w:pPr>
      <w:r>
        <w:rPr>
          <w:rtl w:val="false"/>
        </w:rPr>
        <w:t xml:space="preserve">I AFFIRM, under penalty of termination by right of the market, that I hold an insurance policy guaranteeing all the responsibilities I incur.</w:t>
      </w:r>
    </w:p>
    <w:p w:rsidR="00ED2B6B" w:rsidRDefault="00C65ECF" w14:paraId="50A3436C" w14:textId="77777777">
      <w:pPr>
        <w:pStyle w:val="Redaliapuces"/>
        <w:numPr>
          <w:ilvl w:val="0"/>
          <w:numId w:val="31"/>
        </w:numPr>
        <w:bidi w:val="false"/>
      </w:pPr>
      <w:r>
        <w:rPr>
          <w:rtl w:val="false"/>
        </w:rPr>
        <w:t xml:space="preserve">I CONFIRM, under penalty of termination by operation of law, that the proposed subcontractors also hold insurance policies guaranteeing the responsibilities they incur.</w:t>
      </w:r>
    </w:p>
    <w:p w:rsidR="00ED2B6B" w:rsidRDefault="00ED2B6B" w14:paraId="225E6C5D" w14:textId="77777777">
      <w:pPr>
        <w:pStyle w:val="RedaliaNormal"/>
        <w:pageBreakBefore/>
      </w:pPr>
    </w:p>
    <w:p w:rsidR="00ED2B6B" w:rsidRDefault="00ED2B6B" w14:paraId="1B6FF55E" w14:textId="77777777">
      <w:pPr>
        <w:pStyle w:val="RedaliaNormal"/>
      </w:pPr>
    </w:p>
    <w:p w:rsidR="00ED2B6B" w:rsidRDefault="00C65ECF" w14:paraId="3124D8DD" w14:textId="77777777">
      <w:pPr>
        <w:pStyle w:val="RedaliaNormal"/>
        <w:pBdr>
          <w:top w:val="single" w:color="000000" w:sz="4" w:space="1"/>
          <w:left w:val="single" w:color="000000" w:sz="4" w:space="4"/>
          <w:bottom w:val="single" w:color="000000" w:sz="4" w:space="1"/>
          <w:right w:val="single" w:color="000000" w:sz="4" w:space="4"/>
        </w:pBdr>
        <w:bidi w:val="false"/>
      </w:pPr>
      <w:bookmarkStart w:name="formcheckbox_off_11" w:id="6"/>
      <w:r>
        <w:rPr>
          <w:rFonts w:ascii="Wingdings" w:hAnsi="Wingdings" w:eastAsia="Wingdings" w:cs="Wingdings"/>
        </w:rPr>
        <w:t></w:t>
      </w:r>
      <w:bookmarkEnd w:id="6"/>
      <w:r>
        <w:rPr>
          <w:rtl w:val="false"/>
        </w:rPr>
        <w:t xml:space="preserve"> </w:t>
      </w:r>
      <w:r>
        <w:rPr>
          <w:b/>
          <w:rtl w:val="false"/>
        </w:rPr>
        <w:t xml:space="preserve">Identity and quality of the signatory: Madam/Sir ………………………………………..</w:t>
      </w:r>
    </w:p>
    <w:p w:rsidR="00ED2B6B" w:rsidRDefault="00C65ECF" w14:paraId="6DA05539"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engages the company ........................................... on the basis of its offer to perform the services requested under the conditions defined below;</w:t>
      </w:r>
    </w:p>
    <w:p w:rsidR="00ED2B6B" w:rsidRDefault="00ED2B6B" w14:paraId="3AF25BBA" w14:textId="77777777">
      <w:pPr>
        <w:pStyle w:val="RedaliaNormal"/>
      </w:pPr>
    </w:p>
    <w:p w:rsidR="00ED2B6B" w:rsidRDefault="00C65ECF" w14:paraId="7EB5B752" w14:textId="77777777">
      <w:pPr>
        <w:pStyle w:val="RedaliaNormal"/>
        <w:pBdr>
          <w:top w:val="single" w:color="000000" w:sz="4" w:space="1"/>
          <w:left w:val="single" w:color="000000" w:sz="4" w:space="4"/>
          <w:bottom w:val="single" w:color="000000" w:sz="4" w:space="1"/>
          <w:right w:val="single" w:color="000000" w:sz="4" w:space="4"/>
        </w:pBdr>
        <w:bidi w:val="false"/>
      </w:pPr>
      <w:bookmarkStart w:name="formcheckbox_off_14" w:id="7"/>
      <w:r>
        <w:rPr>
          <w:rFonts w:ascii="Wingdings" w:hAnsi="Wingdings" w:eastAsia="Wingdings" w:cs="Wingdings"/>
        </w:rPr>
        <w:t></w:t>
      </w:r>
      <w:bookmarkEnd w:id="7"/>
      <w:r>
        <w:rPr>
          <w:rtl w:val="false"/>
        </w:rPr>
        <w:t xml:space="preserve"> </w:t>
      </w:r>
      <w:r>
        <w:rPr>
          <w:b/>
          <w:rtl w:val="false"/>
        </w:rPr>
        <w:t xml:space="preserve">Identity of the representative</w:t>
      </w:r>
      <w:r>
        <w:rPr>
          <w:b/>
          <w:vertAlign w:val="superscript"/>
          <w:rtl w:val="false"/>
        </w:rPr>
        <w:t xml:space="preserve"> (1)</w:t>
      </w:r>
      <w:r>
        <w:rPr>
          <w:b/>
          <w:rtl w:val="false"/>
        </w:rPr>
        <w:t xml:space="preserve">: Sir/Madam ………………………………….</w:t>
      </w:r>
    </w:p>
    <w:p w:rsidR="00ED2B6B" w:rsidRDefault="00C65ECF" w14:paraId="1C46D34E"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                                               </w:t>
      </w:r>
      <w:bookmarkStart w:name="formcheckbox_off_15" w:id="8"/>
      <w:r>
        <w:rPr>
          <w:rFonts w:ascii="Wingdings" w:hAnsi="Wingdings" w:eastAsia="Wingdings" w:cs="Wingdings"/>
        </w:rPr>
        <w:t></w:t>
      </w:r>
      <w:bookmarkEnd w:id="8"/>
      <w:r>
        <w:rPr>
          <w:rtl w:val="false"/>
        </w:rPr>
        <w:t xml:space="preserve"> of the solidarity grouping</w:t>
      </w:r>
    </w:p>
    <w:p w:rsidR="00ED2B6B" w:rsidRDefault="00C65ECF" w14:paraId="64251D64"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                                               </w:t>
      </w:r>
      <w:bookmarkStart w:name="formcheckbox_off_16" w:id="9"/>
      <w:r>
        <w:rPr>
          <w:rFonts w:ascii="Wingdings" w:hAnsi="Wingdings" w:eastAsia="Wingdings" w:cs="Wingdings"/>
        </w:rPr>
        <w:t></w:t>
      </w:r>
      <w:bookmarkEnd w:id="9"/>
      <w:r>
        <w:rPr>
          <w:rtl w:val="false"/>
        </w:rPr>
        <w:t xml:space="preserve"> solidarity with the joint group</w:t>
      </w:r>
    </w:p>
    <w:p w:rsidR="00ED2B6B" w:rsidRDefault="00C65ECF" w14:paraId="7EE57F28"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                                               </w:t>
      </w:r>
      <w:bookmarkStart w:name="formcheckbox_off_17" w:id="10"/>
      <w:r>
        <w:rPr>
          <w:rFonts w:ascii="Wingdings" w:hAnsi="Wingdings" w:eastAsia="Wingdings" w:cs="Wingdings"/>
        </w:rPr>
        <w:t></w:t>
      </w:r>
      <w:bookmarkEnd w:id="10"/>
      <w:r>
        <w:rPr>
          <w:rtl w:val="false"/>
        </w:rPr>
        <w:t xml:space="preserve"> not in solidarity with the joint group</w:t>
      </w:r>
    </w:p>
    <w:p w:rsidR="00ED2B6B" w:rsidRDefault="00C65ECF" w14:paraId="454C2F12"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undertakes for all the grouped providers designated in the attached annex to perform the services requested under the conditions defined below;</w:t>
      </w:r>
      <w:r>
        <w:rPr>
          <w:vertAlign w:val="superscript"/>
          <w:rtl w:val="false"/>
        </w:rPr>
        <w:t xml:space="preserve"> </w:t>
      </w:r>
      <w:r>
        <w:rPr>
          <w:rtl w:val="false"/>
        </w:rPr>
        <w:t/>
      </w:r>
    </w:p>
    <w:p w:rsidR="00ED2B6B" w:rsidRDefault="00ED2B6B" w14:paraId="16B6A407" w14:textId="77777777">
      <w:pPr>
        <w:pStyle w:val="RedaliaNormal"/>
      </w:pPr>
    </w:p>
    <w:p w:rsidR="00ED2B6B" w:rsidRDefault="00ED2B6B" w14:paraId="77BF55E4" w14:textId="77777777">
      <w:pPr>
        <w:pStyle w:val="RedaliaNormal"/>
      </w:pPr>
    </w:p>
    <w:p w:rsidR="00ED2B6B" w:rsidRDefault="00C65ECF" w14:paraId="024EF242" w14:textId="77777777">
      <w:pPr>
        <w:pStyle w:val="RedaliaNormal"/>
        <w:bidi w:val="false"/>
        <w:jc w:val="left"/>
      </w:pPr>
      <w:r>
        <w:rPr>
          <w:rtl w:val="false"/>
        </w:rPr>
        <w:t xml:space="preserve">Business name and legal name of the candidate:</w:t>
      </w:r>
    </w:p>
    <w:p w:rsidR="00ED2B6B" w:rsidRDefault="00C65ECF" w14:paraId="29B08D25" w14:textId="77777777">
      <w:pPr>
        <w:pStyle w:val="RedaliaNormal"/>
        <w:bidi w:val="false"/>
        <w:jc w:val="left"/>
      </w:pPr>
      <w:r>
        <w:rPr>
          <w:rtl w:val="false"/>
        </w:rPr>
        <w:t xml:space="preserve">……………………………………………………………………………………………………………</w:t>
      </w:r>
    </w:p>
    <w:p w:rsidR="00ED2B6B" w:rsidRDefault="00C65ECF" w14:paraId="75237CA3" w14:textId="77777777">
      <w:pPr>
        <w:pStyle w:val="RedaliaNormal"/>
        <w:bidi w:val="false"/>
        <w:jc w:val="left"/>
      </w:pPr>
      <w:r>
        <w:rPr>
          <w:rtl w:val="false"/>
        </w:rPr>
        <w:t xml:space="preserve">Address of the establishment:</w:t>
      </w:r>
    </w:p>
    <w:p w:rsidR="00ED2B6B" w:rsidRDefault="00C65ECF" w14:paraId="6D7172E5" w14:textId="77777777">
      <w:pPr>
        <w:pStyle w:val="RedaliaNormal"/>
        <w:bidi w:val="false"/>
        <w:jc w:val="left"/>
      </w:pPr>
      <w:r>
        <w:rPr>
          <w:rtl w:val="false"/>
        </w:rPr>
        <w:t xml:space="preserve">…………………………………………………………………………………………………………...</w:t>
      </w:r>
    </w:p>
    <w:p w:rsidR="00ED2B6B" w:rsidRDefault="00C65ECF" w14:paraId="3451BACC" w14:textId="77777777">
      <w:pPr>
        <w:pStyle w:val="RedaliaNormal"/>
        <w:bidi w:val="false"/>
        <w:jc w:val="left"/>
      </w:pPr>
      <w:r>
        <w:rPr>
          <w:rtl w:val="false"/>
        </w:rPr>
        <w:t xml:space="preserve">...…………………………………………………………………………………………………………</w:t>
      </w:r>
    </w:p>
    <w:p w:rsidR="00ED2B6B" w:rsidRDefault="00C65ECF" w14:paraId="3E77E479" w14:textId="77777777">
      <w:pPr>
        <w:pStyle w:val="RedaliaNormal"/>
        <w:bidi w:val="false"/>
        <w:jc w:val="left"/>
      </w:pPr>
      <w:r>
        <w:rPr>
          <w:rtl w:val="false"/>
        </w:rPr>
        <w:t xml:space="preserve">…………………………………………………………………………………………………………...</w:t>
      </w:r>
    </w:p>
    <w:p w:rsidR="00ED2B6B" w:rsidRDefault="00C65ECF" w14:paraId="1884D0EC" w14:textId="77777777">
      <w:pPr>
        <w:pStyle w:val="RedaliaNormal"/>
        <w:bidi w:val="false"/>
        <w:jc w:val="left"/>
      </w:pPr>
      <w:r>
        <w:rPr>
          <w:rtl w:val="false"/>
        </w:rPr>
        <w:t xml:space="preserve">Address of the registered office: </w:t>
      </w:r>
      <w:r>
        <w:rPr>
          <w:i/>
          <w:iCs/>
          <w:sz w:val="18"/>
          <w:szCs w:val="16"/>
          <w:rtl w:val="false"/>
        </w:rPr>
        <w:t xml:space="preserve">(if different from the establishment)</w:t>
      </w:r>
    </w:p>
    <w:p w:rsidR="00ED2B6B" w:rsidRDefault="00C65ECF" w14:paraId="3A4FB4D8" w14:textId="77777777">
      <w:pPr>
        <w:pStyle w:val="RedaliaNormal"/>
        <w:bidi w:val="false"/>
        <w:jc w:val="left"/>
      </w:pPr>
      <w:r>
        <w:rPr>
          <w:rtl w:val="false"/>
        </w:rPr>
        <w:t xml:space="preserve">…………………………………………………………………………………………………………...</w:t>
      </w:r>
    </w:p>
    <w:p w:rsidR="00ED2B6B" w:rsidRDefault="00C65ECF" w14:paraId="1ED98468" w14:textId="77777777">
      <w:pPr>
        <w:pStyle w:val="RedaliaNormal"/>
        <w:bidi w:val="false"/>
        <w:jc w:val="left"/>
      </w:pPr>
      <w:r>
        <w:rPr>
          <w:rtl w:val="false"/>
        </w:rPr>
        <w:t xml:space="preserve">.…………………………………………………………………………………………………………..</w:t>
      </w:r>
    </w:p>
    <w:p w:rsidR="00ED2B6B" w:rsidRDefault="00C65ECF" w14:paraId="19B95DA1" w14:textId="77777777">
      <w:pPr>
        <w:pStyle w:val="RedaliaNormal"/>
        <w:bidi w:val="false"/>
      </w:pPr>
      <w:r>
        <w:rPr>
          <w:rtl w:val="false"/>
        </w:rPr>
        <w:t xml:space="preserve">………………………………………………………………………………………………………...…</w:t>
      </w:r>
    </w:p>
    <w:p w:rsidR="00ED2B6B" w:rsidRDefault="00C65ECF" w14:paraId="7749A6C7" w14:textId="77777777">
      <w:pPr>
        <w:pStyle w:val="RedaliaNormal"/>
        <w:bidi w:val="false"/>
      </w:pPr>
      <w:r>
        <w:rPr>
          <w:rtl w:val="false"/>
        </w:rPr>
        <w:t xml:space="preserve">Generic email address (</w:t>
      </w:r>
      <w:r>
        <w:rPr>
          <w:i/>
          <w:iCs/>
          <w:rtl w:val="false"/>
        </w:rPr>
        <w:t xml:space="preserve">it is recommended to use a generic email address valid for the entire duration of the contract or framework agreement</w:t>
      </w:r>
      <w:r>
        <w:rPr>
          <w:rtl w:val="false"/>
        </w:rPr>
        <w:t xml:space="preserve">): ………………………………..</w:t>
      </w:r>
    </w:p>
    <w:p w:rsidR="00ED2B6B" w:rsidRDefault="00C65ECF" w14:paraId="5F901076" w14:textId="77777777">
      <w:pPr>
        <w:pStyle w:val="RedaliaNormal"/>
        <w:bidi w:val="false"/>
        <w:jc w:val="left"/>
      </w:pPr>
      <w:r>
        <w:rPr>
          <w:rtl w:val="false"/>
        </w:rPr>
        <w:t xml:space="preserve">Phone: ...................................................</w:t>
      </w:r>
    </w:p>
    <w:p w:rsidR="00ED2B6B" w:rsidRDefault="00C65ECF" w14:paraId="34D4558F" w14:textId="77777777">
      <w:pPr>
        <w:pStyle w:val="RedaliaNormal"/>
        <w:bidi w:val="false"/>
        <w:jc w:val="left"/>
      </w:pPr>
      <w:r>
        <w:rPr>
          <w:rtl w:val="false"/>
        </w:rPr>
        <w:t xml:space="preserve">Fax: ....................................................</w:t>
      </w:r>
    </w:p>
    <w:p w:rsidR="00ED2B6B" w:rsidRDefault="00C65ECF" w14:paraId="50E32EDB" w14:textId="77777777">
      <w:pPr>
        <w:pStyle w:val="RedaliaNormal"/>
        <w:bidi w:val="false"/>
        <w:jc w:val="left"/>
      </w:pPr>
      <w:r>
        <w:rPr>
          <w:rtl w:val="false"/>
        </w:rPr>
        <w:t xml:space="preserve">N° SIRET (or equivalent registration number in the country concerned): .........................................................</w:t>
      </w:r>
    </w:p>
    <w:p w:rsidR="00ED2B6B" w:rsidRDefault="00C65ECF" w14:paraId="36897495" w14:textId="77777777">
      <w:pPr>
        <w:pStyle w:val="RedaliaNormal"/>
        <w:bidi w:val="false"/>
        <w:jc w:val="left"/>
      </w:pPr>
      <w:r>
        <w:rPr>
          <w:rtl w:val="false"/>
        </w:rPr>
        <w:t xml:space="preserve">APE: ............................................................</w:t>
      </w:r>
    </w:p>
    <w:p w:rsidR="00ED2B6B" w:rsidRDefault="00C65ECF" w14:paraId="524A369E" w14:textId="77777777">
      <w:pPr>
        <w:pStyle w:val="RedaliaNormal"/>
        <w:bidi w:val="false"/>
        <w:jc w:val="left"/>
      </w:pPr>
      <w:r>
        <w:rPr>
          <w:rtl w:val="false"/>
        </w:rPr>
        <w:t xml:space="preserve">Intracommunity VAT number: .........................................................</w:t>
      </w:r>
    </w:p>
    <w:p w:rsidR="00ED2B6B" w:rsidRDefault="00ED2B6B" w14:paraId="041E37F9" w14:textId="77777777">
      <w:pPr>
        <w:pStyle w:val="RedaliaNormal"/>
      </w:pPr>
    </w:p>
    <w:p w:rsidR="00ED2B6B" w:rsidRDefault="00C65ECF" w14:paraId="16560681" w14:textId="77777777">
      <w:pPr>
        <w:pStyle w:val="RedaliaNormal"/>
        <w:bidi w:val="false"/>
        <w:jc w:val="right"/>
        <w:rPr>
          <w:b/>
          <w:bCs/>
        </w:rPr>
      </w:pPr>
      <w:r>
        <w:rPr>
          <w:b/>
          <w:bCs/>
          <w:rtl w:val="false"/>
        </w:rPr>
        <w:t xml:space="preserve">hereinafter referred to as "the Holder" on the other hand,</w:t>
      </w:r>
    </w:p>
    <w:p w:rsidR="00ED2B6B" w:rsidRDefault="00ED2B6B" w14:paraId="7D443B6E" w14:textId="77777777">
      <w:pPr>
        <w:pStyle w:val="RedaliaNormal"/>
      </w:pPr>
    </w:p>
    <w:p w:rsidR="00ED2B6B" w:rsidRDefault="00ED2B6B" w14:paraId="3DA8F07C" w14:textId="77777777">
      <w:pPr>
        <w:pStyle w:val="RedaliaNormal"/>
      </w:pPr>
    </w:p>
    <w:p w:rsidR="00ED2B6B" w:rsidRDefault="00C65ECF" w14:paraId="151E92E6" w14:textId="77777777">
      <w:pPr>
        <w:pStyle w:val="RedaliaNormal"/>
        <w:bidi w:val="false"/>
        <w:jc w:val="center"/>
        <w:rPr>
          <w:b/>
          <w:bCs/>
        </w:rPr>
      </w:pPr>
      <w:r>
        <w:rPr>
          <w:b/>
          <w:bCs/>
          <w:rtl w:val="false"/>
        </w:rPr>
        <w:t xml:space="preserve">IT HAS BEEN AGREED AND STOPS THE FOLLOWING:</w:t>
      </w:r>
    </w:p>
    <w:p w:rsidR="00ED2B6B" w:rsidRDefault="00ED2B6B" w14:paraId="50F650D4" w14:textId="77777777"/>
    <w:p w:rsidR="00ED2B6B" w:rsidRDefault="00C65ECF" w14:paraId="1487B59A" w14:textId="77777777">
      <w:pPr>
        <w:pStyle w:val="RdaliaTitredossier"/>
        <w:pageBreakBefore/>
        <w:bidi w:val="false"/>
      </w:pPr>
      <w:r>
        <w:rPr>
          <w:rtl w:val="false"/>
        </w:rPr>
        <w:lastRenderedPageBreak/>
        <w:t xml:space="preserve">Summary</w:t>
      </w:r>
    </w:p>
    <w:p w:rsidR="00ED2B6B" w:rsidRDefault="00ED2B6B" w14:paraId="354E8D98" w14:textId="77777777"/>
    <w:p w:rsidR="00ED2B6B" w:rsidRDefault="00C65ECF" w14:paraId="219ABFFC" w14:textId="77777777">
      <w:pPr>
        <w:pStyle w:val="TM1"/>
        <w:tabs>
          <w:tab w:val="right" w:leader="dot" w:pos="601"/>
        </w:tabs>
        <w:bidi w:val="false"/>
      </w:pPr>
      <w:r>
        <w:rPr>
          <w:b w:val="0"/>
          <w:kern w:val="0"/>
          <w:sz w:val="22"/>
          <w:rtl w:val="false"/>
        </w:rPr>
        <w:fldChar w:fldCharType="begin"/>
      </w:r>
      <w:r>
        <w:rPr>
          <w:rtl w:val="false"/>
        </w:rPr>
        <w:instrText xml:space="preserve"> TOC \o "1-2" \u \h </w:instrText>
      </w:r>
      <w:r>
        <w:rPr>
          <w:b w:val="0"/>
          <w:kern w:val="0"/>
          <w:sz w:val="22"/>
          <w:rtl w:val="false"/>
        </w:rPr>
        <w:fldChar w:fldCharType="separate"/>
      </w:r>
      <w:hyperlink w:history="1" r:id="rId8">
        <w:r>
          <w:rPr>
            <w:rStyle w:val="Lienhypertexte"/>
            <w:rtl w:val="false"/>
          </w:rPr>
          <w:t xml:space="preserve">1.</w:t>
        </w:r>
        <w:r>
          <w:rPr>
            <w:rFonts w:ascii="Aptos" w:hAnsi="Aptos" w:eastAsia="Times New Roman" w:cs="Times New Roman"/>
            <w:b w:val="0"/>
            <w:szCs w:val="24"/>
            <w:rtl w:val="false"/>
          </w:rPr>
          <w:tab/>
        </w:r>
        <w:r>
          <w:rPr>
            <w:rStyle w:val="Lienhypertexte"/>
            <w:rtl w:val="false"/>
          </w:rPr>
          <w:t xml:space="preserve">Preamble</w:t>
        </w:r>
        <w:r>
          <w:rPr>
            <w:rtl w:val="false"/>
          </w:rPr>
          <w:tab/>
          <w:t xml:space="preserve">6</w:t>
        </w:r>
      </w:hyperlink>
    </w:p>
    <w:p w:rsidR="00ED2B6B" w:rsidRDefault="00C65ECF" w14:paraId="48C3F020" w14:textId="77777777">
      <w:pPr>
        <w:pStyle w:val="TM2"/>
        <w:tabs>
          <w:tab w:val="right" w:leader="dot" w:pos="799"/>
        </w:tabs>
        <w:bidi w:val="false"/>
      </w:pPr>
      <w:hyperlink w:history="1" r:id="rId9">
        <w:r>
          <w:rPr>
            <w:rStyle w:val="Lienhypertexte"/>
            <w:rtl w:val="false"/>
          </w:rPr>
          <w:t xml:space="preserve">1.1</w:t>
        </w:r>
        <w:r>
          <w:rPr>
            <w:rFonts w:ascii="Aptos" w:hAnsi="Aptos" w:eastAsia="Times New Roman" w:cs="Times New Roman"/>
            <w:kern w:val="3"/>
            <w:sz w:val="24"/>
            <w:szCs w:val="24"/>
            <w:rtl w:val="false"/>
          </w:rPr>
          <w:tab/>
        </w:r>
        <w:r>
          <w:rPr>
            <w:rStyle w:val="Lienhypertexte"/>
            <w:rtl w:val="false"/>
          </w:rPr>
          <w:t xml:space="preserve">Presentation of the contracting authority</w:t>
        </w:r>
        <w:r>
          <w:rPr>
            <w:rtl w:val="false"/>
          </w:rPr>
          <w:tab/>
          <w:t xml:space="preserve">6</w:t>
        </w:r>
      </w:hyperlink>
    </w:p>
    <w:p w:rsidR="00ED2B6B" w:rsidRDefault="00C65ECF" w14:paraId="1FDFE3B4" w14:textId="77777777">
      <w:pPr>
        <w:pStyle w:val="TM2"/>
        <w:tabs>
          <w:tab w:val="right" w:leader="dot" w:pos="799"/>
        </w:tabs>
        <w:bidi w:val="false"/>
      </w:pPr>
      <w:hyperlink w:history="1" r:id="rId10">
        <w:r>
          <w:rPr>
            <w:rStyle w:val="Lienhypertexte"/>
            <w:rtl w:val="false"/>
          </w:rPr>
          <w:t xml:space="preserve">1.2</w:t>
        </w:r>
        <w:r>
          <w:rPr>
            <w:rFonts w:ascii="Aptos" w:hAnsi="Aptos" w:eastAsia="Times New Roman" w:cs="Times New Roman"/>
            <w:kern w:val="3"/>
            <w:sz w:val="24"/>
            <w:szCs w:val="24"/>
            <w:rtl w:val="false"/>
          </w:rPr>
          <w:tab/>
        </w:r>
        <w:r>
          <w:rPr>
            <w:rStyle w:val="Lienhypertexte"/>
            <w:rtl w:val="false"/>
          </w:rPr>
          <w:t xml:space="preserve">Definitions</w:t>
        </w:r>
        <w:r>
          <w:rPr>
            <w:rtl w:val="false"/>
          </w:rPr>
          <w:tab/>
          <w:t xml:space="preserve">6</w:t>
        </w:r>
      </w:hyperlink>
    </w:p>
    <w:p w:rsidR="00ED2B6B" w:rsidRDefault="00C65ECF" w14:paraId="6B2F2F54" w14:textId="77777777">
      <w:pPr>
        <w:pStyle w:val="TM1"/>
        <w:tabs>
          <w:tab w:val="right" w:leader="dot" w:pos="601"/>
        </w:tabs>
        <w:bidi w:val="false"/>
      </w:pPr>
      <w:hyperlink w:history="1" r:id="rId11">
        <w:r>
          <w:rPr>
            <w:rStyle w:val="Lienhypertexte"/>
            <w:rtl w:val="false"/>
          </w:rPr>
          <w:t xml:space="preserve">2.</w:t>
        </w:r>
        <w:r>
          <w:rPr>
            <w:rFonts w:ascii="Aptos" w:hAnsi="Aptos" w:eastAsia="Times New Roman" w:cs="Times New Roman"/>
            <w:b w:val="0"/>
            <w:szCs w:val="24"/>
            <w:rtl w:val="false"/>
          </w:rPr>
          <w:tab/>
        </w:r>
        <w:r>
          <w:rPr>
            <w:rStyle w:val="Lienhypertexte"/>
            <w:rtl w:val="false"/>
          </w:rPr>
          <w:t xml:space="preserve">Subject of the Contract- General provisions</w:t>
        </w:r>
        <w:r>
          <w:rPr>
            <w:rtl w:val="false"/>
          </w:rPr>
          <w:tab/>
          <w:t xml:space="preserve">8</w:t>
        </w:r>
      </w:hyperlink>
    </w:p>
    <w:p w:rsidR="00ED2B6B" w:rsidRDefault="00C65ECF" w14:paraId="0C379989" w14:textId="77777777">
      <w:pPr>
        <w:pStyle w:val="TM2"/>
        <w:tabs>
          <w:tab w:val="right" w:leader="dot" w:pos="799"/>
        </w:tabs>
        <w:bidi w:val="false"/>
      </w:pPr>
      <w:hyperlink w:history="1" r:id="rId12">
        <w:r>
          <w:rPr>
            <w:rStyle w:val="Lienhypertexte"/>
            <w:rtl w:val="false"/>
          </w:rPr>
          <w:t xml:space="preserve">2.1</w:t>
        </w:r>
        <w:r>
          <w:rPr>
            <w:rFonts w:ascii="Aptos" w:hAnsi="Aptos" w:eastAsia="Times New Roman" w:cs="Times New Roman"/>
            <w:kern w:val="3"/>
            <w:sz w:val="24"/>
            <w:szCs w:val="24"/>
            <w:rtl w:val="false"/>
          </w:rPr>
          <w:tab/>
        </w:r>
        <w:r>
          <w:rPr>
            <w:rStyle w:val="Lienhypertexte"/>
            <w:rtl w:val="false"/>
          </w:rPr>
          <w:t xml:space="preserve">Subject of the Contract</w:t>
        </w:r>
        <w:r>
          <w:rPr>
            <w:rtl w:val="false"/>
          </w:rPr>
          <w:tab/>
          <w:t xml:space="preserve">8</w:t>
        </w:r>
      </w:hyperlink>
    </w:p>
    <w:p w:rsidR="00ED2B6B" w:rsidRDefault="00C65ECF" w14:paraId="4C09E586" w14:textId="77777777">
      <w:pPr>
        <w:pStyle w:val="TM2"/>
        <w:tabs>
          <w:tab w:val="right" w:leader="dot" w:pos="799"/>
        </w:tabs>
        <w:bidi w:val="false"/>
      </w:pPr>
      <w:hyperlink w:history="1" r:id="rId13">
        <w:r>
          <w:rPr>
            <w:rStyle w:val="Lienhypertexte"/>
            <w:rtl w:val="false"/>
          </w:rPr>
          <w:t xml:space="preserve">2.2</w:t>
        </w:r>
        <w:r>
          <w:rPr>
            <w:rFonts w:ascii="Aptos" w:hAnsi="Aptos" w:eastAsia="Times New Roman" w:cs="Times New Roman"/>
            <w:kern w:val="3"/>
            <w:sz w:val="24"/>
            <w:szCs w:val="24"/>
            <w:rtl w:val="false"/>
          </w:rPr>
          <w:tab/>
        </w:r>
        <w:r>
          <w:rPr>
            <w:rStyle w:val="Lienhypertexte"/>
            <w:rtl w:val="false"/>
          </w:rPr>
          <w:t xml:space="preserve">Package price market</w:t>
        </w:r>
        <w:r>
          <w:rPr>
            <w:rtl w:val="false"/>
          </w:rPr>
          <w:tab/>
          <w:t xml:space="preserve">8</w:t>
        </w:r>
      </w:hyperlink>
    </w:p>
    <w:p w:rsidR="00ED2B6B" w:rsidRDefault="00C65ECF" w14:paraId="32B72DD5" w14:textId="77777777">
      <w:pPr>
        <w:pStyle w:val="TM2"/>
        <w:tabs>
          <w:tab w:val="right" w:leader="dot" w:pos="799"/>
        </w:tabs>
        <w:bidi w:val="false"/>
      </w:pPr>
      <w:hyperlink w:history="1" r:id="rId14">
        <w:r>
          <w:rPr>
            <w:rStyle w:val="Lienhypertexte"/>
            <w:rtl w:val="false"/>
          </w:rPr>
          <w:t xml:space="preserve">2.3</w:t>
        </w:r>
        <w:r>
          <w:rPr>
            <w:rFonts w:ascii="Aptos" w:hAnsi="Aptos" w:eastAsia="Times New Roman" w:cs="Times New Roman"/>
            <w:kern w:val="3"/>
            <w:sz w:val="24"/>
            <w:szCs w:val="24"/>
            <w:rtl w:val="false"/>
          </w:rPr>
          <w:tab/>
        </w:r>
        <w:r>
          <w:rPr>
            <w:rStyle w:val="Lienhypertexte"/>
            <w:rtl w:val="false"/>
          </w:rPr>
          <w:t xml:space="preserve">Duration of the contract</w:t>
        </w:r>
        <w:r>
          <w:rPr>
            <w:rtl w:val="false"/>
          </w:rPr>
          <w:tab/>
          <w:t xml:space="preserve">8</w:t>
        </w:r>
      </w:hyperlink>
    </w:p>
    <w:p w:rsidR="00ED2B6B" w:rsidRDefault="00C65ECF" w14:paraId="38660A4A" w14:textId="77777777">
      <w:pPr>
        <w:pStyle w:val="TM2"/>
        <w:tabs>
          <w:tab w:val="right" w:leader="dot" w:pos="799"/>
        </w:tabs>
        <w:bidi w:val="false"/>
      </w:pPr>
      <w:hyperlink w:history="1" r:id="rId15">
        <w:r>
          <w:rPr>
            <w:rStyle w:val="Lienhypertexte"/>
            <w:rtl w:val="false"/>
          </w:rPr>
          <w:t xml:space="preserve">2.4</w:t>
        </w:r>
        <w:r>
          <w:rPr>
            <w:rFonts w:ascii="Aptos" w:hAnsi="Aptos" w:eastAsia="Times New Roman" w:cs="Times New Roman"/>
            <w:kern w:val="3"/>
            <w:sz w:val="24"/>
            <w:szCs w:val="24"/>
            <w:rtl w:val="false"/>
          </w:rPr>
          <w:tab/>
        </w:r>
        <w:r>
          <w:rPr>
            <w:rStyle w:val="Lienhypertexte"/>
            <w:rtl w:val="false"/>
          </w:rPr>
          <w:t xml:space="preserve">Execution times</w:t>
        </w:r>
        <w:r>
          <w:rPr>
            <w:rtl w:val="false"/>
          </w:rPr>
          <w:tab/>
          <w:t xml:space="preserve">8</w:t>
        </w:r>
      </w:hyperlink>
    </w:p>
    <w:p w:rsidR="00ED2B6B" w:rsidRDefault="00C65ECF" w14:paraId="3DA57E6B" w14:textId="77777777">
      <w:pPr>
        <w:pStyle w:val="TM2"/>
        <w:tabs>
          <w:tab w:val="right" w:leader="dot" w:pos="799"/>
        </w:tabs>
        <w:bidi w:val="false"/>
      </w:pPr>
      <w:hyperlink w:history="1" r:id="rId16">
        <w:r>
          <w:rPr>
            <w:rStyle w:val="Lienhypertexte"/>
            <w:rtl w:val="false"/>
          </w:rPr>
          <w:t xml:space="preserve">2.5</w:t>
        </w:r>
        <w:r>
          <w:rPr>
            <w:rFonts w:ascii="Aptos" w:hAnsi="Aptos" w:eastAsia="Times New Roman" w:cs="Times New Roman"/>
            <w:kern w:val="3"/>
            <w:sz w:val="24"/>
            <w:szCs w:val="24"/>
            <w:rtl w:val="false"/>
          </w:rPr>
          <w:tab/>
        </w:r>
        <w:r>
          <w:rPr>
            <w:rStyle w:val="Lienhypertexte"/>
            <w:rtl w:val="false"/>
          </w:rPr>
          <w:t xml:space="preserve">Renewal</w:t>
        </w:r>
        <w:r>
          <w:rPr>
            <w:rtl w:val="false"/>
          </w:rPr>
          <w:tab/>
          <w:t xml:space="preserve">8</w:t>
        </w:r>
      </w:hyperlink>
    </w:p>
    <w:p w:rsidR="00ED2B6B" w:rsidRDefault="00C65ECF" w14:paraId="10EF97EE" w14:textId="77777777">
      <w:pPr>
        <w:pStyle w:val="TM2"/>
        <w:tabs>
          <w:tab w:val="right" w:leader="dot" w:pos="799"/>
        </w:tabs>
        <w:bidi w:val="false"/>
      </w:pPr>
      <w:hyperlink w:history="1" r:id="rId17">
        <w:r>
          <w:rPr>
            <w:rStyle w:val="Lienhypertexte"/>
            <w:rtl w:val="false"/>
          </w:rPr>
          <w:t xml:space="preserve">2.6</w:t>
        </w:r>
        <w:r>
          <w:rPr>
            <w:rFonts w:ascii="Aptos" w:hAnsi="Aptos" w:eastAsia="Times New Roman" w:cs="Times New Roman"/>
            <w:kern w:val="3"/>
            <w:sz w:val="24"/>
            <w:szCs w:val="24"/>
            <w:rtl w:val="false"/>
          </w:rPr>
          <w:tab/>
        </w:r>
        <w:r>
          <w:rPr>
            <w:rStyle w:val="Lienhypertexte"/>
            <w:rtl w:val="false"/>
          </w:rPr>
          <w:t xml:space="preserve">Subcontracting</w:t>
        </w:r>
        <w:r>
          <w:rPr>
            <w:rtl w:val="false"/>
          </w:rPr>
          <w:tab/>
          <w:t xml:space="preserve">8</w:t>
        </w:r>
      </w:hyperlink>
    </w:p>
    <w:p w:rsidR="00ED2B6B" w:rsidRDefault="00C65ECF" w14:paraId="52A43CC2" w14:textId="77777777">
      <w:pPr>
        <w:pStyle w:val="TM2"/>
        <w:tabs>
          <w:tab w:val="right" w:leader="dot" w:pos="799"/>
        </w:tabs>
        <w:bidi w:val="false"/>
      </w:pPr>
      <w:hyperlink w:history="1" r:id="rId18">
        <w:r>
          <w:rPr>
            <w:rStyle w:val="Lienhypertexte"/>
            <w:rtl w:val="false"/>
          </w:rPr>
          <w:t xml:space="preserve">2.7</w:t>
        </w:r>
        <w:r>
          <w:rPr>
            <w:rFonts w:ascii="Aptos" w:hAnsi="Aptos" w:eastAsia="Times New Roman" w:cs="Times New Roman"/>
            <w:kern w:val="3"/>
            <w:sz w:val="24"/>
            <w:szCs w:val="24"/>
            <w:rtl w:val="false"/>
          </w:rPr>
          <w:tab/>
        </w:r>
        <w:r>
          <w:rPr>
            <w:rStyle w:val="Lienhypertexte"/>
            <w:rtl w:val="false"/>
          </w:rPr>
          <w:t xml:space="preserve">Amendment of the contract - Review clause</w:t>
        </w:r>
        <w:r>
          <w:rPr>
            <w:rtl w:val="false"/>
          </w:rPr>
          <w:tab/>
          <w:t xml:space="preserve">8</w:t>
        </w:r>
      </w:hyperlink>
    </w:p>
    <w:p w:rsidR="00ED2B6B" w:rsidRDefault="00C65ECF" w14:paraId="01BBBA45" w14:textId="77777777">
      <w:pPr>
        <w:pStyle w:val="TM2"/>
        <w:tabs>
          <w:tab w:val="right" w:leader="dot" w:pos="799"/>
        </w:tabs>
        <w:bidi w:val="false"/>
      </w:pPr>
      <w:hyperlink w:history="1" r:id="rId19">
        <w:r>
          <w:rPr>
            <w:rStyle w:val="Lienhypertexte"/>
            <w:rtl w:val="false"/>
          </w:rPr>
          <w:t xml:space="preserve">2.8</w:t>
        </w:r>
        <w:r>
          <w:rPr>
            <w:rFonts w:ascii="Aptos" w:hAnsi="Aptos" w:eastAsia="Times New Roman" w:cs="Times New Roman"/>
            <w:kern w:val="3"/>
            <w:sz w:val="24"/>
            <w:szCs w:val="24"/>
            <w:rtl w:val="false"/>
          </w:rPr>
          <w:tab/>
        </w:r>
        <w:r>
          <w:rPr>
            <w:rStyle w:val="Lienhypertexte"/>
            <w:rtl w:val="false"/>
          </w:rPr>
          <w:t xml:space="preserve">Similar services</w:t>
        </w:r>
        <w:r>
          <w:rPr>
            <w:rtl w:val="false"/>
          </w:rPr>
          <w:tab/>
          <w:t xml:space="preserve">9</w:t>
        </w:r>
      </w:hyperlink>
    </w:p>
    <w:p w:rsidR="00ED2B6B" w:rsidRDefault="00C65ECF" w14:paraId="19E589BD" w14:textId="77777777">
      <w:pPr>
        <w:pStyle w:val="TM1"/>
        <w:tabs>
          <w:tab w:val="right" w:leader="dot" w:pos="601"/>
        </w:tabs>
        <w:bidi w:val="false"/>
      </w:pPr>
      <w:hyperlink w:history="1" r:id="rId20">
        <w:r>
          <w:rPr>
            <w:rStyle w:val="Lienhypertexte"/>
            <w:rtl w:val="false"/>
          </w:rPr>
          <w:t xml:space="preserve">3.</w:t>
        </w:r>
        <w:r>
          <w:rPr>
            <w:rFonts w:ascii="Aptos" w:hAnsi="Aptos" w:eastAsia="Times New Roman" w:cs="Times New Roman"/>
            <w:b w:val="0"/>
            <w:szCs w:val="24"/>
            <w:rtl w:val="false"/>
          </w:rPr>
          <w:tab/>
        </w:r>
        <w:r>
          <w:rPr>
            <w:rStyle w:val="Lienhypertexte"/>
            <w:rtl w:val="false"/>
          </w:rPr>
          <w:t xml:space="preserve">Constituent parts of the contract</w:t>
        </w:r>
        <w:r>
          <w:rPr>
            <w:rtl w:val="false"/>
          </w:rPr>
          <w:tab/>
          <w:t xml:space="preserve">9</w:t>
        </w:r>
      </w:hyperlink>
    </w:p>
    <w:p w:rsidR="00ED2B6B" w:rsidRDefault="00C65ECF" w14:paraId="15E1D2A2" w14:textId="77777777">
      <w:pPr>
        <w:pStyle w:val="TM1"/>
        <w:tabs>
          <w:tab w:val="right" w:leader="dot" w:pos="601"/>
        </w:tabs>
        <w:bidi w:val="false"/>
      </w:pPr>
      <w:hyperlink w:history="1" r:id="rId21">
        <w:r>
          <w:rPr>
            <w:rStyle w:val="Lienhypertexte"/>
            <w:rtl w:val="false"/>
          </w:rPr>
          <w:t xml:space="preserve">4.</w:t>
        </w:r>
        <w:r>
          <w:rPr>
            <w:rFonts w:ascii="Aptos" w:hAnsi="Aptos" w:eastAsia="Times New Roman" w:cs="Times New Roman"/>
            <w:b w:val="0"/>
            <w:szCs w:val="24"/>
            <w:rtl w:val="false"/>
          </w:rPr>
          <w:tab/>
        </w:r>
        <w:r>
          <w:rPr>
            <w:rStyle w:val="Lienhypertexte"/>
            <w:rtl w:val="false"/>
          </w:rPr>
          <w:t xml:space="preserve">Conditions for performance of services</w:t>
        </w:r>
        <w:r>
          <w:rPr>
            <w:rtl w:val="false"/>
          </w:rPr>
          <w:tab/>
          <w:t xml:space="preserve">10</w:t>
        </w:r>
      </w:hyperlink>
    </w:p>
    <w:p w:rsidR="00ED2B6B" w:rsidRDefault="00C65ECF" w14:paraId="135A5976" w14:textId="77777777">
      <w:pPr>
        <w:pStyle w:val="TM2"/>
        <w:tabs>
          <w:tab w:val="right" w:leader="dot" w:pos="799"/>
        </w:tabs>
        <w:bidi w:val="false"/>
      </w:pPr>
      <w:hyperlink w:history="1" r:id="rId22">
        <w:r>
          <w:rPr>
            <w:rStyle w:val="Lienhypertexte"/>
            <w:rtl w:val="false"/>
          </w:rPr>
          <w:t xml:space="preserve">4.1</w:t>
        </w:r>
        <w:r>
          <w:rPr>
            <w:rFonts w:ascii="Aptos" w:hAnsi="Aptos" w:eastAsia="Times New Roman" w:cs="Times New Roman"/>
            <w:kern w:val="3"/>
            <w:sz w:val="24"/>
            <w:szCs w:val="24"/>
            <w:rtl w:val="false"/>
          </w:rPr>
          <w:tab/>
        </w:r>
        <w:r>
          <w:rPr>
            <w:rStyle w:val="Lienhypertexte"/>
            <w:rtl w:val="false"/>
          </w:rPr>
          <w:t xml:space="preserve">Staff assigned to the mission</w:t>
        </w:r>
        <w:r>
          <w:rPr>
            <w:rtl w:val="false"/>
          </w:rPr>
          <w:tab/>
          <w:t xml:space="preserve">10</w:t>
        </w:r>
      </w:hyperlink>
    </w:p>
    <w:p w:rsidR="00ED2B6B" w:rsidRDefault="00C65ECF" w14:paraId="0C26B7B9" w14:textId="77777777">
      <w:pPr>
        <w:pStyle w:val="TM2"/>
        <w:tabs>
          <w:tab w:val="right" w:leader="dot" w:pos="799"/>
        </w:tabs>
        <w:bidi w:val="false"/>
      </w:pPr>
      <w:hyperlink w:history="1" r:id="rId23">
        <w:r>
          <w:rPr>
            <w:rStyle w:val="Lienhypertexte"/>
            <w:rtl w:val="false"/>
          </w:rPr>
          <w:t xml:space="preserve">4.2</w:t>
        </w:r>
        <w:r>
          <w:rPr>
            <w:rFonts w:ascii="Aptos" w:hAnsi="Aptos" w:eastAsia="Times New Roman" w:cs="Times New Roman"/>
            <w:kern w:val="3"/>
            <w:sz w:val="24"/>
            <w:szCs w:val="24"/>
            <w:rtl w:val="false"/>
          </w:rPr>
          <w:tab/>
        </w:r>
        <w:r>
          <w:rPr>
            <w:rStyle w:val="Lienhypertexte"/>
            <w:rtl w:val="false"/>
          </w:rPr>
          <w:t xml:space="preserve">Environmental considerations and mission execution</w:t>
        </w:r>
        <w:r>
          <w:rPr>
            <w:rtl w:val="false"/>
          </w:rPr>
          <w:tab/>
          <w:t xml:space="preserve">10</w:t>
        </w:r>
      </w:hyperlink>
    </w:p>
    <w:p w:rsidR="00ED2B6B" w:rsidRDefault="00C65ECF" w14:paraId="4462DBFE" w14:textId="77777777">
      <w:pPr>
        <w:pStyle w:val="TM2"/>
        <w:tabs>
          <w:tab w:val="right" w:leader="dot" w:pos="799"/>
        </w:tabs>
        <w:bidi w:val="false"/>
      </w:pPr>
      <w:hyperlink w:history="1" r:id="rId24">
        <w:r>
          <w:rPr>
            <w:rStyle w:val="Lienhypertexte"/>
            <w:rtl w:val="false"/>
          </w:rPr>
          <w:t xml:space="preserve">4.3</w:t>
        </w:r>
        <w:r>
          <w:rPr>
            <w:rFonts w:ascii="Aptos" w:hAnsi="Aptos" w:eastAsia="Times New Roman" w:cs="Times New Roman"/>
            <w:kern w:val="3"/>
            <w:sz w:val="24"/>
            <w:szCs w:val="24"/>
            <w:rtl w:val="false"/>
          </w:rPr>
          <w:tab/>
        </w:r>
        <w:r>
          <w:rPr>
            <w:rStyle w:val="Lienhypertexte"/>
            <w:rtl w:val="false"/>
          </w:rPr>
          <w:t xml:space="preserve">Security</w:t>
        </w:r>
        <w:r>
          <w:rPr>
            <w:rtl w:val="false"/>
          </w:rPr>
          <w:tab/>
          <w:t xml:space="preserve">11</w:t>
        </w:r>
      </w:hyperlink>
    </w:p>
    <w:p w:rsidR="00ED2B6B" w:rsidRDefault="00C65ECF" w14:paraId="1F9E8A6C" w14:textId="77777777">
      <w:pPr>
        <w:pStyle w:val="TM2"/>
        <w:tabs>
          <w:tab w:val="right" w:leader="dot" w:pos="799"/>
        </w:tabs>
        <w:bidi w:val="false"/>
      </w:pPr>
      <w:hyperlink w:history="1" r:id="rId25">
        <w:r>
          <w:rPr>
            <w:rStyle w:val="Lienhypertexte"/>
            <w:rtl w:val="false"/>
          </w:rPr>
          <w:t xml:space="preserve">4.4</w:t>
        </w:r>
        <w:r>
          <w:rPr>
            <w:rFonts w:ascii="Aptos" w:hAnsi="Aptos" w:eastAsia="Times New Roman" w:cs="Times New Roman"/>
            <w:kern w:val="3"/>
            <w:sz w:val="24"/>
            <w:szCs w:val="24"/>
            <w:rtl w:val="false"/>
          </w:rPr>
          <w:tab/>
        </w:r>
        <w:r>
          <w:rPr>
            <w:rStyle w:val="Lienhypertexte"/>
            <w:rtl w:val="false"/>
          </w:rPr>
          <w:t xml:space="preserve">Suspension on grounds of serious and imminent risk</w:t>
        </w:r>
        <w:r>
          <w:rPr>
            <w:rtl w:val="false"/>
          </w:rPr>
          <w:tab/>
          <w:t xml:space="preserve">11</w:t>
        </w:r>
      </w:hyperlink>
    </w:p>
    <w:p w:rsidR="00ED2B6B" w:rsidRDefault="00C65ECF" w14:paraId="20312156" w14:textId="77777777">
      <w:pPr>
        <w:pStyle w:val="TM1"/>
        <w:tabs>
          <w:tab w:val="right" w:leader="dot" w:pos="601"/>
        </w:tabs>
        <w:bidi w:val="false"/>
      </w:pPr>
      <w:hyperlink w:history="1" r:id="rId26">
        <w:r>
          <w:rPr>
            <w:rStyle w:val="Lienhypertexte"/>
            <w:rtl w:val="false"/>
          </w:rPr>
          <w:t xml:space="preserve">5.</w:t>
        </w:r>
        <w:r>
          <w:rPr>
            <w:rFonts w:ascii="Aptos" w:hAnsi="Aptos" w:eastAsia="Times New Roman" w:cs="Times New Roman"/>
            <w:b w:val="0"/>
            <w:szCs w:val="24"/>
            <w:rtl w:val="false"/>
          </w:rPr>
          <w:tab/>
        </w:r>
        <w:r>
          <w:rPr>
            <w:rStyle w:val="Lienhypertexte"/>
            <w:rtl w:val="false"/>
          </w:rPr>
          <w:t xml:space="preserve">Price and price variation</w:t>
        </w:r>
        <w:r>
          <w:rPr>
            <w:rtl w:val="false"/>
          </w:rPr>
          <w:tab/>
          <w:t xml:space="preserve">12</w:t>
        </w:r>
      </w:hyperlink>
    </w:p>
    <w:p w:rsidR="00ED2B6B" w:rsidRDefault="00C65ECF" w14:paraId="17D89A64" w14:textId="77777777">
      <w:pPr>
        <w:pStyle w:val="TM2"/>
        <w:tabs>
          <w:tab w:val="right" w:leader="dot" w:pos="799"/>
        </w:tabs>
        <w:bidi w:val="false"/>
      </w:pPr>
      <w:hyperlink w:history="1" r:id="rId27">
        <w:r>
          <w:rPr>
            <w:rStyle w:val="Lienhypertexte"/>
            <w:rtl w:val="false"/>
          </w:rPr>
          <w:t xml:space="preserve">5.1</w:t>
        </w:r>
        <w:r>
          <w:rPr>
            <w:rFonts w:ascii="Aptos" w:hAnsi="Aptos" w:eastAsia="Times New Roman" w:cs="Times New Roman"/>
            <w:kern w:val="3"/>
            <w:sz w:val="24"/>
            <w:szCs w:val="24"/>
            <w:rtl w:val="false"/>
          </w:rPr>
          <w:tab/>
        </w:r>
        <w:r>
          <w:rPr>
            <w:rStyle w:val="Lienhypertexte"/>
            <w:rtl w:val="false"/>
          </w:rPr>
          <w:t xml:space="preserve">Method of establishing the Contract prices</w:t>
        </w:r>
        <w:r>
          <w:rPr>
            <w:rtl w:val="false"/>
          </w:rPr>
          <w:tab/>
          <w:t xml:space="preserve">12</w:t>
        </w:r>
      </w:hyperlink>
    </w:p>
    <w:p w:rsidR="00ED2B6B" w:rsidRDefault="00C65ECF" w14:paraId="6BA7A001" w14:textId="77777777">
      <w:pPr>
        <w:pStyle w:val="TM2"/>
        <w:tabs>
          <w:tab w:val="right" w:leader="dot" w:pos="799"/>
        </w:tabs>
        <w:bidi w:val="false"/>
      </w:pPr>
      <w:hyperlink w:history="1" r:id="rId28">
        <w:r>
          <w:rPr>
            <w:rStyle w:val="Lienhypertexte"/>
            <w:rtl w:val="false"/>
          </w:rPr>
          <w:t xml:space="preserve">5.2</w:t>
        </w:r>
        <w:r>
          <w:rPr>
            <w:rFonts w:ascii="Aptos" w:hAnsi="Aptos" w:eastAsia="Times New Roman" w:cs="Times New Roman"/>
            <w:kern w:val="3"/>
            <w:sz w:val="24"/>
            <w:szCs w:val="24"/>
            <w:rtl w:val="false"/>
          </w:rPr>
          <w:tab/>
        </w:r>
        <w:r>
          <w:rPr>
            <w:rStyle w:val="Lienhypertexte"/>
            <w:rtl w:val="false"/>
          </w:rPr>
          <w:t xml:space="preserve">Content of the prices</w:t>
        </w:r>
        <w:r>
          <w:rPr>
            <w:rtl w:val="false"/>
          </w:rPr>
          <w:tab/>
          <w:t xml:space="preserve">12</w:t>
        </w:r>
      </w:hyperlink>
    </w:p>
    <w:p w:rsidR="00ED2B6B" w:rsidRDefault="00C65ECF" w14:paraId="18B2309D" w14:textId="77777777">
      <w:pPr>
        <w:pStyle w:val="TM2"/>
        <w:tabs>
          <w:tab w:val="right" w:leader="dot" w:pos="799"/>
        </w:tabs>
        <w:bidi w:val="false"/>
      </w:pPr>
      <w:hyperlink w:history="1" r:id="rId29">
        <w:r>
          <w:rPr>
            <w:rStyle w:val="Lienhypertexte"/>
            <w:rtl w:val="false"/>
          </w:rPr>
          <w:t xml:space="preserve">5.3</w:t>
        </w:r>
        <w:r>
          <w:rPr>
            <w:rFonts w:ascii="Aptos" w:hAnsi="Aptos" w:eastAsia="Times New Roman" w:cs="Times New Roman"/>
            <w:kern w:val="3"/>
            <w:sz w:val="24"/>
            <w:szCs w:val="24"/>
            <w:rtl w:val="false"/>
          </w:rPr>
          <w:tab/>
        </w:r>
        <w:r>
          <w:rPr>
            <w:rStyle w:val="Lienhypertexte"/>
            <w:rtl w:val="false"/>
          </w:rPr>
          <w:t xml:space="preserve">Regarding mission expenses</w:t>
        </w:r>
        <w:r>
          <w:rPr>
            <w:rtl w:val="false"/>
          </w:rPr>
          <w:tab/>
          <w:t xml:space="preserve">13</w:t>
        </w:r>
      </w:hyperlink>
    </w:p>
    <w:p w:rsidR="00ED2B6B" w:rsidRDefault="00C65ECF" w14:paraId="06FFC065" w14:textId="77777777">
      <w:pPr>
        <w:pStyle w:val="TM2"/>
        <w:tabs>
          <w:tab w:val="right" w:leader="dot" w:pos="799"/>
        </w:tabs>
        <w:bidi w:val="false"/>
      </w:pPr>
      <w:hyperlink w:history="1" r:id="rId30">
        <w:r>
          <w:rPr>
            <w:rStyle w:val="Lienhypertexte"/>
            <w:rtl w:val="false"/>
          </w:rPr>
          <w:t xml:space="preserve">5.4</w:t>
        </w:r>
        <w:r>
          <w:rPr>
            <w:rFonts w:ascii="Aptos" w:hAnsi="Aptos" w:eastAsia="Times New Roman" w:cs="Times New Roman"/>
            <w:kern w:val="3"/>
            <w:sz w:val="24"/>
            <w:szCs w:val="24"/>
            <w:rtl w:val="false"/>
          </w:rPr>
          <w:tab/>
        </w:r>
        <w:r>
          <w:rPr>
            <w:rStyle w:val="Lienhypertexte"/>
            <w:rtl w:val="false"/>
          </w:rPr>
          <w:t xml:space="preserve">Price variation</w:t>
        </w:r>
        <w:r>
          <w:rPr>
            <w:rtl w:val="false"/>
          </w:rPr>
          <w:tab/>
          <w:t xml:space="preserve">13</w:t>
        </w:r>
      </w:hyperlink>
    </w:p>
    <w:p w:rsidR="00ED2B6B" w:rsidRDefault="00C65ECF" w14:paraId="1C848F80" w14:textId="77777777">
      <w:pPr>
        <w:pStyle w:val="TM1"/>
        <w:tabs>
          <w:tab w:val="right" w:leader="dot" w:pos="601"/>
        </w:tabs>
        <w:bidi w:val="false"/>
      </w:pPr>
      <w:hyperlink w:history="1" r:id="rId31">
        <w:r>
          <w:rPr>
            <w:rStyle w:val="Lienhypertexte"/>
            <w:rtl w:val="false"/>
          </w:rPr>
          <w:t xml:space="preserve">6.</w:t>
        </w:r>
        <w:r>
          <w:rPr>
            <w:rFonts w:ascii="Aptos" w:hAnsi="Aptos" w:eastAsia="Times New Roman" w:cs="Times New Roman"/>
            <w:b w:val="0"/>
            <w:szCs w:val="24"/>
            <w:rtl w:val="false"/>
          </w:rPr>
          <w:tab/>
        </w:r>
        <w:r>
          <w:rPr>
            <w:rStyle w:val="Lienhypertexte"/>
            <w:rtl w:val="false"/>
          </w:rPr>
          <w:t xml:space="preserve">Advance</w:t>
        </w:r>
        <w:r>
          <w:rPr>
            <w:rtl w:val="false"/>
          </w:rPr>
          <w:tab/>
          <w:t xml:space="preserve">13</w:t>
        </w:r>
      </w:hyperlink>
    </w:p>
    <w:p w:rsidR="00ED2B6B" w:rsidRDefault="00C65ECF" w14:paraId="2481ECCE" w14:textId="77777777">
      <w:pPr>
        <w:pStyle w:val="TM1"/>
        <w:tabs>
          <w:tab w:val="right" w:leader="dot" w:pos="601"/>
        </w:tabs>
        <w:bidi w:val="false"/>
      </w:pPr>
      <w:hyperlink w:history="1" r:id="rId32">
        <w:r>
          <w:rPr>
            <w:rStyle w:val="Lienhypertexte"/>
            <w:rtl w:val="false"/>
          </w:rPr>
          <w:t xml:space="preserve">7.</w:t>
        </w:r>
        <w:r>
          <w:rPr>
            <w:rFonts w:ascii="Aptos" w:hAnsi="Aptos" w:eastAsia="Times New Roman" w:cs="Times New Roman"/>
            <w:b w:val="0"/>
            <w:szCs w:val="24"/>
            <w:rtl w:val="false"/>
          </w:rPr>
          <w:tab/>
        </w:r>
        <w:r>
          <w:rPr>
            <w:rStyle w:val="Lienhypertexte"/>
            <w:rtl w:val="false"/>
          </w:rPr>
          <w:t xml:space="preserve">Retention money</w:t>
        </w:r>
        <w:r>
          <w:rPr>
            <w:rtl w:val="false"/>
          </w:rPr>
          <w:tab/>
          <w:t xml:space="preserve">13</w:t>
        </w:r>
      </w:hyperlink>
    </w:p>
    <w:p w:rsidR="00ED2B6B" w:rsidRDefault="00C65ECF" w14:paraId="2766635E" w14:textId="77777777">
      <w:pPr>
        <w:pStyle w:val="TM1"/>
        <w:tabs>
          <w:tab w:val="right" w:leader="dot" w:pos="601"/>
        </w:tabs>
        <w:bidi w:val="false"/>
      </w:pPr>
      <w:hyperlink w:history="1" r:id="rId33">
        <w:r>
          <w:rPr>
            <w:rStyle w:val="Lienhypertexte"/>
            <w:rtl w:val="false"/>
          </w:rPr>
          <w:t xml:space="preserve">8.</w:t>
        </w:r>
        <w:r>
          <w:rPr>
            <w:rFonts w:ascii="Aptos" w:hAnsi="Aptos" w:eastAsia="Times New Roman" w:cs="Times New Roman"/>
            <w:b w:val="0"/>
            <w:szCs w:val="24"/>
            <w:rtl w:val="false"/>
          </w:rPr>
          <w:tab/>
        </w:r>
        <w:r>
          <w:rPr>
            <w:rStyle w:val="Lienhypertexte"/>
            <w:rtl w:val="false"/>
          </w:rPr>
          <w:t xml:space="preserve">Settlement of accounts to the holder</w:t>
        </w:r>
        <w:r>
          <w:rPr>
            <w:rtl w:val="false"/>
          </w:rPr>
          <w:tab/>
          <w:t xml:space="preserve">14</w:t>
        </w:r>
      </w:hyperlink>
    </w:p>
    <w:p w:rsidR="00ED2B6B" w:rsidRDefault="00C65ECF" w14:paraId="1DFEE065" w14:textId="77777777">
      <w:pPr>
        <w:pStyle w:val="TM2"/>
        <w:tabs>
          <w:tab w:val="right" w:leader="dot" w:pos="799"/>
        </w:tabs>
        <w:bidi w:val="false"/>
      </w:pPr>
      <w:hyperlink w:history="1" r:id="rId34">
        <w:r>
          <w:rPr>
            <w:rStyle w:val="Lienhypertexte"/>
            <w:rtl w:val="false"/>
          </w:rPr>
          <w:t xml:space="preserve">8.1</w:t>
        </w:r>
        <w:r>
          <w:rPr>
            <w:rFonts w:ascii="Aptos" w:hAnsi="Aptos" w:eastAsia="Times New Roman" w:cs="Times New Roman"/>
            <w:kern w:val="3"/>
            <w:sz w:val="24"/>
            <w:szCs w:val="24"/>
            <w:rtl w:val="false"/>
          </w:rPr>
          <w:tab/>
        </w:r>
        <w:r>
          <w:rPr>
            <w:rStyle w:val="Lienhypertexte"/>
            <w:rtl w:val="false"/>
          </w:rPr>
          <w:t xml:space="preserve">Terms of payment of the price</w:t>
        </w:r>
        <w:r>
          <w:rPr>
            <w:rtl w:val="false"/>
          </w:rPr>
          <w:tab/>
          <w:t xml:space="preserve">14</w:t>
        </w:r>
      </w:hyperlink>
    </w:p>
    <w:p w:rsidR="00ED2B6B" w:rsidRDefault="00C65ECF" w14:paraId="55F354F6" w14:textId="77777777">
      <w:pPr>
        <w:pStyle w:val="TM2"/>
        <w:tabs>
          <w:tab w:val="right" w:leader="dot" w:pos="799"/>
        </w:tabs>
        <w:bidi w:val="false"/>
      </w:pPr>
      <w:hyperlink w:history="1" r:id="rId35">
        <w:r>
          <w:rPr>
            <w:rStyle w:val="Lienhypertexte"/>
            <w:rtl w:val="false"/>
          </w:rPr>
          <w:t xml:space="preserve">8.2</w:t>
        </w:r>
        <w:r>
          <w:rPr>
            <w:rFonts w:ascii="Aptos" w:hAnsi="Aptos" w:eastAsia="Times New Roman" w:cs="Times New Roman"/>
            <w:kern w:val="3"/>
            <w:sz w:val="24"/>
            <w:szCs w:val="24"/>
            <w:rtl w:val="false"/>
          </w:rPr>
          <w:tab/>
        </w:r>
        <w:r>
          <w:rPr>
            <w:rStyle w:val="Lienhypertexte"/>
            <w:rtl w:val="false"/>
          </w:rPr>
          <w:t xml:space="preserve">Regulations in case of joint and several contractors</w:t>
        </w:r>
        <w:r>
          <w:rPr>
            <w:rtl w:val="false"/>
          </w:rPr>
          <w:tab/>
          <w:t xml:space="preserve">15</w:t>
        </w:r>
      </w:hyperlink>
    </w:p>
    <w:p w:rsidR="00ED2B6B" w:rsidRDefault="00C65ECF" w14:paraId="730F4C23" w14:textId="77777777">
      <w:pPr>
        <w:pStyle w:val="TM2"/>
        <w:tabs>
          <w:tab w:val="right" w:leader="dot" w:pos="799"/>
        </w:tabs>
        <w:bidi w:val="false"/>
      </w:pPr>
      <w:hyperlink w:history="1" r:id="rId36">
        <w:r>
          <w:rPr>
            <w:rStyle w:val="Lienhypertexte"/>
            <w:rtl w:val="false"/>
          </w:rPr>
          <w:t xml:space="preserve">8.3</w:t>
        </w:r>
        <w:r>
          <w:rPr>
            <w:rFonts w:ascii="Aptos" w:hAnsi="Aptos" w:eastAsia="Times New Roman" w:cs="Times New Roman"/>
            <w:kern w:val="3"/>
            <w:sz w:val="24"/>
            <w:szCs w:val="24"/>
            <w:rtl w:val="false"/>
          </w:rPr>
          <w:tab/>
        </w:r>
        <w:r>
          <w:rPr>
            <w:rStyle w:val="Lienhypertexte"/>
            <w:rtl w:val="false"/>
          </w:rPr>
          <w:t xml:space="preserve">Payment terms</w:t>
        </w:r>
        <w:r>
          <w:rPr>
            <w:rtl w:val="false"/>
          </w:rPr>
          <w:tab/>
          <w:t xml:space="preserve">15</w:t>
        </w:r>
      </w:hyperlink>
    </w:p>
    <w:p w:rsidR="00ED2B6B" w:rsidRDefault="00C65ECF" w14:paraId="2CE8D4B3" w14:textId="77777777">
      <w:pPr>
        <w:pStyle w:val="TM2"/>
        <w:tabs>
          <w:tab w:val="right" w:leader="dot" w:pos="799"/>
        </w:tabs>
        <w:bidi w:val="false"/>
      </w:pPr>
      <w:hyperlink w:history="1" r:id="rId37">
        <w:r>
          <w:rPr>
            <w:rStyle w:val="Lienhypertexte"/>
            <w:rtl w:val="false"/>
          </w:rPr>
          <w:t xml:space="preserve">8.4</w:t>
        </w:r>
        <w:r>
          <w:rPr>
            <w:rFonts w:ascii="Aptos" w:hAnsi="Aptos" w:eastAsia="Times New Roman" w:cs="Times New Roman"/>
            <w:kern w:val="3"/>
            <w:sz w:val="24"/>
            <w:szCs w:val="24"/>
            <w:rtl w:val="false"/>
          </w:rPr>
          <w:tab/>
        </w:r>
        <w:r>
          <w:rPr>
            <w:rStyle w:val="Lienhypertexte"/>
            <w:rtl w:val="false"/>
          </w:rPr>
          <w:t xml:space="preserve">VAT</w:t>
        </w:r>
        <w:r>
          <w:rPr>
            <w:rtl w:val="false"/>
          </w:rPr>
          <w:tab/>
          <w:t xml:space="preserve">15</w:t>
        </w:r>
      </w:hyperlink>
    </w:p>
    <w:p w:rsidR="00ED2B6B" w:rsidRDefault="00C65ECF" w14:paraId="7B34A5C6" w14:textId="77777777">
      <w:pPr>
        <w:pStyle w:val="TM2"/>
        <w:tabs>
          <w:tab w:val="right" w:leader="dot" w:pos="799"/>
        </w:tabs>
        <w:bidi w:val="false"/>
      </w:pPr>
      <w:hyperlink w:history="1" r:id="rId38">
        <w:r>
          <w:rPr>
            <w:rStyle w:val="Lienhypertexte"/>
            <w:rtl w:val="false"/>
          </w:rPr>
          <w:t xml:space="preserve">8.5</w:t>
        </w:r>
        <w:r>
          <w:rPr>
            <w:rFonts w:ascii="Aptos" w:hAnsi="Aptos" w:eastAsia="Times New Roman" w:cs="Times New Roman"/>
            <w:kern w:val="3"/>
            <w:sz w:val="24"/>
            <w:szCs w:val="24"/>
            <w:rtl w:val="false"/>
          </w:rPr>
          <w:tab/>
        </w:r>
        <w:r>
          <w:rPr>
            <w:rStyle w:val="Lienhypertexte"/>
            <w:rtl w:val="false"/>
          </w:rPr>
          <w:t xml:space="preserve">Default interest</w:t>
        </w:r>
        <w:r>
          <w:rPr>
            <w:rtl w:val="false"/>
          </w:rPr>
          <w:tab/>
          <w:t xml:space="preserve">15</w:t>
        </w:r>
      </w:hyperlink>
    </w:p>
    <w:p w:rsidR="00ED2B6B" w:rsidRDefault="00C65ECF" w14:paraId="2DC89976" w14:textId="77777777">
      <w:pPr>
        <w:pStyle w:val="TM1"/>
        <w:tabs>
          <w:tab w:val="right" w:leader="dot" w:pos="601"/>
        </w:tabs>
        <w:bidi w:val="false"/>
      </w:pPr>
      <w:hyperlink w:history="1" r:id="rId39">
        <w:r>
          <w:rPr>
            <w:rStyle w:val="Lienhypertexte"/>
            <w:rtl w:val="false"/>
          </w:rPr>
          <w:t xml:space="preserve">9.</w:t>
        </w:r>
        <w:r>
          <w:rPr>
            <w:rFonts w:ascii="Aptos" w:hAnsi="Aptos" w:eastAsia="Times New Roman" w:cs="Times New Roman"/>
            <w:b w:val="0"/>
            <w:szCs w:val="24"/>
            <w:rtl w:val="false"/>
          </w:rPr>
          <w:tab/>
        </w:r>
        <w:r>
          <w:rPr>
            <w:rStyle w:val="Lienhypertexte"/>
            <w:rtl w:val="false"/>
          </w:rPr>
          <w:t xml:space="preserve">Penalties</w:t>
        </w:r>
        <w:r>
          <w:rPr>
            <w:rtl w:val="false"/>
          </w:rPr>
          <w:tab/>
          <w:t xml:space="preserve">16</w:t>
        </w:r>
      </w:hyperlink>
    </w:p>
    <w:p w:rsidR="00ED2B6B" w:rsidRDefault="00C65ECF" w14:paraId="03B41984" w14:textId="77777777">
      <w:pPr>
        <w:pStyle w:val="TM2"/>
        <w:tabs>
          <w:tab w:val="right" w:leader="dot" w:pos="799"/>
        </w:tabs>
        <w:bidi w:val="false"/>
      </w:pPr>
      <w:hyperlink w:history="1" r:id="rId40">
        <w:r>
          <w:rPr>
            <w:rStyle w:val="Lienhypertexte"/>
            <w:rtl w:val="false"/>
          </w:rPr>
          <w:t xml:space="preserve">9.1</w:t>
        </w:r>
        <w:r>
          <w:rPr>
            <w:rFonts w:ascii="Aptos" w:hAnsi="Aptos" w:eastAsia="Times New Roman" w:cs="Times New Roman"/>
            <w:kern w:val="3"/>
            <w:sz w:val="24"/>
            <w:szCs w:val="24"/>
            <w:rtl w:val="false"/>
          </w:rPr>
          <w:tab/>
        </w:r>
        <w:r>
          <w:rPr>
            <w:rStyle w:val="Lienhypertexte"/>
            <w:rtl w:val="false"/>
          </w:rPr>
          <w:t xml:space="preserve">Procedures for applying penalties</w:t>
        </w:r>
        <w:r>
          <w:rPr>
            <w:rtl w:val="false"/>
          </w:rPr>
          <w:tab/>
          <w:t xml:space="preserve">16</w:t>
        </w:r>
      </w:hyperlink>
    </w:p>
    <w:p w:rsidR="00ED2B6B" w:rsidRDefault="00C65ECF" w14:paraId="2F4381AB" w14:textId="77777777">
      <w:pPr>
        <w:pStyle w:val="TM2"/>
        <w:tabs>
          <w:tab w:val="right" w:leader="dot" w:pos="799"/>
        </w:tabs>
        <w:bidi w:val="false"/>
      </w:pPr>
      <w:hyperlink w:history="1" r:id="rId41">
        <w:r>
          <w:rPr>
            <w:rStyle w:val="Lienhypertexte"/>
            <w:rtl w:val="false"/>
          </w:rPr>
          <w:t xml:space="preserve">9.2</w:t>
        </w:r>
        <w:r>
          <w:rPr>
            <w:rFonts w:ascii="Aptos" w:hAnsi="Aptos" w:eastAsia="Times New Roman" w:cs="Times New Roman"/>
            <w:kern w:val="3"/>
            <w:sz w:val="24"/>
            <w:szCs w:val="24"/>
            <w:rtl w:val="false"/>
          </w:rPr>
          <w:tab/>
        </w:r>
        <w:r>
          <w:rPr>
            <w:rStyle w:val="Lienhypertexte"/>
            <w:rtl w:val="false"/>
          </w:rPr>
          <w:t xml:space="preserve">Penalties for delay</w:t>
        </w:r>
        <w:r>
          <w:rPr>
            <w:rtl w:val="false"/>
          </w:rPr>
          <w:tab/>
          <w:t xml:space="preserve">16</w:t>
        </w:r>
      </w:hyperlink>
    </w:p>
    <w:p w:rsidR="00ED2B6B" w:rsidRDefault="00C65ECF" w14:paraId="4BD2571C" w14:textId="77777777">
      <w:pPr>
        <w:pStyle w:val="TM2"/>
        <w:tabs>
          <w:tab w:val="right" w:leader="dot" w:pos="799"/>
        </w:tabs>
        <w:bidi w:val="false"/>
      </w:pPr>
      <w:hyperlink w:history="1" r:id="rId42">
        <w:r>
          <w:rPr>
            <w:rStyle w:val="Lienhypertexte"/>
            <w:rtl w:val="false"/>
          </w:rPr>
          <w:t xml:space="preserve">9.3</w:t>
        </w:r>
        <w:r>
          <w:rPr>
            <w:rFonts w:ascii="Aptos" w:hAnsi="Aptos" w:eastAsia="Times New Roman" w:cs="Times New Roman"/>
            <w:kern w:val="3"/>
            <w:sz w:val="24"/>
            <w:szCs w:val="24"/>
            <w:rtl w:val="false"/>
          </w:rPr>
          <w:tab/>
        </w:r>
        <w:r>
          <w:rPr>
            <w:rStyle w:val="Lienhypertexte"/>
            <w:rtl w:val="false"/>
          </w:rPr>
          <w:t xml:space="preserve">Other penalties</w:t>
        </w:r>
        <w:r>
          <w:rPr>
            <w:rtl w:val="false"/>
          </w:rPr>
          <w:tab/>
          <w:t xml:space="preserve">16</w:t>
        </w:r>
      </w:hyperlink>
    </w:p>
    <w:p w:rsidR="00ED2B6B" w:rsidRDefault="00C65ECF" w14:paraId="5F64ACC7" w14:textId="77777777">
      <w:pPr>
        <w:pStyle w:val="TM1"/>
        <w:tabs>
          <w:tab w:val="right" w:leader="dot" w:pos="601"/>
        </w:tabs>
        <w:bidi w:val="false"/>
      </w:pPr>
      <w:hyperlink w:history="1" r:id="rId43">
        <w:r>
          <w:rPr>
            <w:rStyle w:val="Lienhypertexte"/>
            <w:rtl w:val="false"/>
          </w:rPr>
          <w:t xml:space="preserve">10.</w:t>
        </w:r>
        <w:r>
          <w:rPr>
            <w:rFonts w:ascii="Aptos" w:hAnsi="Aptos" w:eastAsia="Times New Roman" w:cs="Times New Roman"/>
            <w:b w:val="0"/>
            <w:szCs w:val="24"/>
            <w:rtl w:val="false"/>
          </w:rPr>
          <w:tab/>
        </w:r>
        <w:r>
          <w:rPr>
            <w:rStyle w:val="Lienhypertexte"/>
            <w:rtl w:val="false"/>
          </w:rPr>
          <w:t xml:space="preserve">Termination of the performance of the service</w:t>
        </w:r>
        <w:r>
          <w:rPr>
            <w:rtl w:val="false"/>
          </w:rPr>
          <w:tab/>
          <w:t xml:space="preserve">16</w:t>
        </w:r>
      </w:hyperlink>
    </w:p>
    <w:p w:rsidR="00ED2B6B" w:rsidRDefault="00C65ECF" w14:paraId="344545CE" w14:textId="77777777">
      <w:pPr>
        <w:pStyle w:val="TM1"/>
        <w:tabs>
          <w:tab w:val="right" w:leader="dot" w:pos="601"/>
        </w:tabs>
        <w:bidi w:val="false"/>
      </w:pPr>
      <w:hyperlink w:history="1" r:id="rId44">
        <w:r>
          <w:rPr>
            <w:rStyle w:val="Lienhypertexte"/>
            <w:rtl w:val="false"/>
          </w:rPr>
          <w:t xml:space="preserve">11.</w:t>
        </w:r>
        <w:r>
          <w:rPr>
            <w:rFonts w:ascii="Aptos" w:hAnsi="Aptos" w:eastAsia="Times New Roman" w:cs="Times New Roman"/>
            <w:b w:val="0"/>
            <w:szCs w:val="24"/>
            <w:rtl w:val="false"/>
          </w:rPr>
          <w:tab/>
        </w:r>
        <w:r>
          <w:rPr>
            <w:rStyle w:val="Lienhypertexte"/>
            <w:rtl w:val="false"/>
          </w:rPr>
          <w:t xml:space="preserve">Admission – Mission Completion</w:t>
        </w:r>
        <w:r>
          <w:rPr>
            <w:rtl w:val="false"/>
          </w:rPr>
          <w:tab/>
          <w:t xml:space="preserve">17</w:t>
        </w:r>
      </w:hyperlink>
    </w:p>
    <w:p w:rsidR="00ED2B6B" w:rsidRDefault="00C65ECF" w14:paraId="6093BECF" w14:textId="77777777">
      <w:pPr>
        <w:pStyle w:val="TM1"/>
        <w:tabs>
          <w:tab w:val="right" w:leader="dot" w:pos="601"/>
        </w:tabs>
        <w:bidi w:val="false"/>
      </w:pPr>
      <w:hyperlink w:history="1" r:id="rId45">
        <w:r>
          <w:rPr>
            <w:rStyle w:val="Lienhypertexte"/>
            <w:rtl w:val="false"/>
          </w:rPr>
          <w:t xml:space="preserve">12.</w:t>
        </w:r>
        <w:r>
          <w:rPr>
            <w:rFonts w:ascii="Aptos" w:hAnsi="Aptos" w:eastAsia="Times New Roman" w:cs="Times New Roman"/>
            <w:b w:val="0"/>
            <w:szCs w:val="24"/>
            <w:rtl w:val="false"/>
          </w:rPr>
          <w:tab/>
        </w:r>
        <w:r>
          <w:rPr>
            <w:rStyle w:val="Lienhypertexte"/>
            <w:rtl w:val="false"/>
          </w:rPr>
          <w:t xml:space="preserve">Insurance – Liability</w:t>
        </w:r>
        <w:r>
          <w:rPr>
            <w:rtl w:val="false"/>
          </w:rPr>
          <w:tab/>
          <w:t xml:space="preserve">17</w:t>
        </w:r>
      </w:hyperlink>
    </w:p>
    <w:p w:rsidR="00ED2B6B" w:rsidRDefault="00C65ECF" w14:paraId="1F0BF646" w14:textId="77777777">
      <w:pPr>
        <w:pStyle w:val="TM1"/>
        <w:tabs>
          <w:tab w:val="right" w:leader="dot" w:pos="601"/>
        </w:tabs>
        <w:bidi w:val="false"/>
      </w:pPr>
      <w:hyperlink w:history="1" r:id="rId46">
        <w:r>
          <w:rPr>
            <w:rStyle w:val="Lienhypertexte"/>
            <w:rtl w:val="false"/>
          </w:rPr>
          <w:t xml:space="preserve">13.</w:t>
        </w:r>
        <w:r>
          <w:rPr>
            <w:rFonts w:ascii="Aptos" w:hAnsi="Aptos" w:eastAsia="Times New Roman" w:cs="Times New Roman"/>
            <w:b w:val="0"/>
            <w:szCs w:val="24"/>
            <w:rtl w:val="false"/>
          </w:rPr>
          <w:tab/>
        </w:r>
        <w:r>
          <w:rPr>
            <w:rStyle w:val="Lienhypertexte"/>
            <w:rtl w:val="false"/>
          </w:rPr>
          <w:t xml:space="preserve">Intellectual property – Use of results</w:t>
        </w:r>
        <w:r>
          <w:rPr>
            <w:rtl w:val="false"/>
          </w:rPr>
          <w:tab/>
          <w:t xml:space="preserve">17</w:t>
        </w:r>
      </w:hyperlink>
    </w:p>
    <w:p w:rsidR="00ED2B6B" w:rsidRDefault="00C65ECF" w14:paraId="28F3A490" w14:textId="77777777">
      <w:pPr>
        <w:pStyle w:val="TM2"/>
        <w:tabs>
          <w:tab w:val="right" w:leader="dot" w:pos="1000"/>
        </w:tabs>
        <w:bidi w:val="false"/>
      </w:pPr>
      <w:hyperlink w:history="1" r:id="rId47">
        <w:r>
          <w:rPr>
            <w:rStyle w:val="Lienhypertexte"/>
            <w:rtl w:val="false"/>
          </w:rPr>
          <w:t xml:space="preserve">13.1</w:t>
        </w:r>
        <w:r>
          <w:rPr>
            <w:rFonts w:ascii="Aptos" w:hAnsi="Aptos" w:eastAsia="Times New Roman" w:cs="Times New Roman"/>
            <w:kern w:val="3"/>
            <w:sz w:val="24"/>
            <w:szCs w:val="24"/>
            <w:rtl w:val="false"/>
          </w:rPr>
          <w:tab/>
        </w:r>
        <w:r>
          <w:rPr>
            <w:rStyle w:val="Lienhypertexte"/>
            <w:rtl w:val="false"/>
          </w:rPr>
          <w:t xml:space="preserve">Prior knowledge regime and standard prior knowledge</w:t>
        </w:r>
        <w:r>
          <w:rPr>
            <w:rtl w:val="false"/>
          </w:rPr>
          <w:tab/>
          <w:t xml:space="preserve">17</w:t>
        </w:r>
      </w:hyperlink>
    </w:p>
    <w:p w:rsidR="00ED2B6B" w:rsidRDefault="00C65ECF" w14:paraId="25FCE694" w14:textId="77777777">
      <w:pPr>
        <w:pStyle w:val="TM2"/>
        <w:tabs>
          <w:tab w:val="right" w:leader="dot" w:pos="1000"/>
        </w:tabs>
        <w:bidi w:val="false"/>
      </w:pPr>
      <w:hyperlink w:history="1" r:id="rId48">
        <w:r>
          <w:rPr>
            <w:rStyle w:val="Lienhypertexte"/>
            <w:rtl w:val="false"/>
          </w:rPr>
          <w:t xml:space="preserve">13.2</w:t>
        </w:r>
        <w:r>
          <w:rPr>
            <w:rFonts w:ascii="Aptos" w:hAnsi="Aptos" w:eastAsia="Times New Roman" w:cs="Times New Roman"/>
            <w:kern w:val="3"/>
            <w:sz w:val="24"/>
            <w:szCs w:val="24"/>
            <w:rtl w:val="false"/>
          </w:rPr>
          <w:tab/>
        </w:r>
        <w:r>
          <w:rPr>
            <w:rStyle w:val="Lienhypertexte"/>
            <w:rtl w:val="false"/>
          </w:rPr>
          <w:t xml:space="preserve">Results regime</w:t>
        </w:r>
        <w:r>
          <w:rPr>
            <w:rtl w:val="false"/>
          </w:rPr>
          <w:tab/>
          <w:t xml:space="preserve">17</w:t>
        </w:r>
      </w:hyperlink>
    </w:p>
    <w:p w:rsidR="00ED2B6B" w:rsidRDefault="00C65ECF" w14:paraId="7226936E" w14:textId="77777777">
      <w:pPr>
        <w:pStyle w:val="TM1"/>
        <w:tabs>
          <w:tab w:val="right" w:leader="dot" w:pos="601"/>
        </w:tabs>
        <w:bidi w:val="false"/>
      </w:pPr>
      <w:hyperlink w:history="1" r:id="rId49">
        <w:r>
          <w:rPr>
            <w:rStyle w:val="Lienhypertexte"/>
            <w:rtl w:val="false"/>
          </w:rPr>
          <w:t xml:space="preserve">14.</w:t>
        </w:r>
        <w:r>
          <w:rPr>
            <w:rFonts w:ascii="Aptos" w:hAnsi="Aptos" w:eastAsia="Times New Roman" w:cs="Times New Roman"/>
            <w:b w:val="0"/>
            <w:szCs w:val="24"/>
            <w:rtl w:val="false"/>
          </w:rPr>
          <w:tab/>
        </w:r>
        <w:r>
          <w:rPr>
            <w:rStyle w:val="Lienhypertexte"/>
            <w:rtl w:val="false"/>
          </w:rPr>
          <w:t xml:space="preserve">Supplementary clauses</w:t>
        </w:r>
        <w:r>
          <w:rPr>
            <w:rtl w:val="false"/>
          </w:rPr>
          <w:tab/>
          <w:t xml:space="preserve">18</w:t>
        </w:r>
      </w:hyperlink>
    </w:p>
    <w:p w:rsidR="00ED2B6B" w:rsidRDefault="00C65ECF" w14:paraId="4CF2D0BB" w14:textId="77777777">
      <w:pPr>
        <w:pStyle w:val="TM2"/>
        <w:tabs>
          <w:tab w:val="right" w:leader="dot" w:pos="1000"/>
        </w:tabs>
        <w:bidi w:val="false"/>
      </w:pPr>
      <w:hyperlink w:history="1" r:id="rId50">
        <w:r>
          <w:rPr>
            <w:rStyle w:val="Lienhypertexte"/>
            <w:rtl w:val="false"/>
          </w:rPr>
          <w:t xml:space="preserve">14.1</w:t>
        </w:r>
        <w:r>
          <w:rPr>
            <w:rFonts w:ascii="Aptos" w:hAnsi="Aptos" w:eastAsia="Times New Roman" w:cs="Times New Roman"/>
            <w:kern w:val="3"/>
            <w:sz w:val="24"/>
            <w:szCs w:val="24"/>
            <w:rtl w:val="false"/>
          </w:rPr>
          <w:tab/>
        </w:r>
        <w:r>
          <w:rPr>
            <w:rStyle w:val="Lienhypertexte"/>
            <w:rtl w:val="false"/>
          </w:rPr>
          <w:t xml:space="preserve">Reorganization or judicial liquidation</w:t>
        </w:r>
        <w:r>
          <w:rPr>
            <w:rtl w:val="false"/>
          </w:rPr>
          <w:tab/>
          <w:t xml:space="preserve">18</w:t>
        </w:r>
      </w:hyperlink>
    </w:p>
    <w:p w:rsidR="00ED2B6B" w:rsidRDefault="00C65ECF" w14:paraId="1A3E73D2" w14:textId="77777777">
      <w:pPr>
        <w:pStyle w:val="TM2"/>
        <w:tabs>
          <w:tab w:val="right" w:leader="dot" w:pos="1000"/>
        </w:tabs>
        <w:bidi w:val="false"/>
      </w:pPr>
      <w:hyperlink w:history="1" r:id="rId51">
        <w:r>
          <w:rPr>
            <w:rStyle w:val="Lienhypertexte"/>
            <w:rtl w:val="false"/>
          </w:rPr>
          <w:t xml:space="preserve">14.2</w:t>
        </w:r>
        <w:r>
          <w:rPr>
            <w:rFonts w:ascii="Aptos" w:hAnsi="Aptos" w:eastAsia="Times New Roman" w:cs="Times New Roman"/>
            <w:kern w:val="3"/>
            <w:sz w:val="24"/>
            <w:szCs w:val="24"/>
            <w:rtl w:val="false"/>
          </w:rPr>
          <w:tab/>
        </w:r>
        <w:r>
          <w:rPr>
            <w:rStyle w:val="Lienhypertexte"/>
            <w:rtl w:val="false"/>
          </w:rPr>
          <w:t xml:space="preserve">Declaration and obligations of the Holder</w:t>
        </w:r>
        <w:r>
          <w:rPr>
            <w:rtl w:val="false"/>
          </w:rPr>
          <w:tab/>
          <w:t xml:space="preserve">19</w:t>
        </w:r>
      </w:hyperlink>
    </w:p>
    <w:p w:rsidR="00ED2B6B" w:rsidRDefault="00C65ECF" w14:paraId="68EE099E" w14:textId="77777777">
      <w:pPr>
        <w:pStyle w:val="TM2"/>
        <w:tabs>
          <w:tab w:val="right" w:leader="dot" w:pos="1000"/>
        </w:tabs>
        <w:bidi w:val="false"/>
      </w:pPr>
      <w:hyperlink w:history="1" r:id="rId52">
        <w:r>
          <w:rPr>
            <w:rStyle w:val="Lienhypertexte"/>
            <w:rtl w:val="false"/>
          </w:rPr>
          <w:t xml:space="preserve">14.3</w:t>
        </w:r>
        <w:r>
          <w:rPr>
            <w:rFonts w:ascii="Aptos" w:hAnsi="Aptos" w:eastAsia="Times New Roman" w:cs="Times New Roman"/>
            <w:kern w:val="3"/>
            <w:sz w:val="24"/>
            <w:szCs w:val="24"/>
            <w:rtl w:val="false"/>
          </w:rPr>
          <w:tab/>
        </w:r>
        <w:r>
          <w:rPr>
            <w:rStyle w:val="Lienhypertexte"/>
            <w:rtl w:val="false"/>
          </w:rPr>
          <w:t xml:space="preserve">Obligations of the Contracting Authority</w:t>
        </w:r>
        <w:r>
          <w:rPr>
            <w:rtl w:val="false"/>
          </w:rPr>
          <w:tab/>
          <w:t xml:space="preserve">24</w:t>
        </w:r>
      </w:hyperlink>
    </w:p>
    <w:p w:rsidR="00ED2B6B" w:rsidRDefault="00C65ECF" w14:paraId="0EF3D36F" w14:textId="77777777">
      <w:pPr>
        <w:pStyle w:val="TM2"/>
        <w:tabs>
          <w:tab w:val="right" w:leader="dot" w:pos="1000"/>
        </w:tabs>
        <w:bidi w:val="false"/>
      </w:pPr>
      <w:hyperlink w:history="1" r:id="rId53">
        <w:r>
          <w:rPr>
            <w:rStyle w:val="Lienhypertexte"/>
            <w:rtl w:val="false"/>
          </w:rPr>
          <w:t xml:space="preserve">14.4</w:t>
        </w:r>
        <w:r>
          <w:rPr>
            <w:rFonts w:ascii="Aptos" w:hAnsi="Aptos" w:eastAsia="Times New Roman" w:cs="Times New Roman"/>
            <w:kern w:val="3"/>
            <w:sz w:val="24"/>
            <w:szCs w:val="24"/>
            <w:rtl w:val="false"/>
          </w:rPr>
          <w:tab/>
        </w:r>
        <w:r>
          <w:rPr>
            <w:rStyle w:val="Lienhypertexte"/>
            <w:rtl w:val="false"/>
          </w:rPr>
          <w:t xml:space="preserve">Miscellaneous</w:t>
        </w:r>
        <w:r>
          <w:rPr>
            <w:rtl w:val="false"/>
          </w:rPr>
          <w:tab/>
          <w:t xml:space="preserve">24</w:t>
        </w:r>
      </w:hyperlink>
    </w:p>
    <w:p w:rsidR="00ED2B6B" w:rsidRDefault="00C65ECF" w14:paraId="3B03056B" w14:textId="77777777">
      <w:pPr>
        <w:pStyle w:val="TM1"/>
        <w:tabs>
          <w:tab w:val="right" w:leader="dot" w:pos="601"/>
        </w:tabs>
        <w:bidi w:val="false"/>
      </w:pPr>
      <w:hyperlink w:history="1" r:id="rId54">
        <w:r>
          <w:rPr>
            <w:rStyle w:val="Lienhypertexte"/>
            <w:rtl w:val="false"/>
          </w:rPr>
          <w:t xml:space="preserve">15.</w:t>
        </w:r>
        <w:r>
          <w:rPr>
            <w:rFonts w:ascii="Aptos" w:hAnsi="Aptos" w:eastAsia="Times New Roman" w:cs="Times New Roman"/>
            <w:b w:val="0"/>
            <w:szCs w:val="24"/>
            <w:rtl w:val="false"/>
          </w:rPr>
          <w:tab/>
        </w:r>
        <w:r>
          <w:rPr>
            <w:rStyle w:val="Lienhypertexte"/>
            <w:rtl w:val="false"/>
          </w:rPr>
          <w:t xml:space="preserve">Audit</w:t>
        </w:r>
        <w:r>
          <w:rPr>
            <w:rtl w:val="false"/>
          </w:rPr>
          <w:tab/>
          <w:t xml:space="preserve">24</w:t>
        </w:r>
      </w:hyperlink>
    </w:p>
    <w:p w:rsidR="00ED2B6B" w:rsidRDefault="00C65ECF" w14:paraId="7DF3A745" w14:textId="77777777">
      <w:pPr>
        <w:pStyle w:val="TM1"/>
        <w:tabs>
          <w:tab w:val="right" w:leader="dot" w:pos="601"/>
        </w:tabs>
        <w:bidi w:val="false"/>
      </w:pPr>
      <w:hyperlink w:history="1" r:id="rId55">
        <w:r>
          <w:rPr>
            <w:rStyle w:val="Lienhypertexte"/>
            <w:rtl w:val="false"/>
          </w:rPr>
          <w:t xml:space="preserve">16.</w:t>
        </w:r>
        <w:r>
          <w:rPr>
            <w:rFonts w:ascii="Aptos" w:hAnsi="Aptos" w:eastAsia="Times New Roman" w:cs="Times New Roman"/>
            <w:b w:val="0"/>
            <w:szCs w:val="24"/>
            <w:rtl w:val="false"/>
          </w:rPr>
          <w:tab/>
        </w:r>
        <w:r>
          <w:rPr>
            <w:rStyle w:val="Lienhypertexte"/>
            <w:rtl w:val="false"/>
          </w:rPr>
          <w:t xml:space="preserve">Reversibility</w:t>
        </w:r>
        <w:r>
          <w:rPr>
            <w:rtl w:val="false"/>
          </w:rPr>
          <w:tab/>
          <w:t xml:space="preserve">26</w:t>
        </w:r>
      </w:hyperlink>
    </w:p>
    <w:p w:rsidR="00ED2B6B" w:rsidRDefault="00C65ECF" w14:paraId="0764F443" w14:textId="77777777">
      <w:pPr>
        <w:pStyle w:val="TM1"/>
        <w:tabs>
          <w:tab w:val="right" w:leader="dot" w:pos="601"/>
        </w:tabs>
        <w:bidi w:val="false"/>
      </w:pPr>
      <w:hyperlink w:history="1" r:id="rId56">
        <w:r>
          <w:rPr>
            <w:rStyle w:val="Lienhypertexte"/>
            <w:rtl w:val="false"/>
          </w:rPr>
          <w:t xml:space="preserve">17.</w:t>
        </w:r>
        <w:r>
          <w:rPr>
            <w:rFonts w:ascii="Aptos" w:hAnsi="Aptos" w:eastAsia="Times New Roman" w:cs="Times New Roman"/>
            <w:b w:val="0"/>
            <w:szCs w:val="24"/>
            <w:rtl w:val="false"/>
          </w:rPr>
          <w:tab/>
        </w:r>
        <w:r>
          <w:rPr>
            <w:rStyle w:val="Lienhypertexte"/>
            <w:rtl w:val="false"/>
          </w:rPr>
          <w:t xml:space="preserve">Termination of the Contract</w:t>
        </w:r>
        <w:r>
          <w:rPr>
            <w:rtl w:val="false"/>
          </w:rPr>
          <w:tab/>
          <w:t xml:space="preserve">27</w:t>
        </w:r>
      </w:hyperlink>
    </w:p>
    <w:p w:rsidR="00ED2B6B" w:rsidRDefault="00C65ECF" w14:paraId="46FB5AEC" w14:textId="77777777">
      <w:pPr>
        <w:pStyle w:val="TM2"/>
        <w:tabs>
          <w:tab w:val="right" w:leader="dot" w:pos="1000"/>
        </w:tabs>
        <w:bidi w:val="false"/>
      </w:pPr>
      <w:hyperlink w:history="1" r:id="rId57">
        <w:r>
          <w:rPr>
            <w:rStyle w:val="Lienhypertexte"/>
            <w:rtl w:val="false"/>
          </w:rPr>
          <w:t xml:space="preserve">17.1</w:t>
        </w:r>
        <w:r>
          <w:rPr>
            <w:rFonts w:ascii="Aptos" w:hAnsi="Aptos" w:eastAsia="Times New Roman" w:cs="Times New Roman"/>
            <w:kern w:val="3"/>
            <w:sz w:val="24"/>
            <w:szCs w:val="24"/>
            <w:rtl w:val="false"/>
          </w:rPr>
          <w:tab/>
        </w:r>
        <w:r>
          <w:rPr>
            <w:rStyle w:val="Lienhypertexte"/>
            <w:rtl w:val="false"/>
          </w:rPr>
          <w:t xml:space="preserve">Termination at the fault of the holder</w:t>
        </w:r>
        <w:r>
          <w:rPr>
            <w:rtl w:val="false"/>
          </w:rPr>
          <w:tab/>
          <w:t xml:space="preserve">27</w:t>
        </w:r>
      </w:hyperlink>
    </w:p>
    <w:p w:rsidR="00ED2B6B" w:rsidRDefault="00C65ECF" w14:paraId="33DBEC7F" w14:textId="77777777">
      <w:pPr>
        <w:pStyle w:val="TM2"/>
        <w:tabs>
          <w:tab w:val="right" w:leader="dot" w:pos="1000"/>
        </w:tabs>
        <w:bidi w:val="false"/>
      </w:pPr>
      <w:hyperlink w:history="1" r:id="rId58">
        <w:r>
          <w:rPr>
            <w:rStyle w:val="Lienhypertexte"/>
            <w:rtl w:val="false"/>
          </w:rPr>
          <w:t xml:space="preserve">17.2</w:t>
        </w:r>
        <w:r>
          <w:rPr>
            <w:rFonts w:ascii="Aptos" w:hAnsi="Aptos" w:eastAsia="Times New Roman" w:cs="Times New Roman"/>
            <w:kern w:val="3"/>
            <w:sz w:val="24"/>
            <w:szCs w:val="24"/>
            <w:rtl w:val="false"/>
          </w:rPr>
          <w:tab/>
        </w:r>
        <w:r>
          <w:rPr>
            <w:rStyle w:val="Lienhypertexte"/>
            <w:rtl w:val="false"/>
          </w:rPr>
          <w:t xml:space="preserve">Termination for reasons of general interest</w:t>
        </w:r>
        <w:r>
          <w:rPr>
            <w:rtl w:val="false"/>
          </w:rPr>
          <w:tab/>
          <w:t xml:space="preserve">28</w:t>
        </w:r>
      </w:hyperlink>
    </w:p>
    <w:p w:rsidR="00ED2B6B" w:rsidRDefault="00C65ECF" w14:paraId="170C9909" w14:textId="77777777">
      <w:pPr>
        <w:pStyle w:val="TM2"/>
        <w:tabs>
          <w:tab w:val="right" w:leader="dot" w:pos="1000"/>
        </w:tabs>
        <w:bidi w:val="false"/>
      </w:pPr>
      <w:hyperlink w:history="1" r:id="rId59">
        <w:r>
          <w:rPr>
            <w:rStyle w:val="Lienhypertexte"/>
            <w:rtl w:val="false"/>
          </w:rPr>
          <w:t xml:space="preserve">17.3</w:t>
        </w:r>
        <w:r>
          <w:rPr>
            <w:rFonts w:ascii="Aptos" w:hAnsi="Aptos" w:eastAsia="Times New Roman" w:cs="Times New Roman"/>
            <w:kern w:val="3"/>
            <w:sz w:val="24"/>
            <w:szCs w:val="24"/>
            <w:rtl w:val="false"/>
          </w:rPr>
          <w:tab/>
        </w:r>
        <w:r>
          <w:rPr>
            <w:rStyle w:val="Lienhypertexte"/>
            <w:rtl w:val="false"/>
          </w:rPr>
          <w:t xml:space="preserve">Termination for non-compliance with formalities relating to the fight against illegal work</w:t>
        </w:r>
        <w:r>
          <w:rPr>
            <w:rtl w:val="false"/>
          </w:rPr>
          <w:tab/>
          <w:t xml:space="preserve">28</w:t>
        </w:r>
      </w:hyperlink>
    </w:p>
    <w:p w:rsidR="00ED2B6B" w:rsidRDefault="00C65ECF" w14:paraId="59579A07" w14:textId="77777777">
      <w:pPr>
        <w:pStyle w:val="TM1"/>
        <w:tabs>
          <w:tab w:val="right" w:leader="dot" w:pos="601"/>
        </w:tabs>
        <w:bidi w:val="false"/>
      </w:pPr>
      <w:hyperlink w:history="1" r:id="rId60">
        <w:r>
          <w:rPr>
            <w:rStyle w:val="Lienhypertexte"/>
            <w:rtl w:val="false"/>
          </w:rPr>
          <w:t xml:space="preserve">18.</w:t>
        </w:r>
        <w:r>
          <w:rPr>
            <w:rFonts w:ascii="Aptos" w:hAnsi="Aptos" w:eastAsia="Times New Roman" w:cs="Times New Roman"/>
            <w:b w:val="0"/>
            <w:szCs w:val="24"/>
            <w:rtl w:val="false"/>
          </w:rPr>
          <w:tab/>
        </w:r>
        <w:r>
          <w:rPr>
            <w:rStyle w:val="Lienhypertexte"/>
            <w:rtl w:val="false"/>
          </w:rPr>
          <w:t xml:space="preserve">Disputes</w:t>
        </w:r>
        <w:r>
          <w:rPr>
            <w:rtl w:val="false"/>
          </w:rPr>
          <w:tab/>
          <w:t xml:space="preserve">29</w:t>
        </w:r>
      </w:hyperlink>
    </w:p>
    <w:p w:rsidR="00ED2B6B" w:rsidRDefault="00C65ECF" w14:paraId="10BCDB62" w14:textId="77777777">
      <w:pPr>
        <w:pStyle w:val="TM1"/>
        <w:tabs>
          <w:tab w:val="right" w:leader="dot" w:pos="601"/>
        </w:tabs>
        <w:bidi w:val="false"/>
      </w:pPr>
      <w:hyperlink w:history="1" r:id="rId61">
        <w:r>
          <w:rPr>
            <w:rStyle w:val="Lienhypertexte"/>
            <w:rtl w:val="false"/>
          </w:rPr>
          <w:t xml:space="preserve">19.</w:t>
        </w:r>
        <w:r>
          <w:rPr>
            <w:rFonts w:ascii="Aptos" w:hAnsi="Aptos" w:eastAsia="Times New Roman" w:cs="Times New Roman"/>
            <w:b w:val="0"/>
            <w:szCs w:val="24"/>
            <w:rtl w:val="false"/>
          </w:rPr>
          <w:tab/>
        </w:r>
        <w:r>
          <w:rPr>
            <w:rStyle w:val="Lienhypertexte"/>
            <w:rtl w:val="false"/>
          </w:rPr>
          <w:t xml:space="preserve">Provisions applicable in the case of a foreign holder</w:t>
        </w:r>
        <w:r>
          <w:rPr>
            <w:rtl w:val="false"/>
          </w:rPr>
          <w:tab/>
          <w:t xml:space="preserve">29</w:t>
        </w:r>
      </w:hyperlink>
    </w:p>
    <w:p w:rsidR="00ED2B6B" w:rsidRDefault="00C65ECF" w14:paraId="3838F41A" w14:textId="77777777">
      <w:pPr>
        <w:pStyle w:val="TM1"/>
        <w:tabs>
          <w:tab w:val="right" w:leader="dot" w:pos="601"/>
        </w:tabs>
        <w:bidi w:val="false"/>
      </w:pPr>
      <w:hyperlink w:history="1" r:id="rId62">
        <w:r>
          <w:rPr>
            <w:rStyle w:val="Lienhypertexte"/>
            <w:rtl w:val="false"/>
          </w:rPr>
          <w:t xml:space="preserve">20.</w:t>
        </w:r>
        <w:r>
          <w:rPr>
            <w:rFonts w:ascii="Aptos" w:hAnsi="Aptos" w:eastAsia="Times New Roman" w:cs="Times New Roman"/>
            <w:b w:val="0"/>
            <w:szCs w:val="24"/>
            <w:rtl w:val="false"/>
          </w:rPr>
          <w:tab/>
        </w:r>
        <w:r>
          <w:rPr>
            <w:rStyle w:val="Lienhypertexte"/>
            <w:rtl w:val="false"/>
          </w:rPr>
          <w:t xml:space="preserve">Derogations from general documents</w:t>
        </w:r>
        <w:r>
          <w:rPr>
            <w:rtl w:val="false"/>
          </w:rPr>
          <w:tab/>
          <w:t xml:space="preserve">29</w:t>
        </w:r>
      </w:hyperlink>
    </w:p>
    <w:p w:rsidR="00ED2B6B" w:rsidRDefault="00C65ECF" w14:paraId="7BF95771" w14:textId="77777777">
      <w:pPr>
        <w:pStyle w:val="TM1"/>
        <w:tabs>
          <w:tab w:val="right" w:leader="dot" w:pos="601"/>
        </w:tabs>
        <w:bidi w:val="false"/>
      </w:pPr>
      <w:hyperlink w:history="1" r:id="rId63">
        <w:r>
          <w:rPr>
            <w:rStyle w:val="Lienhypertexte"/>
            <w:rtl w:val="false"/>
          </w:rPr>
          <w:t xml:space="preserve">21.</w:t>
        </w:r>
        <w:r>
          <w:rPr>
            <w:rFonts w:ascii="Aptos" w:hAnsi="Aptos" w:eastAsia="Times New Roman" w:cs="Times New Roman"/>
            <w:b w:val="0"/>
            <w:szCs w:val="24"/>
            <w:rtl w:val="false"/>
          </w:rPr>
          <w:tab/>
        </w:r>
        <w:r>
          <w:rPr>
            <w:rStyle w:val="Lienhypertexte"/>
            <w:rtl w:val="false"/>
          </w:rPr>
          <w:t xml:space="preserve">Signature of the candidate</w:t>
        </w:r>
        <w:r>
          <w:rPr>
            <w:rtl w:val="false"/>
          </w:rPr>
          <w:tab/>
          <w:t xml:space="preserve">29</w:t>
        </w:r>
      </w:hyperlink>
    </w:p>
    <w:p w:rsidR="00ED2B6B" w:rsidRDefault="00C65ECF" w14:paraId="279C8DA0" w14:textId="77777777">
      <w:pPr>
        <w:pStyle w:val="TM1"/>
        <w:tabs>
          <w:tab w:val="right" w:leader="dot" w:pos="601"/>
        </w:tabs>
        <w:bidi w:val="false"/>
      </w:pPr>
      <w:hyperlink w:history="1" r:id="rId64">
        <w:r>
          <w:rPr>
            <w:rStyle w:val="Lienhypertexte"/>
            <w:rtl w:val="false"/>
          </w:rPr>
          <w:t xml:space="preserve">22.</w:t>
        </w:r>
        <w:r>
          <w:rPr>
            <w:rFonts w:ascii="Aptos" w:hAnsi="Aptos" w:eastAsia="Times New Roman" w:cs="Times New Roman"/>
            <w:b w:val="0"/>
            <w:szCs w:val="24"/>
            <w:rtl w:val="false"/>
          </w:rPr>
          <w:tab/>
        </w:r>
        <w:r>
          <w:rPr>
            <w:rStyle w:val="Lienhypertexte"/>
            <w:rtl w:val="false"/>
          </w:rPr>
          <w:t xml:space="preserve">Acceptance of the offer by the Contracting Authority</w:t>
        </w:r>
        <w:r>
          <w:rPr>
            <w:rtl w:val="false"/>
          </w:rPr>
          <w:tab/>
          <w:t xml:space="preserve">29</w:t>
        </w:r>
      </w:hyperlink>
    </w:p>
    <w:p w:rsidR="00ED2B6B" w:rsidRDefault="00C65ECF" w14:paraId="3BF20B77" w14:textId="77777777">
      <w:pPr>
        <w:pStyle w:val="TM1"/>
        <w:tabs>
          <w:tab w:val="right" w:leader="dot" w:pos="601"/>
        </w:tabs>
        <w:bidi w:val="false"/>
      </w:pPr>
      <w:hyperlink w:history="1" r:id="rId65">
        <w:r>
          <w:rPr>
            <w:rStyle w:val="Lienhypertexte"/>
            <w:rtl w:val="false"/>
          </w:rPr>
          <w:t xml:space="preserve">23.</w:t>
        </w:r>
        <w:r>
          <w:rPr>
            <w:rFonts w:ascii="Aptos" w:hAnsi="Aptos" w:eastAsia="Times New Roman" w:cs="Times New Roman"/>
            <w:b w:val="0"/>
            <w:szCs w:val="24"/>
            <w:rtl w:val="false"/>
          </w:rPr>
          <w:tab/>
        </w:r>
        <w:r>
          <w:rPr>
            <w:rStyle w:val="Lienhypertexte"/>
            <w:rtl w:val="false"/>
          </w:rPr>
          <w:t xml:space="preserve">Annex: Subcontracting declaration</w:t>
        </w:r>
        <w:r>
          <w:rPr>
            <w:rtl w:val="false"/>
          </w:rPr>
          <w:tab/>
          <w:t xml:space="preserve">30</w:t>
        </w:r>
      </w:hyperlink>
    </w:p>
    <w:p w:rsidR="00ED2B6B" w:rsidRDefault="00C65ECF" w14:paraId="4FAEB3FD" w14:textId="77777777">
      <w:pPr>
        <w:pStyle w:val="TM1"/>
        <w:tabs>
          <w:tab w:val="right" w:leader="dot" w:pos="601"/>
        </w:tabs>
        <w:bidi w:val="false"/>
      </w:pPr>
      <w:hyperlink w:history="1" r:id="rId66">
        <w:r>
          <w:rPr>
            <w:rStyle w:val="Lienhypertexte"/>
            <w:rtl w:val="false"/>
          </w:rPr>
          <w:t xml:space="preserve">24.</w:t>
        </w:r>
        <w:r>
          <w:rPr>
            <w:rFonts w:ascii="Aptos" w:hAnsi="Aptos" w:eastAsia="Times New Roman" w:cs="Times New Roman"/>
            <w:b w:val="0"/>
            <w:szCs w:val="24"/>
            <w:rtl w:val="false"/>
          </w:rPr>
          <w:tab/>
        </w:r>
        <w:r>
          <w:rPr>
            <w:rStyle w:val="Lienhypertexte"/>
            <w:rtl w:val="false"/>
          </w:rPr>
          <w:t xml:space="preserve">Annex: Designation of co-contractors and distribution of benefits.</w:t>
        </w:r>
        <w:r>
          <w:rPr>
            <w:rtl w:val="false"/>
          </w:rPr>
          <w:tab/>
          <w:t xml:space="preserve">36</w:t>
        </w:r>
      </w:hyperlink>
    </w:p>
    <w:p w:rsidR="00ED2B6B" w:rsidRDefault="00C65ECF" w14:paraId="7C3BCFFE" w14:textId="77777777">
      <w:pPr>
        <w:pStyle w:val="TM1"/>
        <w:tabs>
          <w:tab w:val="right" w:leader="dot" w:pos="601"/>
        </w:tabs>
        <w:bidi w:val="false"/>
      </w:pPr>
      <w:hyperlink w:history="1" r:id="rId67">
        <w:r>
          <w:rPr>
            <w:rStyle w:val="Lienhypertexte"/>
            <w:rtl w:val="false"/>
          </w:rPr>
          <w:t xml:space="preserve">25.</w:t>
        </w:r>
        <w:r>
          <w:rPr>
            <w:rFonts w:ascii="Aptos" w:hAnsi="Aptos" w:eastAsia="Times New Roman" w:cs="Times New Roman"/>
            <w:b w:val="0"/>
            <w:szCs w:val="24"/>
            <w:rtl w:val="false"/>
          </w:rPr>
          <w:tab/>
        </w:r>
        <w:r>
          <w:rPr>
            <w:rStyle w:val="Lienhypertexte"/>
            <w:rtl w:val="false"/>
          </w:rPr>
          <w:t xml:space="preserve">Appendix: Pledge or assignment of receivables</w:t>
        </w:r>
        <w:r>
          <w:rPr>
            <w:rtl w:val="false"/>
          </w:rPr>
          <w:tab/>
          <w:t xml:space="preserve">38</w:t>
        </w:r>
      </w:hyperlink>
    </w:p>
    <w:p w:rsidR="00ED2B6B" w:rsidRDefault="00C65ECF" w14:paraId="1DA7305F" w14:textId="77777777">
      <w:r>
        <w:rPr>
          <w:b/>
          <w:kern w:val="3"/>
          <w:sz w:val="24"/>
        </w:rPr>
        <w:fldChar w:fldCharType="end"/>
      </w:r>
    </w:p>
    <w:p w:rsidR="00ED2B6B" w:rsidRDefault="00ED2B6B" w14:paraId="31F771F9" w14:textId="77777777">
      <w:pPr>
        <w:pStyle w:val="RedaliaNormal"/>
        <w:pageBreakBefore/>
      </w:pPr>
      <w:bookmarkStart w:name="_Toc2394424" w:id="11"/>
    </w:p>
    <w:p w:rsidR="00ED2B6B" w:rsidRDefault="00C65ECF" w14:paraId="7CDC1F8A" w14:textId="77777777">
      <w:pPr>
        <w:pStyle w:val="RedaliaTitre1"/>
        <w:bidi w:val="false"/>
      </w:pPr>
      <w:bookmarkStart w:name="_Toc180614109" w:id="12"/>
      <w:bookmarkStart w:name="__RefHeading___Toc11197_1436561398" w:id="13"/>
      <w:bookmarkStart w:name="_Toc200533605" w:id="14"/>
      <w:bookmarkStart w:name="_Toc201048492" w:id="15"/>
      <w:bookmarkStart w:name="_Toc217034976" w:id="16"/>
      <w:bookmarkStart w:name="_Toc221871260" w:id="17"/>
      <w:r>
        <w:rPr>
          <w:rtl w:val="false"/>
        </w:rPr>
        <w:t xml:space="preserve">Preamble</w:t>
      </w:r>
      <w:bookmarkEnd w:id="12"/>
      <w:bookmarkEnd w:id="13"/>
      <w:bookmarkEnd w:id="14"/>
      <w:bookmarkEnd w:id="15"/>
      <w:bookmarkEnd w:id="16"/>
      <w:bookmarkEnd w:id="17"/>
    </w:p>
    <w:p w:rsidR="00ED2B6B" w:rsidRDefault="00C65ECF" w14:paraId="23B2F948" w14:textId="77777777">
      <w:pPr>
        <w:pStyle w:val="RedaliaTitre2"/>
        <w:bidi w:val="false"/>
      </w:pPr>
      <w:bookmarkStart w:name="__RefHeading___Toc2297_850954893" w:id="18"/>
      <w:bookmarkStart w:name="_Toc180614110" w:id="19"/>
      <w:bookmarkStart w:name="_Toc200533606" w:id="20"/>
      <w:bookmarkStart w:name="_Toc201048493" w:id="21"/>
      <w:bookmarkStart w:name="_Toc217034977" w:id="22"/>
      <w:bookmarkStart w:name="_Toc221871261" w:id="23"/>
      <w:r>
        <w:rPr>
          <w:rtl w:val="false"/>
        </w:rPr>
        <w:t xml:space="preserve">Presentation of the contracting authority</w:t>
      </w:r>
      <w:bookmarkEnd w:id="18"/>
      <w:bookmarkEnd w:id="19"/>
      <w:bookmarkEnd w:id="20"/>
      <w:bookmarkEnd w:id="21"/>
      <w:bookmarkEnd w:id="22"/>
      <w:bookmarkEnd w:id="23"/>
    </w:p>
    <w:p w:rsidR="00ED2B6B" w:rsidRDefault="00C65ECF" w14:paraId="2411F448" w14:textId="77777777">
      <w:pPr>
        <w:pStyle w:val="RedaliaNormal"/>
        <w:bidi w:val="false"/>
      </w:pPr>
      <w:r>
        <w:rPr>
          <w:rtl w:val="false"/>
        </w:rPr>
        <w:t xml:space="preserve">The French Development Agency is a Public Industrial and Commercial Establishment under the banking law, as a financing company.</w:t>
      </w:r>
    </w:p>
    <w:p w:rsidR="00ED2B6B" w:rsidRDefault="00ED2B6B" w14:paraId="5FD53FAD" w14:textId="77777777">
      <w:pPr>
        <w:pStyle w:val="RedaliaNormal"/>
      </w:pPr>
    </w:p>
    <w:p w:rsidR="00ED2B6B" w:rsidRDefault="00C65ECF" w14:paraId="12F8C1AB" w14:textId="77777777">
      <w:pPr>
        <w:pStyle w:val="RedaliaNormal"/>
        <w:bidi w:val="false"/>
      </w:pPr>
      <w:r>
        <w:rPr>
          <w:rtl w:val="false"/>
        </w:rPr>
        <w:t xml:space="preserve">It is responsible, within the framework of the development aid system, for financing, through long-term loans and/or grants, the economic and social development of nearly 80 developing countries and Overseas Communities.</w:t>
      </w:r>
    </w:p>
    <w:p w:rsidR="00ED2B6B" w:rsidRDefault="00C65ECF" w14:paraId="6C2A6D39" w14:textId="77777777">
      <w:pPr>
        <w:pStyle w:val="RedaliaNormal"/>
        <w:bidi w:val="false"/>
      </w:pPr>
      <w:r>
        <w:rPr>
          <w:rtl w:val="false"/>
        </w:rPr>
        <w:t xml:space="preserve">It has adopted an ethical charter available on its site: </w:t>
      </w:r>
      <w:hyperlink w:history="1" r:id="rId68">
        <w:r>
          <w:rPr>
            <w:rStyle w:val="Lienhypertexte"/>
            <w:rFonts w:ascii="Calibri" w:hAnsi="Calibri"/>
            <w:color w:val="4472C4"/>
            <w:rtl w:val="false"/>
          </w:rPr>
          <w:t xml:space="preserve">www.afd.fr</w:t>
        </w:r>
      </w:hyperlink>
    </w:p>
    <w:p w:rsidR="00ED2B6B" w:rsidRDefault="00ED2B6B" w14:paraId="32AD1513" w14:textId="77777777">
      <w:pPr>
        <w:pStyle w:val="RedaliaNormal"/>
      </w:pPr>
    </w:p>
    <w:p w:rsidR="00ED2B6B" w:rsidRDefault="00C65ECF" w14:paraId="350E4D00" w14:textId="77777777">
      <w:pPr>
        <w:pStyle w:val="RedaliaNormal"/>
        <w:bidi w:val="false"/>
      </w:pPr>
      <w:r>
        <w:rPr>
          <w:rtl w:val="false"/>
        </w:rPr>
        <w:t xml:space="preserve">In the context of the contract, the contracting authority entrusts the performance of the contract to the Contractor, who accepts it. The purpose of this CCAP is to specify the conditions under which the Holder will be required to provide these services to the contracting authority.</w:t>
      </w:r>
    </w:p>
    <w:p w:rsidR="00ED2B6B" w:rsidRDefault="00ED2B6B" w14:paraId="00ACBD57" w14:textId="77777777">
      <w:pPr>
        <w:pStyle w:val="RedaliaNormal"/>
      </w:pPr>
    </w:p>
    <w:p w:rsidR="00ED2B6B" w:rsidRDefault="00C65ECF" w14:paraId="7DE858E4" w14:textId="77777777">
      <w:pPr>
        <w:pStyle w:val="RedaliaNormal"/>
        <w:bidi w:val="false"/>
      </w:pPr>
      <w:r>
        <w:rPr>
          <w:rtl w:val="false"/>
        </w:rPr>
        <w:t xml:space="preserve">Furthermore, in order to promote sustainable development, the Parties have each recognised the need to promote respect for environmental and social standards recognized by the international community, including the fundamental conventions of the International Labour Organisation (ILO) and the international conventions for the protection of the environment.</w:t>
      </w:r>
    </w:p>
    <w:p w:rsidR="00ED2B6B" w:rsidRDefault="00C65ECF" w14:paraId="55A71C10" w14:textId="77777777">
      <w:pPr>
        <w:pStyle w:val="RedaliaTitre2"/>
        <w:bidi w:val="false"/>
      </w:pPr>
      <w:bookmarkStart w:name="__RefHeading___Toc2299_850954893" w:id="24"/>
      <w:bookmarkStart w:name="_Toc180614111" w:id="25"/>
      <w:bookmarkStart w:name="_Toc200533607" w:id="26"/>
      <w:bookmarkStart w:name="_Toc201048494" w:id="27"/>
      <w:bookmarkStart w:name="_Toc217034978" w:id="28"/>
      <w:bookmarkStart w:name="_Toc221871262" w:id="29"/>
      <w:r>
        <w:rPr>
          <w:rtl w:val="false"/>
        </w:rPr>
        <w:t xml:space="preserve">Definitions</w:t>
      </w:r>
      <w:bookmarkEnd w:id="24"/>
      <w:bookmarkEnd w:id="25"/>
      <w:bookmarkEnd w:id="26"/>
      <w:bookmarkEnd w:id="27"/>
      <w:bookmarkEnd w:id="28"/>
      <w:bookmarkEnd w:id="29"/>
    </w:p>
    <w:p w:rsidR="00ED2B6B" w:rsidRDefault="00C65ECF" w14:paraId="06EC7326" w14:textId="77777777">
      <w:pPr>
        <w:pStyle w:val="RedaliaNormal"/>
        <w:bidi w:val="false"/>
        <w:rPr>
          <w:u w:val="single"/>
        </w:rPr>
      </w:pPr>
      <w:r>
        <w:rPr>
          <w:u w:val="single"/>
          <w:rtl w:val="false"/>
        </w:rPr>
        <w:t xml:space="preserve">Acts of Corruption:</w:t>
      </w:r>
    </w:p>
    <w:p w:rsidR="00ED2B6B" w:rsidRDefault="00C65ECF" w14:paraId="380A2A68" w14:textId="77777777">
      <w:pPr>
        <w:pStyle w:val="RedaliaNormal"/>
        <w:bidi w:val="false"/>
      </w:pPr>
      <w:r>
        <w:rPr>
          <w:rtl w:val="false"/>
        </w:rPr>
        <w:t xml:space="preserve">Refers to the offences referred to in articles 432-11, 433-1, 445-1 and 445-2 of the Penal Code.</w:t>
      </w:r>
    </w:p>
    <w:p w:rsidR="00ED2B6B" w:rsidRDefault="00ED2B6B" w14:paraId="7909BB0F" w14:textId="77777777">
      <w:pPr>
        <w:pStyle w:val="RedaliaNormal"/>
      </w:pPr>
    </w:p>
    <w:p w:rsidR="00ED2B6B" w:rsidRDefault="00C65ECF" w14:paraId="055A2224" w14:textId="77777777">
      <w:pPr>
        <w:pStyle w:val="RedaliaNormal"/>
        <w:bidi w:val="false"/>
        <w:rPr>
          <w:u w:val="single"/>
        </w:rPr>
      </w:pPr>
      <w:r>
        <w:rPr>
          <w:u w:val="single"/>
          <w:rtl w:val="false"/>
        </w:rPr>
        <w:t xml:space="preserve">Act of Fraud:</w:t>
      </w:r>
    </w:p>
    <w:p w:rsidR="00ED2B6B" w:rsidRDefault="00C65ECF" w14:paraId="6DDC83EF" w14:textId="77777777">
      <w:pPr>
        <w:pStyle w:val="RedaliaNormal"/>
        <w:bidi w:val="false"/>
      </w:pPr>
      <w:r>
        <w:rPr>
          <w:rtl w:val="false"/>
        </w:rPr>
        <w:t xml:space="preserve">Means any unfair manoeuvre (act or omission), whether or not criminally punishable, intended to deliberately mislead another person, intentionally conceal information from them or to surprise or vitiate their consent, circumvent legal or regulatory obligations and/or violate internal rules in order to obtain an illegitimate profit.</w:t>
      </w:r>
    </w:p>
    <w:p w:rsidR="00ED2B6B" w:rsidRDefault="00ED2B6B" w14:paraId="3FBE6541" w14:textId="77777777">
      <w:pPr>
        <w:pStyle w:val="RedaliaNormal"/>
      </w:pPr>
    </w:p>
    <w:p w:rsidR="00ED2B6B" w:rsidRDefault="00C65ECF" w14:paraId="063F4B27" w14:textId="77777777">
      <w:pPr>
        <w:pStyle w:val="RedaliaNormal"/>
        <w:bidi w:val="false"/>
        <w:rPr>
          <w:u w:val="single"/>
        </w:rPr>
      </w:pPr>
      <w:r>
        <w:rPr>
          <w:u w:val="single"/>
          <w:rtl w:val="false"/>
        </w:rPr>
        <w:t xml:space="preserve">Personal data:</w:t>
      </w:r>
    </w:p>
    <w:p w:rsidR="00ED2B6B" w:rsidRDefault="00C65ECF" w14:paraId="4532D728" w14:textId="77777777">
      <w:pPr>
        <w:pStyle w:val="RedaliaNormal"/>
        <w:bidi w:val="false"/>
      </w:pPr>
      <w:r>
        <w:rPr>
          <w:rtl w:val="false"/>
        </w:rPr>
        <w:t xml:space="preserve">Means any information relating to an identified or identifiable natural person.</w:t>
      </w:r>
    </w:p>
    <w:p w:rsidR="00ED2B6B" w:rsidRDefault="00ED2B6B" w14:paraId="4A74F804" w14:textId="77777777">
      <w:pPr>
        <w:pStyle w:val="RedaliaNormal"/>
      </w:pPr>
    </w:p>
    <w:p w:rsidR="00ED2B6B" w:rsidRDefault="00C65ECF" w14:paraId="045B8D2B" w14:textId="77777777">
      <w:pPr>
        <w:pStyle w:val="RedaliaNormal"/>
        <w:bidi w:val="false"/>
        <w:rPr>
          <w:u w:val="single"/>
        </w:rPr>
      </w:pPr>
      <w:r>
        <w:rPr>
          <w:u w:val="single"/>
          <w:rtl w:val="false"/>
        </w:rPr>
        <w:t xml:space="preserve">Agreement:</w:t>
      </w:r>
    </w:p>
    <w:p w:rsidR="00ED2B6B" w:rsidRDefault="00C65ECF" w14:paraId="47436AAF" w14:textId="77777777">
      <w:pPr>
        <w:pStyle w:val="RedaliaNormal"/>
        <w:bidi w:val="false"/>
      </w:pPr>
      <w:r>
        <w:rPr>
          <w:rtl w:val="false"/>
        </w:rPr>
        <w:t xml:space="preserve">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
    <w:p w:rsidR="00ED2B6B" w:rsidRDefault="00C65ECF" w14:paraId="0060A108" w14:textId="77777777">
      <w:pPr>
        <w:pStyle w:val="Redaliapuces"/>
        <w:numPr>
          <w:ilvl w:val="0"/>
          <w:numId w:val="31"/>
        </w:numPr>
        <w:bidi w:val="false"/>
      </w:pPr>
      <w:r>
        <w:rPr>
          <w:rtl w:val="false"/>
        </w:rPr>
        <w:t xml:space="preserve">Limit access to the market or the free exercise of competition by other companies;</w:t>
      </w:r>
    </w:p>
    <w:p w:rsidR="00ED2B6B" w:rsidRDefault="00C65ECF" w14:paraId="160E6123" w14:textId="77777777">
      <w:pPr>
        <w:pStyle w:val="Redaliapuces"/>
        <w:numPr>
          <w:ilvl w:val="0"/>
          <w:numId w:val="31"/>
        </w:numPr>
        <w:bidi w:val="false"/>
      </w:pPr>
      <w:r>
        <w:rPr>
          <w:rtl w:val="false"/>
        </w:rPr>
        <w:t xml:space="preserve">Obstruct price-setting through free market forces by artificially promoting their rise or fall;</w:t>
      </w:r>
      <w:r>
        <w:rPr>
          <w:rtl w:val="false"/>
        </w:rPr>
        <w:lastRenderedPageBreak/>
        <w:t/>
      </w:r>
    </w:p>
    <w:p w:rsidR="00ED2B6B" w:rsidRDefault="00C65ECF" w14:paraId="40B13C28" w14:textId="77777777">
      <w:pPr>
        <w:pStyle w:val="Redaliapuces"/>
        <w:numPr>
          <w:ilvl w:val="0"/>
          <w:numId w:val="31"/>
        </w:numPr>
        <w:bidi w:val="false"/>
      </w:pPr>
      <w:r>
        <w:rPr>
          <w:rtl w:val="false"/>
        </w:rPr>
        <w:t xml:space="preserve">Limit or control production, markets, investments or technical progress;</w:t>
      </w:r>
    </w:p>
    <w:p w:rsidR="00ED2B6B" w:rsidRDefault="00C65ECF" w14:paraId="6A5D9477" w14:textId="77777777">
      <w:pPr>
        <w:pStyle w:val="Redaliapuces"/>
        <w:numPr>
          <w:ilvl w:val="0"/>
          <w:numId w:val="31"/>
        </w:numPr>
        <w:bidi w:val="false"/>
      </w:pPr>
      <w:r>
        <w:rPr>
          <w:rtl w:val="false"/>
        </w:rPr>
        <w:t xml:space="preserve">Allocate markets or sources of supply.</w:t>
      </w:r>
    </w:p>
    <w:p w:rsidR="00ED2B6B" w:rsidRDefault="00ED2B6B" w14:paraId="231585A7" w14:textId="77777777">
      <w:pPr>
        <w:pStyle w:val="RedaliaNormal"/>
      </w:pPr>
    </w:p>
    <w:p w:rsidR="00ED2B6B" w:rsidRDefault="00C65ECF" w14:paraId="0BB52B24" w14:textId="77777777">
      <w:pPr>
        <w:pStyle w:val="RedaliaNormal"/>
        <w:bidi w:val="false"/>
        <w:rPr>
          <w:u w:val="single"/>
        </w:rPr>
      </w:pPr>
      <w:r>
        <w:rPr>
          <w:u w:val="single"/>
          <w:rtl w:val="false"/>
        </w:rPr>
        <w:t xml:space="preserve">Confidential Information:</w:t>
      </w:r>
    </w:p>
    <w:p w:rsidR="00ED2B6B" w:rsidRDefault="00C65ECF" w14:paraId="4044C4E4" w14:textId="77777777">
      <w:pPr>
        <w:pStyle w:val="RedaliaNormal"/>
        <w:bidi w:val="false"/>
      </w:pPr>
      <w:r>
        <w:rPr>
          <w:rtl w:val="false"/>
        </w:rPr>
        <w:t xml:space="preserve">Refers to:</w:t>
      </w:r>
    </w:p>
    <w:p w:rsidR="00ED2B6B" w:rsidRDefault="00C65ECF" w14:paraId="29423D3D" w14:textId="77777777">
      <w:pPr>
        <w:pStyle w:val="Redaliapuces"/>
        <w:numPr>
          <w:ilvl w:val="0"/>
          <w:numId w:val="31"/>
        </w:numPr>
        <w:bidi w:val="false"/>
      </w:pPr>
      <w:r>
        <w:rPr>
          <w:rtl w:val="false"/>
        </w:rPr>
        <w:t xml:space="preserve">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rsidR="00ED2B6B" w:rsidRDefault="00C65ECF" w14:paraId="6D3421E7" w14:textId="77777777">
      <w:pPr>
        <w:pStyle w:val="Redaliapuces"/>
        <w:numPr>
          <w:ilvl w:val="0"/>
          <w:numId w:val="31"/>
        </w:numPr>
        <w:bidi w:val="false"/>
      </w:pPr>
      <w:r>
        <w:rPr>
          <w:rtl w:val="false"/>
        </w:rPr>
        <w:t xml:space="preserve">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rsidR="00ED2B6B" w:rsidRDefault="00C65ECF" w14:paraId="04058578" w14:textId="77777777">
      <w:pPr>
        <w:pStyle w:val="Redaliapuces"/>
        <w:numPr>
          <w:ilvl w:val="0"/>
          <w:numId w:val="31"/>
        </w:numPr>
        <w:bidi w:val="false"/>
      </w:pPr>
      <w:r>
        <w:rPr>
          <w:rtl w:val="false"/>
        </w:rPr>
        <w:t xml:space="preserve">The Service (including reports, works, studies carried out in connection with the Service) and any related information.</w:t>
      </w:r>
    </w:p>
    <w:p w:rsidR="00ED2B6B" w:rsidRDefault="00ED2B6B" w14:paraId="62DE0B75" w14:textId="77777777">
      <w:pPr>
        <w:pStyle w:val="RedaliaNormal"/>
      </w:pPr>
    </w:p>
    <w:p w:rsidR="00ED2B6B" w:rsidRDefault="00C65ECF" w14:paraId="7B6A708D" w14:textId="77777777">
      <w:pPr>
        <w:pStyle w:val="RedaliaNormal"/>
        <w:bidi w:val="false"/>
        <w:rPr>
          <w:u w:val="single"/>
        </w:rPr>
      </w:pPr>
      <w:r>
        <w:rPr>
          <w:u w:val="single"/>
          <w:rtl w:val="false"/>
        </w:rPr>
        <w:t xml:space="preserve">Representative</w:t>
      </w:r>
    </w:p>
    <w:p w:rsidR="00ED2B6B" w:rsidRDefault="00C65ECF" w14:paraId="3D6CC463" w14:textId="77777777">
      <w:pPr>
        <w:pStyle w:val="RedaliaNormal"/>
        <w:bidi w:val="false"/>
      </w:pPr>
      <w:r>
        <w:rPr>
          <w:rtl w:val="false"/>
        </w:rPr>
        <w:t xml:space="preserve">Designates the member of the Holder Group designated in this contract who represents all the members of the Group vis-à-vis the Contracting Authority.</w:t>
      </w:r>
    </w:p>
    <w:p w:rsidR="00ED2B6B" w:rsidRDefault="00ED2B6B" w14:paraId="10B6EADA" w14:textId="77777777">
      <w:pPr>
        <w:pStyle w:val="RedaliaNormal"/>
      </w:pPr>
    </w:p>
    <w:p w:rsidR="00ED2B6B" w:rsidRDefault="00C65ECF" w14:paraId="545C5B5A" w14:textId="77777777">
      <w:pPr>
        <w:pStyle w:val="RedaliaNormal"/>
        <w:bidi w:val="false"/>
        <w:rPr>
          <w:u w:val="single"/>
        </w:rPr>
      </w:pPr>
      <w:r>
        <w:rPr>
          <w:u w:val="single"/>
          <w:rtl w:val="false"/>
        </w:rPr>
        <w:t xml:space="preserve">Staff:</w:t>
      </w:r>
    </w:p>
    <w:p w:rsidR="00ED2B6B" w:rsidRDefault="00C65ECF" w14:paraId="76296156" w14:textId="77777777">
      <w:pPr>
        <w:pStyle w:val="RedaliaNormal"/>
        <w:bidi w:val="false"/>
      </w:pPr>
      <w:r>
        <w:rPr>
          <w:rtl w:val="false"/>
        </w:rPr>
        <w:t xml:space="preserve">Refers to the staff of the Account Holder assigned by the latter to perform the Service.</w:t>
      </w:r>
    </w:p>
    <w:p w:rsidR="00ED2B6B" w:rsidRDefault="00ED2B6B" w14:paraId="2C8811AF" w14:textId="77777777">
      <w:pPr>
        <w:pStyle w:val="RedaliaNormal"/>
      </w:pPr>
    </w:p>
    <w:p w:rsidR="00ED2B6B" w:rsidRDefault="00C65ECF" w14:paraId="7B1B40B6" w14:textId="77777777">
      <w:pPr>
        <w:pStyle w:val="RedaliaNormal"/>
        <w:bidi w:val="false"/>
        <w:rPr>
          <w:u w:val="single"/>
        </w:rPr>
      </w:pPr>
      <w:r>
        <w:rPr>
          <w:u w:val="single"/>
          <w:rtl w:val="false"/>
        </w:rPr>
        <w:t xml:space="preserve">Service:</w:t>
      </w:r>
    </w:p>
    <w:p w:rsidR="00ED2B6B" w:rsidRDefault="00C65ECF" w14:paraId="5F8E73A9" w14:textId="77777777">
      <w:pPr>
        <w:pStyle w:val="RedaliaNormal"/>
        <w:bidi w:val="false"/>
      </w:pPr>
      <w:r>
        <w:rPr>
          <w:rtl w:val="false"/>
        </w:rPr>
        <w:t xml:space="preserve">Means all tasks, activities, services, deliverables and services to be performed by the Contractor under the Contract.</w:t>
      </w:r>
    </w:p>
    <w:p w:rsidR="00ED2B6B" w:rsidRDefault="00ED2B6B" w14:paraId="76F809CF" w14:textId="77777777">
      <w:pPr>
        <w:pStyle w:val="RedaliaNormal"/>
      </w:pPr>
    </w:p>
    <w:p w:rsidR="00ED2B6B" w:rsidRDefault="00C65ECF" w14:paraId="249D4E3A" w14:textId="77777777">
      <w:pPr>
        <w:pStyle w:val="RedaliaNormal"/>
        <w:bidi w:val="false"/>
        <w:rPr>
          <w:u w:val="single"/>
        </w:rPr>
      </w:pPr>
      <w:r>
        <w:rPr>
          <w:u w:val="single"/>
          <w:rtl w:val="false"/>
        </w:rPr>
        <w:t xml:space="preserve">Outsourced Essential Service Provision:</w:t>
      </w:r>
    </w:p>
    <w:p w:rsidR="00ED2B6B" w:rsidRDefault="00C65ECF" w14:paraId="41CEBCA5" w14:textId="77777777">
      <w:pPr>
        <w:pStyle w:val="RedaliaNormal"/>
        <w:bidi w:val="false"/>
      </w:pPr>
      <w:r>
        <w:rPr>
          <w:rtl w:val="false"/>
        </w:rPr>
        <w:t xml:space="preserve">The decree of November 3, 2014 (articles 10q, 231 and following and 253) and the Monetary and Financial Code define the essential outsourced services as follows:</w:t>
      </w:r>
    </w:p>
    <w:p w:rsidR="00ED2B6B" w:rsidRDefault="00C65ECF" w14:paraId="3327DAE9" w14:textId="77777777">
      <w:pPr>
        <w:pStyle w:val="Redaliapuces"/>
        <w:numPr>
          <w:ilvl w:val="0"/>
          <w:numId w:val="31"/>
        </w:numPr>
        <w:bidi w:val="false"/>
      </w:pPr>
      <w:r>
        <w:rPr>
          <w:rtl w:val="false"/>
        </w:rPr>
        <w:t xml:space="preserve">Banking operations, electronic money issuance and management, payment services and investment services for which the obliged enterprise has been authorised;</w:t>
      </w:r>
    </w:p>
    <w:p w:rsidR="00ED2B6B" w:rsidRDefault="00C65ECF" w14:paraId="1B05F5BD" w14:textId="77777777">
      <w:pPr>
        <w:pStyle w:val="Redaliapuces"/>
        <w:numPr>
          <w:ilvl w:val="0"/>
          <w:numId w:val="31"/>
        </w:numPr>
        <w:bidi w:val="false"/>
      </w:pPr>
      <w:r>
        <w:rPr>
          <w:rtl w:val="false"/>
        </w:rPr>
        <w:t xml:space="preserve">Related operations;</w:t>
      </w:r>
    </w:p>
    <w:p w:rsidR="00ED2B6B" w:rsidRDefault="00C65ECF" w14:paraId="4EB10603" w14:textId="77777777">
      <w:pPr>
        <w:pStyle w:val="Redaliapuces"/>
        <w:numPr>
          <w:ilvl w:val="0"/>
          <w:numId w:val="31"/>
        </w:numPr>
        <w:bidi w:val="false"/>
      </w:pPr>
      <w:r>
        <w:rPr>
          <w:rtl w:val="false"/>
        </w:rPr>
        <w:t xml:space="preserve">Services directly involved in the execution of the operations or services mentioned above;</w:t>
      </w:r>
    </w:p>
    <w:p w:rsidR="00ED2B6B" w:rsidRDefault="00C65ECF" w14:paraId="78407D53" w14:textId="77777777">
      <w:pPr>
        <w:pStyle w:val="Redaliapuces"/>
        <w:numPr>
          <w:ilvl w:val="0"/>
          <w:numId w:val="31"/>
        </w:numPr>
        <w:bidi w:val="false"/>
      </w:pPr>
      <w:r>
        <w:rPr>
          <w:rtl w:val="false"/>
        </w:rPr>
        <w:t xml:space="preserve">Any provision of services where an anomaly or a failure in the performance of its activities is likely to seriously impair the ability of the undertaking subject to accreditation to comply at all times with the conditions and obligations of its accreditation and those relating to the pursuit of its activity, to its financial performance or the continuity of its services and activities.</w:t>
      </w:r>
    </w:p>
    <w:p w:rsidR="00ED2B6B" w:rsidRDefault="00ED2B6B" w14:paraId="5D14C9FE" w14:textId="77777777">
      <w:pPr>
        <w:pStyle w:val="RedaliaNormal"/>
      </w:pPr>
    </w:p>
    <w:p w:rsidR="00ED2B6B" w:rsidRDefault="00C65ECF" w14:paraId="01960465" w14:textId="77777777">
      <w:pPr>
        <w:pStyle w:val="RedaliaNormal"/>
        <w:bidi w:val="false"/>
        <w:rPr>
          <w:u w:val="single"/>
        </w:rPr>
      </w:pPr>
      <w:r>
        <w:rPr>
          <w:u w:val="single"/>
          <w:rtl w:val="false"/>
        </w:rPr>
        <w:t xml:space="preserve">Holder:</w:t>
      </w:r>
    </w:p>
    <w:p w:rsidR="00ED2B6B" w:rsidRDefault="00C65ECF" w14:paraId="7333587A" w14:textId="77777777">
      <w:pPr>
        <w:pStyle w:val="RedaliaNormal"/>
        <w:bidi w:val="false"/>
      </w:pPr>
      <w:r>
        <w:rPr>
          <w:rtl w:val="false"/>
        </w:rPr>
        <w:t xml:space="preserve">Designates the economic operator or, in the case of a Group, the Representative and any co-contractors, signing this Contract.</w:t>
      </w:r>
    </w:p>
    <w:p w:rsidR="00ED2B6B" w:rsidRDefault="00ED2B6B" w14:paraId="13D62C99" w14:textId="77777777">
      <w:pPr>
        <w:pStyle w:val="RedaliaNormal"/>
      </w:pPr>
    </w:p>
    <w:p w:rsidR="00ED2B6B" w:rsidRDefault="00C65ECF" w14:paraId="1A79945E" w14:textId="77777777">
      <w:pPr>
        <w:pStyle w:val="RedaliaTitre1"/>
        <w:bidi w:val="false"/>
      </w:pPr>
      <w:bookmarkStart w:name="_Toc180614112" w:id="30"/>
      <w:bookmarkStart w:name="__RefHeading___Toc11199_1436561398" w:id="31"/>
      <w:bookmarkStart w:name="_Toc200533608" w:id="32"/>
      <w:bookmarkStart w:name="_Toc201048495" w:id="33"/>
      <w:bookmarkStart w:name="_Toc217034979" w:id="34"/>
      <w:bookmarkStart w:name="_Toc221871263" w:id="35"/>
      <w:r>
        <w:rPr>
          <w:rtl w:val="false"/>
        </w:rPr>
        <w:t xml:space="preserve">Subject of the Contract- General provisions</w:t>
      </w:r>
      <w:bookmarkEnd w:id="11"/>
      <w:bookmarkEnd w:id="30"/>
      <w:bookmarkEnd w:id="31"/>
      <w:bookmarkEnd w:id="32"/>
      <w:bookmarkEnd w:id="33"/>
      <w:bookmarkEnd w:id="34"/>
      <w:bookmarkEnd w:id="35"/>
    </w:p>
    <w:p w:rsidR="00ED2B6B" w:rsidRDefault="00C65ECF" w14:paraId="453DA91F" w14:textId="77777777">
      <w:pPr>
        <w:pStyle w:val="RedaliaTitre2"/>
        <w:bidi w:val="false"/>
      </w:pPr>
      <w:bookmarkStart w:name="_Toc2394425" w:id="36"/>
      <w:bookmarkStart w:name="__RefHeading___Toc11201_1436561398" w:id="37"/>
      <w:bookmarkStart w:name="_Toc180614113" w:id="38"/>
      <w:bookmarkStart w:name="_Toc200533609" w:id="39"/>
      <w:bookmarkStart w:name="_Toc201048496" w:id="40"/>
      <w:bookmarkStart w:name="_Toc217034980" w:id="41"/>
      <w:bookmarkStart w:name="_Toc221871264" w:id="42"/>
      <w:bookmarkEnd w:id="36"/>
      <w:r>
        <w:rPr>
          <w:rtl w:val="false"/>
        </w:rPr>
        <w:t xml:space="preserve">Subject of the Contract</w:t>
      </w:r>
      <w:bookmarkEnd w:id="37"/>
      <w:bookmarkEnd w:id="38"/>
      <w:bookmarkEnd w:id="39"/>
      <w:bookmarkEnd w:id="40"/>
      <w:bookmarkEnd w:id="41"/>
      <w:bookmarkEnd w:id="42"/>
    </w:p>
    <w:p w:rsidR="00ED2B6B" w:rsidRDefault="00C65ECF" w14:paraId="698DF555" w14:textId="77777777">
      <w:pPr>
        <w:pStyle w:val="RedaliaNormal"/>
        <w:bidi w:val="false"/>
      </w:pPr>
      <w:r>
        <w:rPr>
          <w:rtl w:val="false"/>
        </w:rPr>
        <w:t xml:space="preserve">This Contract defines the conditions under which the Contracting Authority entrusts to the Holder, who accepts it, the performance of the following services: Development of a sustainable tourism master plan for the region of Korça (Albania)</w:t>
      </w:r>
    </w:p>
    <w:p w:rsidR="00ED2B6B" w:rsidRDefault="00ED2B6B" w14:paraId="0609AD60" w14:textId="77777777">
      <w:pPr>
        <w:pStyle w:val="RedaliaNormal"/>
      </w:pPr>
    </w:p>
    <w:p w:rsidR="00ED2B6B" w:rsidRDefault="00C65ECF" w14:paraId="3C4CFA24" w14:textId="77777777">
      <w:pPr>
        <w:pStyle w:val="RedaliaNormal"/>
        <w:bidi w:val="false"/>
      </w:pPr>
      <w:r>
        <w:rPr>
          <w:b/>
          <w:bCs/>
          <w:rtl w:val="false"/>
        </w:rPr>
        <w:t xml:space="preserve">Place(s) of execution</w:t>
      </w:r>
      <w:r>
        <w:rPr>
          <w:rtl w:val="false"/>
        </w:rPr>
        <w:t xml:space="preserve">: Albania</w:t>
      </w:r>
    </w:p>
    <w:p w:rsidR="00ED2B6B" w:rsidRDefault="00ED2B6B" w14:paraId="70250EBE" w14:textId="77777777">
      <w:pPr>
        <w:widowControl/>
        <w:suppressAutoHyphens w:val="0"/>
        <w:autoSpaceDE w:val="0"/>
        <w:textAlignment w:val="auto"/>
        <w:rPr>
          <w:rFonts w:ascii="Arial" w:hAnsi="Arial" w:eastAsia="Times New Roman" w:cs="Arial"/>
          <w:b/>
          <w:szCs w:val="22"/>
        </w:rPr>
      </w:pPr>
    </w:p>
    <w:p w:rsidR="00ED2B6B" w:rsidRDefault="00C65ECF" w14:paraId="58B37CCB" w14:textId="77777777">
      <w:pPr>
        <w:pStyle w:val="RedaliaTitre2"/>
        <w:bidi w:val="false"/>
      </w:pPr>
      <w:bookmarkStart w:name="_Toc200533611" w:id="43"/>
      <w:bookmarkStart w:name="_Toc201048498" w:id="44"/>
      <w:bookmarkStart w:name="_Toc217034981" w:id="45"/>
      <w:bookmarkStart w:name="_Toc221871265" w:id="46"/>
      <w:r>
        <w:rPr>
          <w:rtl w:val="false"/>
        </w:rPr>
        <w:t xml:space="preserve">Package price market</w:t>
      </w:r>
      <w:bookmarkEnd w:id="43"/>
      <w:bookmarkEnd w:id="44"/>
      <w:bookmarkEnd w:id="45"/>
      <w:bookmarkEnd w:id="46"/>
    </w:p>
    <w:p w:rsidR="00ED2B6B" w:rsidRDefault="00C65ECF" w14:paraId="78C755A1" w14:textId="77777777">
      <w:pPr>
        <w:bidi w:val="false"/>
      </w:pPr>
      <w:r>
        <w:rPr>
          <w:rtl w:val="false"/>
        </w:rPr>
        <w:t xml:space="preserve">The services covered by the Contract will be remunerated by applying the overall and flat-rate amount specified below.</w:t>
      </w:r>
    </w:p>
    <w:p w:rsidR="00ED2B6B" w:rsidRDefault="00ED2B6B" w14:paraId="122CF22F" w14:textId="77777777"/>
    <w:p w:rsidR="00ED2B6B" w:rsidRDefault="00C65ECF" w14:paraId="6153AFBE" w14:textId="77777777">
      <w:pPr>
        <w:pStyle w:val="RedaliaTitre2"/>
        <w:bidi w:val="false"/>
      </w:pPr>
      <w:bookmarkStart w:name="__RefHeading___Toc11207_1436561398" w:id="47"/>
      <w:bookmarkStart w:name="_Toc200533612" w:id="48"/>
      <w:bookmarkStart w:name="_Toc201048499" w:id="49"/>
      <w:bookmarkStart w:name="_Toc217034982" w:id="50"/>
      <w:bookmarkStart w:name="_Toc221871266" w:id="51"/>
      <w:r>
        <w:rPr>
          <w:rtl w:val="false"/>
        </w:rPr>
        <w:t xml:space="preserve">Duration of the contract</w:t>
      </w:r>
      <w:bookmarkEnd w:id="47"/>
      <w:r>
        <w:rPr>
          <w:rtl w:val="false"/>
        </w:rPr>
        <w:t/>
      </w:r>
      <w:bookmarkEnd w:id="48"/>
      <w:bookmarkEnd w:id="49"/>
      <w:bookmarkEnd w:id="50"/>
      <w:bookmarkEnd w:id="51"/>
    </w:p>
    <w:p w:rsidR="00ED2B6B" w:rsidRDefault="00C65ECF" w14:paraId="6289EE7A" w14:textId="77777777">
      <w:pPr>
        <w:pStyle w:val="RedaliaNormal"/>
        <w:bidi w:val="false"/>
      </w:pPr>
      <w:r>
        <w:rPr>
          <w:rtl w:val="false"/>
        </w:rPr>
        <w:t xml:space="preserve">The duration of the contract is set at 24 months from the date of notification of the contract.</w:t>
      </w:r>
    </w:p>
    <w:p w:rsidR="00ED2B6B" w:rsidRDefault="00C65ECF" w14:paraId="608EB215" w14:textId="77777777">
      <w:pPr>
        <w:pStyle w:val="RedaliaTitre2"/>
        <w:bidi w:val="false"/>
      </w:pPr>
      <w:bookmarkStart w:name="_Toc180614114" w:id="52"/>
      <w:bookmarkStart w:name="__RefHeading___Toc11209_1436561398" w:id="53"/>
      <w:bookmarkStart w:name="_Toc200533613" w:id="54"/>
      <w:bookmarkStart w:name="_Toc201048500" w:id="55"/>
      <w:bookmarkStart w:name="_Toc217034983" w:id="56"/>
      <w:bookmarkStart w:name="_Toc221871267" w:id="57"/>
      <w:r>
        <w:rPr>
          <w:rtl w:val="false"/>
        </w:rPr>
        <w:t xml:space="preserve">Execution times</w:t>
      </w:r>
      <w:bookmarkEnd w:id="52"/>
      <w:bookmarkEnd w:id="53"/>
      <w:bookmarkEnd w:id="54"/>
      <w:bookmarkEnd w:id="55"/>
      <w:bookmarkEnd w:id="56"/>
      <w:bookmarkEnd w:id="57"/>
    </w:p>
    <w:p w:rsidR="00ED2B6B" w:rsidRDefault="00C65ECF" w14:paraId="5D52C1D1" w14:textId="77777777">
      <w:pPr>
        <w:pStyle w:val="RedaliaNormal"/>
        <w:bidi w:val="false"/>
      </w:pPr>
      <w:r>
        <w:rPr>
          <w:rtl w:val="false"/>
        </w:rPr>
        <w:t xml:space="preserve">The lead times for services are mentioned in the RDAs.</w:t>
      </w:r>
    </w:p>
    <w:p w:rsidR="00ED2B6B" w:rsidRDefault="00ED2B6B" w14:paraId="4AE2683C" w14:textId="77777777">
      <w:pPr>
        <w:pStyle w:val="RedaliaNormal"/>
      </w:pPr>
    </w:p>
    <w:p w:rsidR="00ED2B6B" w:rsidRDefault="00C65ECF" w14:paraId="6AC5A28E" w14:textId="77777777">
      <w:pPr>
        <w:pStyle w:val="RedaliaTitre2"/>
        <w:bidi w:val="false"/>
      </w:pPr>
      <w:bookmarkStart w:name="__RefHeading___Toc11211_1436561398" w:id="58"/>
      <w:bookmarkStart w:name="_Toc200533614" w:id="59"/>
      <w:bookmarkStart w:name="_Toc201048501" w:id="60"/>
      <w:bookmarkStart w:name="_Toc217034984" w:id="61"/>
      <w:bookmarkStart w:name="_Toc221871268" w:id="62"/>
      <w:r>
        <w:rPr>
          <w:rtl w:val="false"/>
        </w:rPr>
        <w:t xml:space="preserve">Renewal</w:t>
      </w:r>
      <w:bookmarkEnd w:id="58"/>
      <w:bookmarkEnd w:id="59"/>
      <w:bookmarkEnd w:id="60"/>
      <w:bookmarkEnd w:id="61"/>
      <w:bookmarkEnd w:id="62"/>
    </w:p>
    <w:p w:rsidR="00ED2B6B" w:rsidRDefault="00C65ECF" w14:paraId="3AFA1CD8" w14:textId="77777777">
      <w:pPr>
        <w:pStyle w:val="RedaliaNormal"/>
        <w:bidi w:val="false"/>
      </w:pPr>
      <w:r>
        <w:rPr>
          <w:rtl w:val="false"/>
        </w:rPr>
        <w:t xml:space="preserve">The contract cannot be renewed.</w:t>
      </w:r>
    </w:p>
    <w:p w:rsidR="00ED2B6B" w:rsidRDefault="00C65ECF" w14:paraId="28315CAB" w14:textId="77777777">
      <w:pPr>
        <w:pStyle w:val="RedaliaTitre2"/>
        <w:bidi w:val="false"/>
      </w:pPr>
      <w:bookmarkStart w:name="_Toc180614115" w:id="63"/>
      <w:bookmarkStart w:name="__RefHeading___Toc11213_1436561398" w:id="64"/>
      <w:bookmarkStart w:name="_Toc44840163" w:id="65"/>
      <w:bookmarkStart w:name="_Toc200533615" w:id="66"/>
      <w:bookmarkStart w:name="_Toc201048502" w:id="67"/>
      <w:bookmarkStart w:name="_Toc217034985" w:id="68"/>
      <w:bookmarkStart w:name="_Toc221871269" w:id="69"/>
      <w:r>
        <w:rPr>
          <w:rtl w:val="false"/>
        </w:rPr>
        <w:t xml:space="preserve">Subcontracting</w:t>
      </w:r>
      <w:bookmarkEnd w:id="63"/>
      <w:bookmarkEnd w:id="64"/>
      <w:bookmarkEnd w:id="65"/>
      <w:bookmarkEnd w:id="66"/>
      <w:bookmarkEnd w:id="67"/>
      <w:bookmarkEnd w:id="68"/>
      <w:bookmarkEnd w:id="69"/>
    </w:p>
    <w:p w:rsidR="00ED2B6B" w:rsidRDefault="00C65ECF" w14:paraId="08BCC991" w14:textId="77777777">
      <w:pPr>
        <w:pStyle w:val="RedaliaNormal"/>
        <w:bidi w:val="false"/>
      </w:pPr>
      <w:r>
        <w:rPr>
          <w:rtl w:val="false"/>
        </w:rPr>
        <w:t xml:space="preserve">The Contractor may subcontract a part of the Service under his sole responsibility, subject to obtaining the prior written agreement of the Contracting Authority under the following conditions:</w:t>
      </w:r>
    </w:p>
    <w:p w:rsidR="00ED2B6B" w:rsidRDefault="00C65ECF" w14:paraId="4D8D710E" w14:textId="77777777">
      <w:pPr>
        <w:pStyle w:val="Redaliapuces"/>
        <w:numPr>
          <w:ilvl w:val="0"/>
          <w:numId w:val="45"/>
        </w:numPr>
        <w:bidi w:val="false"/>
      </w:pPr>
      <w:r>
        <w:rPr>
          <w:rtl w:val="false"/>
        </w:rPr>
        <w:t xml:space="preserve">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rsidR="00ED2B6B" w:rsidRDefault="00C65ECF" w14:paraId="4636F476" w14:textId="77777777">
      <w:pPr>
        <w:pStyle w:val="Redaliapuces"/>
        <w:numPr>
          <w:ilvl w:val="0"/>
          <w:numId w:val="31"/>
        </w:numPr>
        <w:bidi w:val="false"/>
      </w:pPr>
      <w:r>
        <w:rPr>
          <w:rtl w:val="false"/>
        </w:rPr>
        <w:t xml:space="preserve">The Contracting Authority shall have a period of fifteen (15) business days following receipt of the notification to notify the Holder in writing of its acceptance or refusal;</w:t>
      </w:r>
    </w:p>
    <w:p w:rsidR="00ED2B6B" w:rsidRDefault="00C65ECF" w14:paraId="454D2C8E" w14:textId="77777777">
      <w:pPr>
        <w:pStyle w:val="Redaliapuces"/>
        <w:numPr>
          <w:ilvl w:val="0"/>
          <w:numId w:val="31"/>
        </w:numPr>
        <w:bidi w:val="false"/>
      </w:pPr>
      <w:r>
        <w:rPr>
          <w:rtl w:val="false"/>
        </w:rPr>
        <w:t xml:space="preserve">In case of acceptance, the Holder will communicate as soon as possible to the Contracting Authority a copy of the corresponding subcontract(s).</w:t>
      </w:r>
    </w:p>
    <w:p w:rsidR="00ED2B6B" w:rsidRDefault="00ED2B6B" w14:paraId="3CB32DAF" w14:textId="77777777">
      <w:pPr>
        <w:pStyle w:val="RedaliaNormal"/>
      </w:pPr>
    </w:p>
    <w:p w:rsidR="00ED2B6B" w:rsidRDefault="00C65ECF" w14:paraId="40EC7435" w14:textId="77777777">
      <w:pPr>
        <w:pStyle w:val="RedaliaTitre2"/>
        <w:bidi w:val="false"/>
      </w:pPr>
      <w:bookmarkStart w:name="_Toc180614116" w:id="70"/>
      <w:bookmarkStart w:name="__RefHeading___Toc11215_1436561398" w:id="71"/>
      <w:bookmarkStart w:name="_Toc200533616" w:id="72"/>
      <w:bookmarkStart w:name="_Toc201048503" w:id="73"/>
      <w:bookmarkStart w:name="_Toc217034986" w:id="74"/>
      <w:bookmarkStart w:name="_Toc221871270" w:id="75"/>
      <w:r>
        <w:rPr>
          <w:rtl w:val="false"/>
        </w:rPr>
        <w:t xml:space="preserve">Amendment of the contract - Review clause</w:t>
      </w:r>
      <w:bookmarkEnd w:id="70"/>
      <w:bookmarkEnd w:id="71"/>
      <w:bookmarkEnd w:id="72"/>
      <w:bookmarkEnd w:id="73"/>
      <w:bookmarkEnd w:id="74"/>
      <w:bookmarkEnd w:id="75"/>
    </w:p>
    <w:p w:rsidR="00ED2B6B" w:rsidRDefault="00C65ECF" w14:paraId="4A32E2BB" w14:textId="77777777">
      <w:pPr>
        <w:bidi w:val="false"/>
        <w:jc w:val="both"/>
      </w:pPr>
      <w:r>
        <w:rPr>
          <w:rtl w:val="false"/>
        </w:rPr>
        <w:t xml:space="preserve">The contract may be modified by the conclusion of amending acts in the cases described in Articles R. 2194-1 to R. 2194-9 of the Public Procurement Code and in Article 25 of the 'e' PI. These modifications and/or additions may not have the effect of changing the overall nature of the Contract and must be directly related to the subject matter of the contract.</w:t>
      </w:r>
    </w:p>
    <w:p w:rsidR="00ED2B6B" w:rsidRDefault="00ED2B6B" w14:paraId="1D30F2BB" w14:textId="77777777">
      <w:pPr>
        <w:jc w:val="both"/>
      </w:pPr>
    </w:p>
    <w:p w:rsidR="00ED2B6B" w:rsidRDefault="00C65ECF" w14:paraId="79DCBEC1" w14:textId="77777777">
      <w:pPr>
        <w:bidi w:val="false"/>
        <w:jc w:val="both"/>
      </w:pPr>
      <w:r>
        <w:rPr>
          <w:rtl w:val="false"/>
        </w:rPr>
        <w:t xml:space="preserve">In accordance with the provisions of Article R.2194-1 of the Public Order Code, during the term of the Contract, at the initiative of the Holder or the buyer, modifications may be made to respond to a regulatory or normative evolution, of a technical or technological nature or to take into account the evolution of the conditions for performing services. These modifications and/or additions may not have the effect of changing the overall nature of the Contract and must be directly related to the subject matter of the contract.</w:t>
      </w:r>
    </w:p>
    <w:p w:rsidR="00ED2B6B" w:rsidRDefault="00ED2B6B" w14:paraId="248EF59D" w14:textId="77777777">
      <w:pPr>
        <w:jc w:val="both"/>
      </w:pPr>
    </w:p>
    <w:p w:rsidR="00ED2B6B" w:rsidRDefault="00C65ECF" w14:paraId="1B71597C" w14:textId="77777777">
      <w:pPr>
        <w:bidi w:val="false"/>
        <w:jc w:val="both"/>
      </w:pPr>
      <w:r>
        <w:rPr>
          <w:rtl w:val="false"/>
        </w:rPr>
        <w:t xml:space="preserve">The contracting authority and the Contractor may plan to negotiate a modification of the contract relating to the conditions under which the services are provided.</w:t>
      </w:r>
    </w:p>
    <w:p w:rsidR="00ED2B6B" w:rsidRDefault="00C65ECF" w14:paraId="6682AE88" w14:textId="77777777">
      <w:pPr>
        <w:pStyle w:val="Redaliapuces"/>
        <w:numPr>
          <w:ilvl w:val="0"/>
          <w:numId w:val="31"/>
        </w:numPr>
        <w:bidi w:val="false"/>
      </w:pPr>
      <w:r>
        <w:rPr>
          <w:rtl w:val="false"/>
        </w:rPr>
        <w:t xml:space="preserve">In the event of a significant increase or decrease in the forecast volume of services covered by the contract;</w:t>
      </w:r>
    </w:p>
    <w:p w:rsidR="00ED2B6B" w:rsidRDefault="00C65ECF" w14:paraId="3E6E71FF" w14:textId="77777777">
      <w:pPr>
        <w:pStyle w:val="Redaliapuces"/>
        <w:numPr>
          <w:ilvl w:val="0"/>
          <w:numId w:val="31"/>
        </w:numPr>
        <w:bidi w:val="false"/>
      </w:pPr>
      <w:r>
        <w:rPr>
          <w:rtl w:val="false"/>
        </w:rPr>
        <w:t xml:space="preserve">Or/and in the event of circumstances that the contracting authority and the Contractor could not foresee in their nature or scope and significantly modifying the conditions for performance of the contract.</w:t>
      </w:r>
    </w:p>
    <w:p w:rsidR="00ED2B6B" w:rsidRDefault="00ED2B6B" w14:paraId="2E180E44" w14:textId="77777777">
      <w:pPr>
        <w:jc w:val="both"/>
      </w:pPr>
    </w:p>
    <w:p w:rsidR="00ED2B6B" w:rsidRDefault="00C65ECF" w14:paraId="6BE81D3E" w14:textId="77777777">
      <w:pPr>
        <w:bidi w:val="false"/>
        <w:jc w:val="both"/>
      </w:pPr>
      <w:r>
        <w:rPr>
          <w:rtl w:val="false"/>
        </w:rPr>
        <w:t xml:space="preserve">If the parties agree on the modification of the contract, it is necessary to materialize the evolution through an amendment.</w:t>
      </w:r>
    </w:p>
    <w:p w:rsidR="00ED2B6B" w:rsidRDefault="00ED2B6B" w14:paraId="42B6CBDC" w14:textId="77777777">
      <w:pPr>
        <w:jc w:val="both"/>
      </w:pPr>
    </w:p>
    <w:p w:rsidR="00ED2B6B" w:rsidRDefault="00C65ECF" w14:paraId="79B785F8" w14:textId="77777777">
      <w:pPr>
        <w:bidi w:val="false"/>
        <w:jc w:val="both"/>
      </w:pPr>
      <w:r>
        <w:rPr>
          <w:rtl w:val="false"/>
        </w:rPr>
        <w:t xml:space="preserve">The Account Holder justifies by any means the equivalence of the economic conditions between the modified/added service and the analogous service on the market, in particular by communicating its margin rate. However, the increase in the maximum commitment amount may not exceed 20% of the initial maximum amount.</w:t>
      </w:r>
    </w:p>
    <w:p w:rsidR="00ED2B6B" w:rsidRDefault="00ED2B6B" w14:paraId="109B6D23" w14:textId="77777777">
      <w:pPr>
        <w:jc w:val="both"/>
      </w:pPr>
    </w:p>
    <w:p w:rsidR="00ED2B6B" w:rsidRDefault="00C65ECF" w14:paraId="35B69CE0" w14:textId="77777777">
      <w:pPr>
        <w:bidi w:val="false"/>
        <w:jc w:val="both"/>
      </w:pPr>
      <w:r>
        <w:rPr>
          <w:rtl w:val="false"/>
        </w:rPr>
        <w:t xml:space="preserve">In the event that the contracting authority and the Contractor do not agree on the modification of the contract, the contracting authority reserves the right to terminate the contract without compensation to the Contractor.</w:t>
      </w:r>
    </w:p>
    <w:p w:rsidR="00ED2B6B" w:rsidRDefault="00C65ECF" w14:paraId="39AD09F4" w14:textId="77777777">
      <w:pPr>
        <w:pStyle w:val="RedaliaTitre2"/>
        <w:bidi w:val="false"/>
      </w:pPr>
      <w:bookmarkStart w:name="_Toc180614117" w:id="76"/>
      <w:bookmarkStart w:name="__RefHeading___Toc11217_1436561398" w:id="77"/>
      <w:bookmarkStart w:name="_Toc200533617" w:id="78"/>
      <w:bookmarkStart w:name="_Toc201048504" w:id="79"/>
      <w:bookmarkStart w:name="_Toc217034987" w:id="80"/>
      <w:bookmarkStart w:name="_Toc221871271" w:id="81"/>
      <w:r>
        <w:rPr>
          <w:rtl w:val="false"/>
        </w:rPr>
        <w:t xml:space="preserve">Similar services</w:t>
      </w:r>
      <w:bookmarkEnd w:id="76"/>
      <w:bookmarkEnd w:id="77"/>
      <w:bookmarkEnd w:id="78"/>
      <w:bookmarkEnd w:id="79"/>
      <w:bookmarkEnd w:id="80"/>
      <w:bookmarkEnd w:id="81"/>
    </w:p>
    <w:p w:rsidR="00ED2B6B" w:rsidRDefault="00C65ECF" w14:paraId="3E63A18B" w14:textId="77777777">
      <w:pPr>
        <w:pStyle w:val="RedaliaNormal"/>
        <w:bidi w:val="false"/>
      </w:pPr>
      <w:r>
        <w:rPr>
          <w:rtl w:val="false"/>
        </w:rPr>
        <w:t xml:space="preserve">Services similar to those of this Contract may be awarded to the same Holder by a contract entered into without prior publicity or competition under the conditions provided for in Article R. 2122-7 of the Public Procurement Code.</w:t>
      </w:r>
    </w:p>
    <w:p w:rsidR="00ED2B6B" w:rsidRDefault="00C65ECF" w14:paraId="0F392B6A" w14:textId="77777777">
      <w:pPr>
        <w:pStyle w:val="RedaliaTitre1"/>
        <w:bidi w:val="false"/>
      </w:pPr>
      <w:bookmarkStart w:name="_Toc2394442" w:id="82"/>
      <w:bookmarkStart w:name="_Toc180614118" w:id="83"/>
      <w:bookmarkStart w:name="__RefHeading___Toc11219_1436561398" w:id="84"/>
      <w:bookmarkStart w:name="_Toc200533618" w:id="85"/>
      <w:bookmarkStart w:name="_Toc201048505" w:id="86"/>
      <w:bookmarkStart w:name="_Toc217034988" w:id="87"/>
      <w:bookmarkStart w:name="_Toc221871272" w:id="88"/>
      <w:bookmarkEnd w:id="82"/>
      <w:bookmarkEnd w:id="83"/>
      <w:r>
        <w:rPr>
          <w:rtl w:val="false"/>
        </w:rPr>
        <w:t xml:space="preserve">Constituent parts of the contract</w:t>
      </w:r>
      <w:bookmarkEnd w:id="84"/>
      <w:bookmarkEnd w:id="85"/>
      <w:bookmarkEnd w:id="86"/>
      <w:bookmarkEnd w:id="87"/>
      <w:bookmarkEnd w:id="88"/>
    </w:p>
    <w:p w:rsidR="00ED2B6B" w:rsidRDefault="00C65ECF" w14:paraId="1F4333C9" w14:textId="77777777">
      <w:pPr>
        <w:pStyle w:val="RedaliaNormal"/>
        <w:bidi w:val="false"/>
      </w:pPr>
      <w:r>
        <w:rPr>
          <w:rtl w:val="false"/>
        </w:rPr>
        <w:t xml:space="preserve">By derogation from article 4.1 of the CCAG PI, in case of contradiction between the stipulations of the contractual documents of the Contract, they prevail in the following order of priority:</w:t>
      </w:r>
    </w:p>
    <w:p w:rsidR="00ED2B6B" w:rsidRDefault="00C65ECF" w14:paraId="70267B49" w14:textId="77777777">
      <w:pPr>
        <w:pStyle w:val="Redaliapuces"/>
        <w:numPr>
          <w:ilvl w:val="0"/>
          <w:numId w:val="31"/>
        </w:numPr>
        <w:bidi w:val="false"/>
      </w:pPr>
      <w:r>
        <w:rPr>
          <w:rtl w:val="false"/>
        </w:rPr>
        <w:t xml:space="preserve">This Contract and any annexes thereto;</w:t>
      </w:r>
    </w:p>
    <w:p w:rsidR="00ED2B6B" w:rsidRDefault="00C65ECF" w14:paraId="0F54947C" w14:textId="77777777">
      <w:pPr>
        <w:pStyle w:val="Redaliapuces"/>
        <w:numPr>
          <w:ilvl w:val="0"/>
          <w:numId w:val="31"/>
        </w:numPr>
        <w:bidi w:val="false"/>
      </w:pPr>
      <w:r>
        <w:rPr>
          <w:rtl w:val="false"/>
        </w:rPr>
        <w:t xml:space="preserve">The specific technical specifications/TDR and any annexes, of which the original copy kept in the buyer’s archives is the sole authentic document;</w:t>
      </w:r>
    </w:p>
    <w:p w:rsidR="00ED2B6B" w:rsidRDefault="00C65ECF" w14:paraId="3AD1215A" w14:textId="77777777">
      <w:pPr>
        <w:pStyle w:val="Redaliapuces"/>
        <w:numPr>
          <w:ilvl w:val="0"/>
          <w:numId w:val="31"/>
        </w:numPr>
        <w:bidi w:val="false"/>
      </w:pPr>
      <w:r>
        <w:rPr>
          <w:rtl w:val="false"/>
        </w:rPr>
        <w:lastRenderedPageBreak/>
        <w:t xml:space="preserve">The general administrative clauses book for public intellectual services contracts (CCAG PI) approved by the decree of March 30, 2021 (published in JORF no 0078 of April 1, 2021);</w:t>
      </w:r>
    </w:p>
    <w:p w:rsidR="00ED2B6B" w:rsidRDefault="00C65ECF" w14:paraId="03F95E67" w14:textId="77777777">
      <w:pPr>
        <w:pStyle w:val="Redaliapuces"/>
        <w:numPr>
          <w:ilvl w:val="0"/>
          <w:numId w:val="31"/>
        </w:numPr>
        <w:bidi w:val="false"/>
      </w:pPr>
      <w:r>
        <w:rPr>
          <w:rtl w:val="false"/>
        </w:rPr>
        <w:t xml:space="preserve">The Holder’s offer;</w:t>
      </w:r>
    </w:p>
    <w:p w:rsidR="00ED2B6B" w:rsidRDefault="00C65ECF" w14:paraId="10A74DB1" w14:textId="77777777">
      <w:pPr>
        <w:pStyle w:val="Redaliapuces"/>
        <w:numPr>
          <w:ilvl w:val="0"/>
          <w:numId w:val="31"/>
        </w:numPr>
        <w:bidi w:val="false"/>
      </w:pPr>
      <w:r>
        <w:rPr>
          <w:rtl w:val="false"/>
        </w:rPr>
        <w:t xml:space="preserve">Special acts of subcontracting and their possible amending acts, subsequent to the contract notification.</w:t>
      </w:r>
    </w:p>
    <w:p w:rsidR="00ED2B6B" w:rsidRDefault="00ED2B6B" w14:paraId="7D5C4295" w14:textId="77777777">
      <w:pPr>
        <w:pStyle w:val="Redaliapuces"/>
        <w:numPr>
          <w:ilvl w:val="0"/>
          <w:numId w:val="0"/>
        </w:numPr>
        <w:tabs>
          <w:tab w:val="clear" w:pos="-5165"/>
          <w:tab w:val="clear" w:pos="3057"/>
          <w:tab w:val="left" w:pos="-4257"/>
          <w:tab w:val="left" w:pos="3965"/>
        </w:tabs>
        <w:ind w:left="284" w:hanging="227"/>
      </w:pPr>
    </w:p>
    <w:p w:rsidR="00ED2B6B" w:rsidRDefault="00ED2B6B" w14:paraId="577352AD" w14:textId="77777777">
      <w:pPr>
        <w:pStyle w:val="Redaliapuces"/>
        <w:numPr>
          <w:ilvl w:val="0"/>
          <w:numId w:val="0"/>
        </w:numPr>
        <w:tabs>
          <w:tab w:val="clear" w:pos="-5165"/>
          <w:tab w:val="clear" w:pos="3057"/>
          <w:tab w:val="left" w:pos="-4257"/>
          <w:tab w:val="left" w:pos="3965"/>
        </w:tabs>
        <w:ind w:left="284" w:hanging="227"/>
      </w:pPr>
    </w:p>
    <w:p w:rsidR="00ED2B6B" w:rsidRDefault="00C65ECF" w14:paraId="7E379D1F" w14:textId="77777777">
      <w:pPr>
        <w:pStyle w:val="RedaliaTitre1"/>
        <w:bidi w:val="false"/>
      </w:pPr>
      <w:bookmarkStart w:name="_Toc180614119" w:id="89"/>
      <w:bookmarkStart w:name="__RefHeading___Toc11221_1436561398" w:id="90"/>
      <w:bookmarkStart w:name="_Toc200533619" w:id="91"/>
      <w:bookmarkStart w:name="_Toc201048506" w:id="92"/>
      <w:bookmarkStart w:name="_Toc217034989" w:id="93"/>
      <w:bookmarkStart w:name="_Toc221871273" w:id="94"/>
      <w:r>
        <w:rPr>
          <w:rtl w:val="false"/>
        </w:rPr>
        <w:t xml:space="preserve">Conditions for performance of services</w:t>
      </w:r>
      <w:bookmarkEnd w:id="89"/>
      <w:bookmarkEnd w:id="90"/>
      <w:bookmarkEnd w:id="91"/>
      <w:bookmarkEnd w:id="92"/>
      <w:bookmarkEnd w:id="93"/>
      <w:bookmarkEnd w:id="94"/>
    </w:p>
    <w:p w:rsidR="00ED2B6B" w:rsidRDefault="00C65ECF" w14:paraId="3693AC24" w14:textId="77777777">
      <w:pPr>
        <w:pStyle w:val="RedaliaNormal"/>
        <w:bidi w:val="false"/>
      </w:pPr>
      <w:r>
        <w:rPr>
          <w:rtl w:val="false"/>
        </w:rPr>
        <w:t xml:space="preserve">The services must comply with market stipulations.</w:t>
      </w:r>
    </w:p>
    <w:p w:rsidR="00ED2B6B" w:rsidRDefault="00ED2B6B" w14:paraId="5A3FC0E9" w14:textId="77777777">
      <w:pPr>
        <w:pStyle w:val="RedaliaNormal"/>
      </w:pPr>
    </w:p>
    <w:p w:rsidR="00ED2B6B" w:rsidRDefault="00C65ECF" w14:paraId="5AD890B2" w14:textId="77777777">
      <w:pPr>
        <w:pStyle w:val="RedaliaNormal"/>
        <w:bidi w:val="false"/>
      </w:pPr>
      <w:r>
        <w:rPr>
          <w:rtl w:val="false"/>
        </w:rPr>
        <w:t xml:space="preserve">The Contracting Authority will make available to the holder the documents in its possession necessary for the performance of the services and will facilitate, as appropriate, the obtaining from other competent bodies of information and data that the holder may need.</w:t>
      </w:r>
    </w:p>
    <w:p w:rsidR="00ED2B6B" w:rsidRDefault="00ED2B6B" w14:paraId="4133E5A4" w14:textId="77777777">
      <w:pPr>
        <w:pStyle w:val="RedaliaNormal"/>
      </w:pPr>
    </w:p>
    <w:p w:rsidR="00ED2B6B" w:rsidRDefault="00C65ECF" w14:paraId="7EFD8A68" w14:textId="77777777">
      <w:pPr>
        <w:pStyle w:val="RedaliaNormal"/>
        <w:bidi w:val="false"/>
      </w:pPr>
      <w:r>
        <w:rPr>
          <w:rtl w:val="false"/>
        </w:rPr>
        <w:t xml:space="preserve">The Account Holder must provide, within the framework of the execution of the Contract, all its know-how and skills for the performance of the Service. He will bring all the logistics and equipment necessary for the proper execution of the Service.</w:t>
      </w:r>
    </w:p>
    <w:p w:rsidR="00ED2B6B" w:rsidRDefault="00ED2B6B" w14:paraId="5FB3C312" w14:textId="77777777">
      <w:pPr>
        <w:pStyle w:val="RedaliaNormal"/>
      </w:pPr>
    </w:p>
    <w:p w:rsidR="00ED2B6B" w:rsidRDefault="00C65ECF" w14:paraId="0E4F7D28" w14:textId="77777777">
      <w:pPr>
        <w:pStyle w:val="RedaliaNormal"/>
        <w:bidi w:val="false"/>
      </w:pPr>
      <w:r>
        <w:rPr>
          <w:rtl w:val="false"/>
        </w:rPr>
        <w:t xml:space="preserve">The Account Holder must perform the Service in a professional manner and in accordance with the rules of art.</w:t>
      </w:r>
    </w:p>
    <w:p w:rsidR="00ED2B6B" w:rsidRDefault="00C65ECF" w14:paraId="1A81256D" w14:textId="77777777">
      <w:pPr>
        <w:pStyle w:val="RedaliaTitre2"/>
        <w:bidi w:val="false"/>
      </w:pPr>
      <w:bookmarkStart w:name="__RefHeading___Toc11223_1436561398" w:id="95"/>
      <w:bookmarkStart w:name="_Toc200533620" w:id="96"/>
      <w:bookmarkStart w:name="_Toc201048507" w:id="97"/>
      <w:bookmarkStart w:name="_Toc217034990" w:id="98"/>
      <w:bookmarkStart w:name="_Toc221871274" w:id="99"/>
      <w:r>
        <w:rPr>
          <w:rtl w:val="false"/>
        </w:rPr>
        <w:t xml:space="preserve">Staff assigned to the mission</w:t>
      </w:r>
      <w:bookmarkEnd w:id="95"/>
      <w:bookmarkEnd w:id="96"/>
      <w:bookmarkEnd w:id="97"/>
      <w:bookmarkEnd w:id="98"/>
      <w:bookmarkEnd w:id="99"/>
    </w:p>
    <w:p w:rsidR="00ED2B6B" w:rsidRDefault="00C65ECF" w14:paraId="67857B6C" w14:textId="77777777">
      <w:pPr>
        <w:pStyle w:val="RedaliaNormal"/>
        <w:bidi w:val="false"/>
      </w:pPr>
      <w:r>
        <w:rPr>
          <w:rtl w:val="false"/>
        </w:rPr>
        <w:t xml:space="preserve">The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rsidR="00ED2B6B" w:rsidRDefault="00ED2B6B" w14:paraId="06DCBA40" w14:textId="77777777">
      <w:pPr>
        <w:pStyle w:val="RedaliaNormal"/>
      </w:pPr>
    </w:p>
    <w:p w:rsidR="00ED2B6B" w:rsidRDefault="00C65ECF" w14:paraId="5CE1DED3" w14:textId="77777777">
      <w:pPr>
        <w:pStyle w:val="RedaliaNormal"/>
        <w:bidi w:val="false"/>
      </w:pPr>
      <w:r>
        <w:rPr>
          <w:rtl w:val="false"/>
        </w:rPr>
        <w:t xml:space="preserve">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rsidR="00ED2B6B" w:rsidRDefault="00ED2B6B" w14:paraId="602E199F" w14:textId="77777777">
      <w:pPr>
        <w:pStyle w:val="RedaliaNormal"/>
      </w:pPr>
    </w:p>
    <w:p w:rsidR="00ED2B6B" w:rsidRDefault="00C65ECF" w14:paraId="6399C1DA" w14:textId="77777777">
      <w:pPr>
        <w:pStyle w:val="RedaliaNormal"/>
        <w:bidi w:val="false"/>
      </w:pPr>
      <w:r>
        <w:rPr>
          <w:rtl w:val="false"/>
        </w:rPr>
        <w:t xml:space="preserve">The Staff will intervene under the supervision, legal, hierarchical and disciplinary responsibility of the Holder. The Account Holder therefore undertakes to carry out all applicable formalities with regard to the regulations in force at the expense of the employer concerning, in particular, employment law, social security coverage and tax obligations. The Staff will in all circumstances be under the sole authority of the Account Holder and will be exclusively and directly responsible for their activity to the latter.</w:t>
      </w:r>
    </w:p>
    <w:p w:rsidR="00ED2B6B" w:rsidRDefault="00ED2B6B" w14:paraId="1CAEA0EA" w14:textId="77777777">
      <w:pPr>
        <w:pStyle w:val="RedaliaNormal"/>
      </w:pPr>
    </w:p>
    <w:p w:rsidR="00ED2B6B" w:rsidRDefault="00C65ECF" w14:paraId="725FE6E1" w14:textId="77777777">
      <w:pPr>
        <w:pStyle w:val="RedaliaNormal"/>
        <w:bidi w:val="false"/>
      </w:pPr>
      <w:r>
        <w:rPr>
          <w:rtl w:val="false"/>
        </w:rPr>
        <w:t xml:space="preserve">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the necessary measures (insurance, mutuals...) to assist the Staff in case of difficulties arising locally, such as, for example, an evacuation for health or political reasons and (ii) provide any technical assistance that the Staff may need as part of their mission.</w:t>
      </w:r>
      <w:r>
        <w:rPr>
          <w:rtl w:val="false"/>
        </w:rPr>
        <w:lastRenderedPageBreak/>
        <w:t/>
      </w:r>
    </w:p>
    <w:p w:rsidR="00ED2B6B" w:rsidRDefault="00C65ECF" w14:paraId="64293694" w14:textId="77777777">
      <w:pPr>
        <w:pStyle w:val="RedaliaTitre2"/>
        <w:bidi w:val="false"/>
      </w:pPr>
      <w:bookmarkStart w:name="__RefHeading___Toc11225_1436561398" w:id="100"/>
      <w:bookmarkStart w:name="_Toc200533621" w:id="101"/>
      <w:bookmarkStart w:name="_Toc201048508" w:id="102"/>
      <w:bookmarkStart w:name="_Toc217034991" w:id="103"/>
      <w:bookmarkStart w:name="_Toc221871275" w:id="104"/>
      <w:r>
        <w:rPr>
          <w:rtl w:val="false"/>
        </w:rPr>
        <w:t xml:space="preserve">Environmental considerations and mission execution</w:t>
      </w:r>
      <w:bookmarkEnd w:id="100"/>
      <w:bookmarkEnd w:id="101"/>
      <w:bookmarkEnd w:id="102"/>
      <w:bookmarkEnd w:id="103"/>
      <w:bookmarkEnd w:id="104"/>
    </w:p>
    <w:p w:rsidR="00ED2B6B" w:rsidRDefault="00C65ECF" w14:paraId="1C1FBAE3" w14:textId="77777777">
      <w:pPr>
        <w:pStyle w:val="RedaliaNormal"/>
        <w:bidi w:val="false"/>
      </w:pPr>
      <w:r>
        <w:rPr>
          <w:rtl w:val="false"/>
        </w:rPr>
        <w:t xml:space="preserve">The Holder will have to reduce his carbon impact as much as possible during the mission. As regards travel to the location of the mission, the incumbent is invited, insofar as possible, to prioritize environmentally friendly modes of transport, low emitting CO2 in line with the objectives of promoting sustainable development pursued by the Contracting Authority.</w:t>
      </w:r>
    </w:p>
    <w:p w:rsidR="00ED2B6B" w:rsidRDefault="00C65ECF" w14:paraId="08515841" w14:textId="77777777">
      <w:pPr>
        <w:pStyle w:val="RedaliaTitre2"/>
        <w:bidi w:val="false"/>
      </w:pPr>
      <w:bookmarkStart w:name="__RefHeading___Toc11227_1436561398" w:id="105"/>
      <w:bookmarkStart w:name="_Toc200533622" w:id="106"/>
      <w:bookmarkStart w:name="_Toc201048509" w:id="107"/>
      <w:bookmarkStart w:name="_Toc217034992" w:id="108"/>
      <w:bookmarkStart w:name="_Toc221871276" w:id="109"/>
      <w:r>
        <w:rPr>
          <w:rtl w:val="false"/>
        </w:rPr>
        <w:t xml:space="preserve">Security</w:t>
      </w:r>
      <w:bookmarkEnd w:id="105"/>
      <w:bookmarkEnd w:id="106"/>
      <w:bookmarkEnd w:id="107"/>
      <w:bookmarkEnd w:id="108"/>
      <w:bookmarkEnd w:id="109"/>
    </w:p>
    <w:p w:rsidR="00ED2B6B" w:rsidRDefault="00C65ECF" w14:paraId="33B37B86" w14:textId="77777777">
      <w:pPr>
        <w:pStyle w:val="RedaliaNormal"/>
        <w:bidi w:val="false"/>
      </w:pPr>
      <w:r>
        <w:rPr>
          <w:rtl w:val="false"/>
        </w:rPr>
        <w:t xml:space="preserve">The Holder undertakes to comply with all applicable security laws and regulations, and to take the measures required by him to ensure the safety of his staff, for whom he is solely responsible.</w:t>
      </w:r>
    </w:p>
    <w:p w:rsidR="00ED2B6B" w:rsidRDefault="00ED2B6B" w14:paraId="07968938" w14:textId="77777777">
      <w:pPr>
        <w:pStyle w:val="RedaliaNormal"/>
      </w:pPr>
    </w:p>
    <w:p w:rsidR="00ED2B6B" w:rsidRDefault="00C65ECF" w14:paraId="351ACC09" w14:textId="77777777">
      <w:pPr>
        <w:pStyle w:val="RedaliaNormal"/>
        <w:bidi w:val="false"/>
      </w:pPr>
      <w:r>
        <w:rPr>
          <w:rtl w:val="false"/>
        </w:rPr>
        <w:t xml:space="preserve">The Contracting Authority is not responsible for the security of natural persons or personnel of legal entities to whom the Holder would entrust or delegate, in any manner whatsoever, all or part of the performance of the Service(s).</w:t>
      </w:r>
    </w:p>
    <w:p w:rsidR="00ED2B6B" w:rsidRDefault="00ED2B6B" w14:paraId="601252EE" w14:textId="77777777">
      <w:pPr>
        <w:pStyle w:val="RedaliaNormal"/>
      </w:pPr>
    </w:p>
    <w:p w:rsidR="00ED2B6B" w:rsidRDefault="00C65ECF" w14:paraId="3A045040" w14:textId="77777777">
      <w:pPr>
        <w:pStyle w:val="RedaliaNormal"/>
        <w:bidi w:val="false"/>
      </w:pPr>
      <w:r>
        <w:rPr>
          <w:rtl w:val="false"/>
        </w:rPr>
        <w:t xml:space="preserve">The Account Holder is solely responsible for the safety of individuals or personnel of legal entities to whom he/she entrusts or delegates, in any manner whatsoever, all or part of the performance of the Services. The Contracting Authority is not responsible for the security procedures and management of the security of these persons and their staff.</w:t>
      </w:r>
    </w:p>
    <w:p w:rsidR="00ED2B6B" w:rsidRDefault="00ED2B6B" w14:paraId="52876E48" w14:textId="77777777">
      <w:pPr>
        <w:pStyle w:val="RedaliaNormal"/>
      </w:pPr>
    </w:p>
    <w:p w:rsidR="00ED2B6B" w:rsidRDefault="00C65ECF" w14:paraId="309EA17D" w14:textId="77777777">
      <w:pPr>
        <w:pStyle w:val="RedaliaNormal"/>
        <w:bidi w:val="false"/>
      </w:pPr>
      <w:r>
        <w:rPr>
          <w:rtl w:val="false"/>
        </w:rPr>
        <w:t xml:space="preserve">Throughout the duration of the performance of the Service(s), and in particular prior to any movement of its staff, the Account Holder undertakes to inquire with the French Embassy(s) of the country(ies) concerned. and/ or the competent consular or local authorities with regard to their nationality of the country/countries concerned, on the security risks incurred and to make good use of the advice provided by their services. He undertakes to ensure that the natural or legal persons acting on his behalf in connection with the provision of the Service(s) comply with this obligation.</w:t>
      </w:r>
    </w:p>
    <w:p w:rsidR="00ED2B6B" w:rsidRDefault="00ED2B6B" w14:paraId="50A61060" w14:textId="77777777">
      <w:pPr>
        <w:pStyle w:val="RedaliaNormal"/>
      </w:pPr>
    </w:p>
    <w:p w:rsidR="00ED2B6B" w:rsidRDefault="00C65ECF" w14:paraId="0DCF1629" w14:textId="77777777">
      <w:pPr>
        <w:pStyle w:val="RedaliaNormal"/>
        <w:bidi w:val="false"/>
      </w:pPr>
      <w:r>
        <w:rPr>
          <w:rtl w:val="false"/>
        </w:rPr>
        <w:t xml:space="preserve">When the area(s) in which the Service is implemented becomes/become the subject of an orange or red zone classification by the French Ministry for Europe and Foreign Affairs during the execution of the contract, the Contractor undertakes to suspend its activities in the area(s) concerned(s) and to transmit its security documentation to a specialized external body, designated and financed by the Contracting Authority.</w:t>
      </w:r>
    </w:p>
    <w:p w:rsidR="00ED2B6B" w:rsidRDefault="00ED2B6B" w14:paraId="5C91C9DB" w14:textId="77777777">
      <w:pPr>
        <w:pStyle w:val="RedaliaNormal"/>
      </w:pPr>
    </w:p>
    <w:p w:rsidR="00ED2B6B" w:rsidRDefault="00C65ECF" w14:paraId="5FF9C1C8" w14:textId="77777777">
      <w:pPr>
        <w:pStyle w:val="RedaliaNormal"/>
        <w:bidi w:val="false"/>
      </w:pPr>
      <w:r>
        <w:rPr>
          <w:rtl w:val="false"/>
        </w:rPr>
        <w:t xml:space="preserve">The specialized external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rsidR="00ED2B6B" w:rsidRDefault="00ED2B6B" w14:paraId="0B8BECBA" w14:textId="77777777">
      <w:pPr>
        <w:pStyle w:val="RedaliaNormal"/>
      </w:pPr>
    </w:p>
    <w:p w:rsidR="00ED2B6B" w:rsidRDefault="00C65ECF" w14:paraId="12055199" w14:textId="77777777">
      <w:pPr>
        <w:pStyle w:val="RedaliaNormal"/>
        <w:bidi w:val="false"/>
      </w:pPr>
      <w:r>
        <w:rPr>
          <w:rtl w:val="false"/>
        </w:rPr>
        <w:lastRenderedPageBreak/>
        <w:t xml:space="preserve">The Holder is solely responsible for the decision to cancel or maintain the planned trips.</w:t>
      </w:r>
    </w:p>
    <w:p w:rsidR="00ED2B6B" w:rsidRDefault="00ED2B6B" w14:paraId="71180CA2" w14:textId="77777777">
      <w:pPr>
        <w:pStyle w:val="RedaliaNormal"/>
      </w:pPr>
    </w:p>
    <w:p w:rsidR="00ED2B6B" w:rsidRDefault="00C65ECF" w14:paraId="42A98994" w14:textId="77777777">
      <w:pPr>
        <w:pStyle w:val="RedaliaTitre2"/>
        <w:bidi w:val="false"/>
      </w:pPr>
      <w:bookmarkStart w:name="__RefHeading___Toc11229_1436561398" w:id="110"/>
      <w:bookmarkStart w:name="_Toc200533623" w:id="111"/>
      <w:bookmarkStart w:name="_Toc201048510" w:id="112"/>
      <w:bookmarkStart w:name="_Toc217034993" w:id="113"/>
      <w:bookmarkStart w:name="_Toc221871277" w:id="114"/>
      <w:r>
        <w:rPr>
          <w:rtl w:val="false"/>
        </w:rPr>
        <w:t xml:space="preserve">Suspension on grounds of serious and imminent risk</w:t>
      </w:r>
      <w:bookmarkEnd w:id="110"/>
      <w:bookmarkEnd w:id="111"/>
      <w:bookmarkEnd w:id="112"/>
      <w:bookmarkEnd w:id="113"/>
      <w:bookmarkEnd w:id="114"/>
    </w:p>
    <w:p w:rsidR="00ED2B6B" w:rsidRDefault="00C65ECF" w14:paraId="7D0FCDCD" w14:textId="77777777">
      <w:pPr>
        <w:pStyle w:val="RedaliaNormal"/>
        <w:bidi w:val="false"/>
      </w:pPr>
      <w:r>
        <w:rPr>
          <w:rtl w:val="false"/>
        </w:rPr>
        <w:t xml:space="preserve">In the event of a risk of serious and imminent injury to the physical integrity of its staff and any person acting on behalf of it, the Contractor may decide, without prior notification, to demobilize them from the area of performance of this contract and/or from the dangerous area, and may immediately suspend all or part of the execution of this contract.</w:t>
      </w:r>
    </w:p>
    <w:p w:rsidR="00ED2B6B" w:rsidRDefault="00ED2B6B" w14:paraId="625725E9" w14:textId="77777777">
      <w:pPr>
        <w:pStyle w:val="RedaliaNormal"/>
      </w:pPr>
    </w:p>
    <w:p w:rsidR="00ED2B6B" w:rsidRDefault="00C65ECF" w14:paraId="44563FF9" w14:textId="77777777">
      <w:pPr>
        <w:pStyle w:val="RedaliaNormal"/>
        <w:bidi w:val="false"/>
      </w:pPr>
      <w:r>
        <w:rPr>
          <w:rtl w:val="false"/>
        </w:rPr>
        <w:t xml:space="preserve">The Holder shall inform the Contracting Authority without delay.</w:t>
      </w:r>
    </w:p>
    <w:p w:rsidR="00ED2B6B" w:rsidRDefault="00C65ECF" w14:paraId="3BE1159D" w14:textId="77777777">
      <w:pPr>
        <w:pStyle w:val="RedaliaNormal"/>
        <w:bidi w:val="false"/>
      </w:pPr>
      <w:r>
        <w:rPr>
          <w:rtl w:val="false"/>
        </w:rPr>
        <w:t xml:space="preserve"> </w:t>
      </w:r>
    </w:p>
    <w:p w:rsidR="00ED2B6B" w:rsidRDefault="00C65ECF" w14:paraId="4506FFED" w14:textId="77777777">
      <w:pPr>
        <w:pStyle w:val="RedaliaNormal"/>
        <w:bidi w:val="false"/>
      </w:pPr>
      <w:r>
        <w:rPr>
          <w:rtl w:val="false"/>
        </w:rPr>
        <w:t xml:space="preserve">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rsidR="00ED2B6B" w:rsidRDefault="00ED2B6B" w14:paraId="38950369" w14:textId="77777777">
      <w:pPr>
        <w:pStyle w:val="RedaliaNormal"/>
      </w:pPr>
    </w:p>
    <w:p w:rsidR="00ED2B6B" w:rsidRDefault="00C65ECF" w14:paraId="47B0A497" w14:textId="77777777">
      <w:pPr>
        <w:pStyle w:val="RedaliaNormal"/>
        <w:bidi w:val="false"/>
      </w:pPr>
      <w:r>
        <w:rPr>
          <w:rtl w:val="false"/>
        </w:rPr>
        <w:t xml:space="preserve">The amount of reimbursable costs, resulting directly from this suspension, demobilization and/or remobilization of personnel, after deduction of amounts paid by the Holder’s insurance, as well as the reimbursement terms must be jointly agreed upon by the parties.</w:t>
      </w:r>
    </w:p>
    <w:p w:rsidR="00ED2B6B" w:rsidRDefault="00ED2B6B" w14:paraId="5EA71FB4" w14:textId="77777777">
      <w:pPr>
        <w:pStyle w:val="RedaliaNormal"/>
      </w:pPr>
    </w:p>
    <w:p w:rsidR="00ED2B6B" w:rsidRDefault="00C65ECF" w14:paraId="4C7816FA" w14:textId="77777777">
      <w:pPr>
        <w:pStyle w:val="RedaliaNormal"/>
        <w:bidi w:val="false"/>
      </w:pPr>
      <w:r>
        <w:rPr>
          <w:rtl w:val="false"/>
        </w:rPr>
        <w:t xml:space="preserve">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rsidR="00ED2B6B" w:rsidRDefault="00ED2B6B" w14:paraId="361665D0" w14:textId="77777777">
      <w:pPr>
        <w:pStyle w:val="RedaliaNormal"/>
      </w:pPr>
    </w:p>
    <w:p w:rsidR="00ED2B6B" w:rsidRDefault="00C65ECF" w14:paraId="144CB31C" w14:textId="77777777">
      <w:pPr>
        <w:pStyle w:val="RedaliaNormal"/>
        <w:bidi w:val="false"/>
      </w:pPr>
      <w:r>
        <w:rPr>
          <w:rtl w:val="false"/>
        </w:rPr>
        <w:t xml:space="preserve">In the event that the Account Holder is permanently prevented from performing this contract, article 38.1 of the CCAG Intellectual Services "Difficulties in the performance of the contract" will be applied.</w:t>
      </w:r>
    </w:p>
    <w:p w:rsidR="00ED2B6B" w:rsidRDefault="00C65ECF" w14:paraId="5D7FE4C7" w14:textId="77777777">
      <w:pPr>
        <w:pStyle w:val="RedaliaTitre1"/>
        <w:bidi w:val="false"/>
      </w:pPr>
      <w:bookmarkStart w:name="_Toc2394445" w:id="115"/>
      <w:bookmarkStart w:name="_Toc180614121" w:id="116"/>
      <w:bookmarkStart w:name="__RefHeading___Toc11231_1436561398" w:id="117"/>
      <w:bookmarkStart w:name="_Toc200533624" w:id="118"/>
      <w:bookmarkStart w:name="_Toc201048511" w:id="119"/>
      <w:bookmarkStart w:name="_Toc217034994" w:id="120"/>
      <w:bookmarkStart w:name="_Toc221871278" w:id="121"/>
      <w:r>
        <w:rPr>
          <w:rtl w:val="false"/>
        </w:rPr>
        <w:t xml:space="preserve">Price and price variation</w:t>
      </w:r>
      <w:bookmarkEnd w:id="115"/>
      <w:r>
        <w:rPr>
          <w:rtl w:val="false"/>
        </w:rPr>
        <w:t xml:space="preserve"/>
      </w:r>
      <w:bookmarkEnd w:id="116"/>
      <w:bookmarkEnd w:id="117"/>
      <w:bookmarkEnd w:id="118"/>
      <w:bookmarkEnd w:id="119"/>
      <w:bookmarkEnd w:id="120"/>
      <w:bookmarkEnd w:id="121"/>
    </w:p>
    <w:p w:rsidR="00ED2B6B" w:rsidRDefault="00C65ECF" w14:paraId="0E789B8F" w14:textId="77777777">
      <w:pPr>
        <w:pStyle w:val="RedaliaNormal"/>
        <w:bidi w:val="false"/>
      </w:pPr>
      <w:r>
        <w:rPr>
          <w:rtl w:val="false"/>
        </w:rPr>
        <w:t xml:space="preserve">The services covered by the Contract will be remunerated by applying the overall and flat-rate amount specified below.</w:t>
      </w:r>
    </w:p>
    <w:p w:rsidR="00ED2B6B" w:rsidRDefault="00ED2B6B" w14:paraId="43F47AB1" w14:textId="77777777">
      <w:pPr>
        <w:pStyle w:val="RedaliaNormal"/>
      </w:pPr>
    </w:p>
    <w:p w:rsidR="00ED2B6B" w:rsidRDefault="00C65ECF" w14:paraId="1513A58E" w14:textId="77777777">
      <w:pPr>
        <w:pStyle w:val="RedaliaNormal"/>
        <w:bidi w:val="false"/>
      </w:pPr>
      <w:r>
        <w:rPr>
          <w:rtl w:val="false"/>
        </w:rPr>
        <w:t xml:space="preserve">Amount excluding tax (in figures): …………………………………………..…</w:t>
      </w:r>
    </w:p>
    <w:p w:rsidR="00ED2B6B" w:rsidRDefault="00C65ECF" w14:paraId="2DC2F67A" w14:textId="77777777">
      <w:pPr>
        <w:pStyle w:val="RedaliaNormal"/>
        <w:bidi w:val="false"/>
      </w:pPr>
      <w:r>
        <w:rPr>
          <w:rtl w:val="false"/>
        </w:rPr>
        <w:t xml:space="preserve">VAT amount at the rate of 0% : ………………………………………………</w:t>
      </w:r>
    </w:p>
    <w:p w:rsidR="00ED2B6B" w:rsidRDefault="00C65ECF" w14:paraId="2B768182" w14:textId="77777777">
      <w:pPr>
        <w:pStyle w:val="RedaliaNormal"/>
        <w:bidi w:val="false"/>
      </w:pPr>
      <w:r>
        <w:rPr>
          <w:rtl w:val="false"/>
        </w:rPr>
        <w:t xml:space="preserve">Amount including tax (in figures): …………………………………………………….</w:t>
      </w:r>
    </w:p>
    <w:p w:rsidR="00ED2B6B" w:rsidRDefault="00C65ECF" w14:paraId="7C53343C" w14:textId="77777777">
      <w:pPr>
        <w:pStyle w:val="RedaliaNormal"/>
        <w:bidi w:val="false"/>
      </w:pPr>
      <w:r>
        <w:rPr>
          <w:rtl w:val="false"/>
        </w:rPr>
        <w:t xml:space="preserve">Amount including tax (in words): ……………………………………………………..</w:t>
      </w:r>
    </w:p>
    <w:p w:rsidR="00ED2B6B" w:rsidRDefault="00ED2B6B" w14:paraId="1F07E419" w14:textId="77777777">
      <w:pPr>
        <w:pStyle w:val="RedaliaNormal"/>
      </w:pPr>
    </w:p>
    <w:p w:rsidR="00ED2B6B" w:rsidRDefault="00C65ECF" w14:paraId="0CC66821" w14:textId="77777777">
      <w:pPr>
        <w:pStyle w:val="RedaliaNormal"/>
        <w:bidi w:val="false"/>
      </w:pPr>
      <w:r>
        <w:rPr>
          <w:rtl w:val="false"/>
        </w:rPr>
        <w:t xml:space="preserve">The amount of the offer includes all expenses necessary for the execution of the Contract under the conditions of the article «Price content» below.</w:t>
      </w:r>
    </w:p>
    <w:p w:rsidR="00ED2B6B" w:rsidRDefault="00ED2B6B" w14:paraId="329573AF" w14:textId="77777777">
      <w:pPr>
        <w:pStyle w:val="RedaliaNormal"/>
      </w:pPr>
    </w:p>
    <w:p w:rsidR="00ED2B6B" w:rsidRDefault="00C65ECF" w14:paraId="2A83D52B" w14:textId="77777777">
      <w:pPr>
        <w:pStyle w:val="RedaliaNormal"/>
        <w:bidi w:val="false"/>
      </w:pPr>
      <w:r>
        <w:rPr>
          <w:rtl w:val="false"/>
        </w:rPr>
        <w:t xml:space="preserve">In the event of a group, the detailed breakdown of services and tasks to be performed by each member of the group and the amount of the contract due to each member are broken down in the Global and Flat-Rate Price Breakdown (DPGF).</w:t>
      </w:r>
    </w:p>
    <w:p w:rsidR="00ED2B6B" w:rsidRDefault="00ED2B6B" w14:paraId="1E95AF3C" w14:textId="77777777">
      <w:pPr>
        <w:pStyle w:val="RedaliaNormal"/>
      </w:pPr>
    </w:p>
    <w:p w:rsidR="00ED2B6B" w:rsidRDefault="00C65ECF" w14:paraId="6F7057C0" w14:textId="77777777">
      <w:pPr>
        <w:pStyle w:val="RedaliaTitre2"/>
        <w:bidi w:val="false"/>
      </w:pPr>
      <w:bookmarkStart w:name="_Toc180614122" w:id="122"/>
      <w:bookmarkStart w:name="__RefHeading___Toc11233_1436561398" w:id="123"/>
      <w:bookmarkStart w:name="_Toc200533625" w:id="124"/>
      <w:bookmarkStart w:name="_Toc201048512" w:id="125"/>
      <w:bookmarkStart w:name="_Toc217034995" w:id="126"/>
      <w:bookmarkStart w:name="_Toc221871279" w:id="127"/>
      <w:r>
        <w:rPr>
          <w:rtl w:val="false"/>
        </w:rPr>
        <w:lastRenderedPageBreak/>
        <w:t xml:space="preserve">Method of establishing the Contract prices</w:t>
      </w:r>
      <w:bookmarkEnd w:id="122"/>
      <w:bookmarkEnd w:id="123"/>
      <w:bookmarkEnd w:id="124"/>
      <w:bookmarkEnd w:id="125"/>
      <w:bookmarkEnd w:id="126"/>
      <w:bookmarkEnd w:id="127"/>
    </w:p>
    <w:p w:rsidR="00ED2B6B" w:rsidRDefault="00C65ECF" w14:paraId="43E3617A" w14:textId="77777777">
      <w:pPr>
        <w:pStyle w:val="RedaliaNormal"/>
        <w:bidi w:val="false"/>
      </w:pPr>
      <w:r>
        <w:rPr>
          <w:rtl w:val="false"/>
        </w:rPr>
        <w:t xml:space="preserve">The price of this contract is deemed to be established on the basis of the economic conditions defined in </w:t>
      </w:r>
      <w:r>
        <w:rPr>
          <w:i/>
          <w:rtl w:val="false"/>
        </w:rPr>
        <w:t xml:space="preserve">the article Price variation</w:t>
      </w:r>
      <w:r>
        <w:rPr>
          <w:rtl w:val="false"/>
        </w:rPr>
        <w:t xml:space="preserve"> below.</w:t>
      </w:r>
    </w:p>
    <w:p w:rsidR="00ED2B6B" w:rsidRDefault="00C65ECF" w14:paraId="051F6190" w14:textId="77777777">
      <w:pPr>
        <w:pStyle w:val="RedaliaTitre2"/>
        <w:bidi w:val="false"/>
      </w:pPr>
      <w:bookmarkStart w:name="_Toc180614123" w:id="128"/>
      <w:bookmarkStart w:name="__RefHeading___Toc11235_1436561398" w:id="129"/>
      <w:bookmarkStart w:name="_Toc2394447" w:id="130"/>
      <w:bookmarkStart w:name="_Toc200533626" w:id="131"/>
      <w:bookmarkStart w:name="_Toc201048513" w:id="132"/>
      <w:bookmarkStart w:name="_Toc217034996" w:id="133"/>
      <w:bookmarkStart w:name="_Toc221871280" w:id="134"/>
      <w:r>
        <w:rPr>
          <w:rtl w:val="false"/>
        </w:rPr>
        <w:t xml:space="preserve">Content of the prices</w:t>
      </w:r>
      <w:bookmarkEnd w:id="128"/>
      <w:bookmarkEnd w:id="129"/>
      <w:bookmarkEnd w:id="130"/>
      <w:bookmarkEnd w:id="131"/>
      <w:bookmarkEnd w:id="132"/>
      <w:bookmarkEnd w:id="133"/>
      <w:bookmarkEnd w:id="134"/>
    </w:p>
    <w:p w:rsidR="00ED2B6B" w:rsidRDefault="00C65ECF" w14:paraId="1FEE756E" w14:textId="77777777">
      <w:pPr>
        <w:pStyle w:val="RedaliaNormal"/>
        <w:bidi w:val="false"/>
      </w:pPr>
      <w:r>
        <w:rPr>
          <w:rtl w:val="false"/>
        </w:rPr>
        <w:t xml:space="preserve">By way of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rsidR="00ED2B6B" w:rsidRDefault="00ED2B6B" w14:paraId="1A1BC592" w14:textId="77777777">
      <w:pPr>
        <w:pStyle w:val="RedaliaNormal"/>
      </w:pPr>
    </w:p>
    <w:p w:rsidR="00ED2B6B" w:rsidRDefault="00C65ECF" w14:paraId="367725E4" w14:textId="77777777">
      <w:pPr>
        <w:pStyle w:val="RedaliaNormal"/>
        <w:bidi w:val="false"/>
      </w:pPr>
      <w:r>
        <w:rPr>
          <w:rtl w:val="false"/>
        </w:rPr>
        <w:t xml:space="preserve">The price includes in particular salaries, all premiums, insurance, allowances, social charges, and any taxes inherent to the market, overheads, etc.</w:t>
      </w:r>
    </w:p>
    <w:p w:rsidR="00ED2B6B" w:rsidRDefault="00C65ECF" w14:paraId="13F569FB" w14:textId="77777777">
      <w:pPr>
        <w:pStyle w:val="RedaliaTitre2"/>
        <w:bidi w:val="false"/>
      </w:pPr>
      <w:bookmarkStart w:name="_Toc180614124" w:id="135"/>
      <w:bookmarkStart w:name="__RefHeading___Toc11237_1436561398" w:id="136"/>
      <w:bookmarkStart w:name="_Toc200533627" w:id="137"/>
      <w:bookmarkStart w:name="_Toc201048514" w:id="138"/>
      <w:bookmarkStart w:name="_Toc217034997" w:id="139"/>
      <w:bookmarkStart w:name="_Toc221871281" w:id="140"/>
      <w:r>
        <w:rPr>
          <w:rtl w:val="false"/>
        </w:rPr>
        <w:t xml:space="preserve">Regarding mission expenses</w:t>
      </w:r>
      <w:bookmarkEnd w:id="135"/>
      <w:bookmarkEnd w:id="136"/>
      <w:bookmarkEnd w:id="137"/>
      <w:bookmarkEnd w:id="138"/>
      <w:bookmarkEnd w:id="139"/>
      <w:bookmarkEnd w:id="140"/>
    </w:p>
    <w:p w:rsidR="00ED2B6B" w:rsidRDefault="00C65ECF" w14:paraId="48EF86F8" w14:textId="77777777">
      <w:pPr>
        <w:pStyle w:val="RedaliaTitre3"/>
        <w:bidi w:val="false"/>
      </w:pPr>
      <w:r>
        <w:rPr>
          <w:rtl w:val="false"/>
        </w:rPr>
        <w:t xml:space="preserve">Rules applicable to transport</w:t>
      </w:r>
    </w:p>
    <w:p w:rsidR="00ED2B6B" w:rsidRDefault="00C65ECF" w14:paraId="2819A832" w14:textId="77777777">
      <w:pPr>
        <w:pStyle w:val="RedaliaNormal"/>
        <w:bidi w:val="false"/>
      </w:pPr>
      <w:r>
        <w:rPr>
          <w:rtl w:val="false"/>
        </w:rPr>
        <w:t xml:space="preserve">Consultants must plan their missions as best as possible to allow the booking of tickets at advantageous rates.</w:t>
      </w:r>
    </w:p>
    <w:p w:rsidR="00ED2B6B" w:rsidRDefault="00C65ECF" w14:paraId="7B56404E" w14:textId="77777777">
      <w:pPr>
        <w:pStyle w:val="RedaliaNormal"/>
        <w:bidi w:val="false"/>
      </w:pPr>
      <w:r>
        <w:rPr>
          <w:rtl w:val="false"/>
        </w:rPr>
        <w:t xml:space="preserve">Flights on companies referenced in the blacklist of airlines of the European Commission are prohibited as part of business trips to AFD (black listed companies).</w:t>
      </w:r>
    </w:p>
    <w:p w:rsidR="00ED2B6B" w:rsidRDefault="00C65ECF" w14:paraId="36EDEEBE" w14:textId="77777777">
      <w:pPr>
        <w:pStyle w:val="RedaliaTitre3"/>
        <w:bidi w:val="false"/>
      </w:pPr>
      <w:r>
        <w:rPr>
          <w:rtl w:val="false"/>
        </w:rPr>
        <w:t xml:space="preserve">The per diem</w:t>
      </w:r>
    </w:p>
    <w:p w:rsidR="00ED2B6B" w:rsidRDefault="00C65ECF" w14:paraId="60ECB2FB" w14:textId="77777777">
      <w:pPr>
        <w:pStyle w:val="RedaliaNormal"/>
        <w:bidi w:val="false"/>
      </w:pPr>
      <w:r>
        <w:rPr>
          <w:rtl w:val="false"/>
        </w:rPr>
        <w:t xml:space="preserve">The per diem covers accommodation, meals, transport costs within the mission location and miscellaneous expenses.</w:t>
      </w:r>
    </w:p>
    <w:p w:rsidR="00ED2B6B" w:rsidRDefault="00C65ECF" w14:paraId="739B3DB8" w14:textId="77777777">
      <w:pPr>
        <w:pStyle w:val="RedaliaNormal"/>
        <w:bidi w:val="false"/>
      </w:pPr>
      <w:r>
        <w:rPr>
          <w:rtl w:val="false"/>
        </w:rPr>
        <w:t xml:space="preserve">Travel for mission purposes should be considered as part of the corresponding mission.</w:t>
      </w:r>
    </w:p>
    <w:p w:rsidR="00ED2B6B" w:rsidRDefault="00ED2B6B" w14:paraId="259BA352" w14:textId="77777777">
      <w:pPr>
        <w:pStyle w:val="RedaliaNormal"/>
      </w:pPr>
    </w:p>
    <w:p w:rsidR="00ED2B6B" w:rsidRDefault="00C65ECF" w14:paraId="5ED554C8" w14:textId="77777777">
      <w:pPr>
        <w:pStyle w:val="RedaliaNormal"/>
        <w:bidi w:val="false"/>
      </w:pPr>
      <w:r>
        <w:rPr>
          <w:rtl w:val="false"/>
        </w:rPr>
        <w:t xml:space="preserve">NB: The trips undertaken by the expert for his mobilization and demobilization as well as for his leave cannot be considered as working days or as a mission and will not give rise to the payment of daily allowances.</w:t>
      </w:r>
    </w:p>
    <w:p w:rsidR="00ED2B6B" w:rsidRDefault="00C65ECF" w14:paraId="39226E40" w14:textId="77777777">
      <w:pPr>
        <w:pStyle w:val="RedaliaTitre2"/>
        <w:bidi w:val="false"/>
      </w:pPr>
      <w:bookmarkStart w:name="_Toc180614125" w:id="141"/>
      <w:bookmarkStart w:name="__RefHeading___Toc11239_1436561398" w:id="142"/>
      <w:bookmarkStart w:name="_Toc200533628" w:id="143"/>
      <w:bookmarkStart w:name="_Toc201048515" w:id="144"/>
      <w:bookmarkStart w:name="_Toc217034998" w:id="145"/>
      <w:bookmarkStart w:name="_Toc221871282" w:id="146"/>
      <w:r>
        <w:rPr>
          <w:rtl w:val="false"/>
        </w:rPr>
        <w:t xml:space="preserve">Price variation</w:t>
      </w:r>
      <w:bookmarkEnd w:id="0"/>
      <w:bookmarkEnd w:id="141"/>
      <w:bookmarkEnd w:id="142"/>
      <w:bookmarkEnd w:id="143"/>
      <w:bookmarkEnd w:id="144"/>
      <w:bookmarkEnd w:id="145"/>
      <w:bookmarkEnd w:id="146"/>
    </w:p>
    <w:p w:rsidR="00ED2B6B" w:rsidRDefault="00C65ECF" w14:paraId="78EC4ECF" w14:textId="77777777">
      <w:pPr>
        <w:pStyle w:val="RedaliaNormal"/>
        <w:bidi w:val="false"/>
      </w:pPr>
      <w:r>
        <w:rPr>
          <w:rtl w:val="false"/>
        </w:rPr>
        <w:t xml:space="preserve">Market prices are firm.</w:t>
      </w:r>
    </w:p>
    <w:p w:rsidR="00ED2B6B" w:rsidRDefault="00C65ECF" w14:paraId="1C9858EE" w14:textId="77777777">
      <w:pPr>
        <w:pStyle w:val="RedaliaNormal"/>
        <w:bidi w:val="false"/>
      </w:pPr>
      <w:r>
        <w:rPr>
          <w:rtl w:val="false"/>
        </w:rPr>
        <w:t xml:space="preserve">The prices of this contract are deemed to be established on the basis of the economic conditions in the month of the date of submission of the offer by the holder.</w:t>
      </w:r>
    </w:p>
    <w:p w:rsidR="00ED2B6B" w:rsidRDefault="00C65ECF" w14:paraId="1B987483" w14:textId="77777777">
      <w:pPr>
        <w:pStyle w:val="RedaliaNormal"/>
        <w:bidi w:val="false"/>
      </w:pPr>
      <w:r>
        <w:rPr>
          <w:rtl w:val="false"/>
        </w:rPr>
        <w:t xml:space="preserve">This month is called «month zero».</w:t>
      </w:r>
    </w:p>
    <w:p w:rsidR="00ED2B6B" w:rsidRDefault="00C65ECF" w14:paraId="42BA7518" w14:textId="77777777">
      <w:pPr>
        <w:pStyle w:val="RedaliaTitre1"/>
        <w:bidi w:val="false"/>
      </w:pPr>
      <w:bookmarkStart w:name="_Toc180614126" w:id="147"/>
      <w:bookmarkStart w:name="__RefHeading___Toc11241_1436561398" w:id="148"/>
      <w:bookmarkStart w:name="_Toc200533629" w:id="149"/>
      <w:bookmarkStart w:name="_Toc201048516" w:id="150"/>
      <w:bookmarkStart w:name="_Toc217034999" w:id="151"/>
      <w:bookmarkStart w:name="_Toc221871283" w:id="152"/>
      <w:r>
        <w:rPr>
          <w:rtl w:val="false"/>
        </w:rPr>
        <w:t xml:space="preserve">Advance</w:t>
      </w:r>
      <w:bookmarkEnd w:id="147"/>
      <w:bookmarkEnd w:id="148"/>
      <w:bookmarkEnd w:id="149"/>
      <w:bookmarkEnd w:id="150"/>
      <w:bookmarkEnd w:id="151"/>
      <w:bookmarkEnd w:id="152"/>
    </w:p>
    <w:p w:rsidR="00ED2B6B" w:rsidRDefault="00C65ECF" w14:paraId="062AF9B5" w14:textId="77777777">
      <w:pPr>
        <w:pStyle w:val="RedaliaNormal"/>
        <w:bidi w:val="false"/>
      </w:pPr>
      <w:r>
        <w:rPr>
          <w:rtl w:val="false"/>
        </w:rPr>
        <w:t xml:space="preserve">An advance payment is planned for 20% of the contract amount.</w:t>
      </w:r>
    </w:p>
    <w:p w:rsidR="00ED2B6B" w:rsidRDefault="00ED2B6B" w14:paraId="39BA3C04" w14:textId="77777777">
      <w:pPr>
        <w:pStyle w:val="RedaliaNormal"/>
      </w:pPr>
    </w:p>
    <w:p w:rsidR="00ED2B6B" w:rsidRDefault="00C65ECF" w14:paraId="389D4630" w14:textId="77777777">
      <w:pPr>
        <w:pStyle w:val="RedaliaNormal"/>
        <w:bidi w:val="false"/>
      </w:pPr>
      <w:r>
        <w:rPr>
          <w:rtl w:val="false"/>
        </w:rPr>
        <w:t xml:space="preserve">As such, the sole holder or representative (strike out what does not apply):</w:t>
      </w:r>
    </w:p>
    <w:p w:rsidR="00ED2B6B" w:rsidRDefault="00C65ECF" w14:paraId="049A6606" w14:textId="77777777">
      <w:pPr>
        <w:pStyle w:val="RedaliaNormal"/>
        <w:bidi w:val="false"/>
      </w:pPr>
      <w:r>
        <w:rPr>
          <w:rtl w:val="false"/>
        </w:rPr>
        <w:lastRenderedPageBreak/>
        <w:t xml:space="preserve">•Refuses to receive the advance</w:t>
      </w:r>
    </w:p>
    <w:p w:rsidR="00ED2B6B" w:rsidRDefault="00C65ECF" w14:paraId="3248ABB4" w14:textId="77777777">
      <w:pPr>
        <w:pStyle w:val="RedaliaNormal"/>
        <w:bidi w:val="false"/>
      </w:pPr>
      <w:r>
        <w:rPr>
          <w:rtl w:val="false"/>
        </w:rPr>
        <w:t xml:space="preserve">•Agrees to receive the advance</w:t>
      </w:r>
    </w:p>
    <w:p w:rsidR="00ED2B6B" w:rsidRDefault="00ED2B6B" w14:paraId="28EFE2B9" w14:textId="77777777">
      <w:pPr>
        <w:pStyle w:val="RedaliaNormal"/>
      </w:pPr>
    </w:p>
    <w:p w:rsidR="00ED2B6B" w:rsidRDefault="00C65ECF" w14:paraId="15D98DE1" w14:textId="77777777">
      <w:pPr>
        <w:pStyle w:val="RedaliaNormal"/>
        <w:bidi w:val="false"/>
      </w:pPr>
      <w:r>
        <w:rPr>
          <w:rtl w:val="false"/>
        </w:rPr>
        <w:t xml:space="preserve">In the absence of a response, it is considered that the company agrees to receive the advance.</w:t>
      </w:r>
    </w:p>
    <w:p w:rsidR="00ED2B6B" w:rsidRDefault="00ED2B6B" w14:paraId="5624ACD4" w14:textId="77777777">
      <w:pPr>
        <w:pStyle w:val="RedaliaNormal"/>
      </w:pPr>
    </w:p>
    <w:p w:rsidR="00ED2B6B" w:rsidRDefault="00C65ECF" w14:paraId="580734C7" w14:textId="77777777">
      <w:pPr>
        <w:pStyle w:val="RedaliaNormal"/>
        <w:bidi w:val="false"/>
      </w:pPr>
      <w:r>
        <w:rPr>
          <w:rtl w:val="false"/>
        </w:rPr>
        <w:t xml:space="preserve">The collection of the advance by co-contractors and subcontractors is indicated in the annexes.</w:t>
      </w:r>
    </w:p>
    <w:p w:rsidR="00ED2B6B" w:rsidRDefault="00C65ECF" w14:paraId="2780A87C" w14:textId="77777777">
      <w:pPr>
        <w:pStyle w:val="RedaliaTitre1"/>
        <w:bidi w:val="false"/>
      </w:pPr>
      <w:bookmarkStart w:name="_Toc180614127" w:id="153"/>
      <w:bookmarkStart w:name="__RefHeading___Toc11243_1436561398" w:id="154"/>
      <w:bookmarkStart w:name="_Toc200533630" w:id="155"/>
      <w:bookmarkStart w:name="_Toc201048517" w:id="156"/>
      <w:bookmarkStart w:name="_Toc217035000" w:id="157"/>
      <w:bookmarkStart w:name="_Toc221871284" w:id="158"/>
      <w:r>
        <w:rPr>
          <w:rtl w:val="false"/>
        </w:rPr>
        <w:t xml:space="preserve">Retention money</w:t>
      </w:r>
      <w:bookmarkEnd w:id="153"/>
      <w:bookmarkEnd w:id="154"/>
      <w:bookmarkEnd w:id="155"/>
      <w:bookmarkEnd w:id="156"/>
      <w:bookmarkEnd w:id="157"/>
      <w:bookmarkEnd w:id="158"/>
    </w:p>
    <w:p w:rsidR="00ED2B6B" w:rsidRDefault="00C65ECF" w14:paraId="0DCC6FFF" w14:textId="77777777">
      <w:pPr>
        <w:pStyle w:val="RedaliaNormal"/>
        <w:bidi w:val="false"/>
      </w:pPr>
      <w:r>
        <w:rPr>
          <w:rtl w:val="false"/>
        </w:rPr>
        <w:t xml:space="preserve">No security deduction will be made.</w:t>
      </w:r>
    </w:p>
    <w:p w:rsidR="00ED2B6B" w:rsidRDefault="00ED2B6B" w14:paraId="76F14008" w14:textId="77777777">
      <w:pPr>
        <w:pStyle w:val="RedaliaNormal"/>
      </w:pPr>
    </w:p>
    <w:p w:rsidR="00ED2B6B" w:rsidRDefault="00C65ECF" w14:paraId="20326E2A" w14:textId="77777777">
      <w:pPr>
        <w:pStyle w:val="RedaliaTitre1"/>
        <w:bidi w:val="false"/>
      </w:pPr>
      <w:bookmarkStart w:name="_Toc180614128" w:id="159"/>
      <w:bookmarkStart w:name="__RefHeading___Toc11245_1436561398" w:id="160"/>
      <w:bookmarkStart w:name="_Toc200533631" w:id="161"/>
      <w:bookmarkStart w:name="_Toc201048518" w:id="162"/>
      <w:bookmarkStart w:name="_Toc217035001" w:id="163"/>
      <w:bookmarkStart w:name="_Toc221871285" w:id="164"/>
      <w:r>
        <w:rPr>
          <w:rtl w:val="false"/>
        </w:rPr>
        <w:t xml:space="preserve">Settlement of accounts to the holder</w:t>
      </w:r>
      <w:bookmarkEnd w:id="159"/>
      <w:bookmarkEnd w:id="160"/>
      <w:bookmarkEnd w:id="161"/>
      <w:bookmarkEnd w:id="162"/>
      <w:bookmarkEnd w:id="163"/>
      <w:bookmarkEnd w:id="164"/>
    </w:p>
    <w:p w:rsidR="00ED2B6B" w:rsidRDefault="00C65ECF" w14:paraId="49B91374" w14:textId="77777777">
      <w:pPr>
        <w:pStyle w:val="RedaliaTitre2"/>
        <w:bidi w:val="false"/>
      </w:pPr>
      <w:bookmarkStart w:name="_Toc180614129" w:id="165"/>
      <w:bookmarkStart w:name="__RefHeading___Toc11247_1436561398" w:id="166"/>
      <w:bookmarkStart w:name="_Toc200533632" w:id="167"/>
      <w:bookmarkStart w:name="_Toc201048519" w:id="168"/>
      <w:bookmarkStart w:name="_Toc217035002" w:id="169"/>
      <w:bookmarkStart w:name="_Toc221871286" w:id="170"/>
      <w:r>
        <w:rPr>
          <w:rtl w:val="false"/>
        </w:rPr>
        <w:t xml:space="preserve">Terms of payment of the price</w:t>
      </w:r>
      <w:bookmarkEnd w:id="165"/>
      <w:bookmarkEnd w:id="166"/>
      <w:bookmarkEnd w:id="167"/>
      <w:bookmarkEnd w:id="168"/>
      <w:bookmarkEnd w:id="169"/>
      <w:bookmarkEnd w:id="170"/>
    </w:p>
    <w:p w:rsidR="00ED2B6B" w:rsidRDefault="00C65ECF" w14:paraId="5C2C2CF2" w14:textId="77777777">
      <w:pPr>
        <w:pStyle w:val="RedaliaTitre3"/>
        <w:bidi w:val="false"/>
      </w:pPr>
      <w:r>
        <w:rPr>
          <w:rtl w:val="false"/>
        </w:rPr>
        <w:t xml:space="preserve">Payment of the price</w:t>
      </w:r>
    </w:p>
    <w:p w:rsidR="00ED2B6B" w:rsidRDefault="00ED2B6B" w14:paraId="25C517A8" w14:textId="77777777">
      <w:pPr>
        <w:pStyle w:val="RedaliaNormal"/>
      </w:pPr>
    </w:p>
    <w:p w:rsidR="00ED2B6B" w:rsidRDefault="00C65ECF" w14:paraId="15295669" w14:textId="77777777">
      <w:pPr>
        <w:pStyle w:val="RedaliaNormal"/>
        <w:bidi w:val="false"/>
        <w:rPr>
          <w:rFonts w:hint="eastAsia" w:eastAsia="Microsoft YaHei"/>
        </w:rPr>
      </w:pPr>
      <w:r>
        <w:rPr>
          <w:rFonts w:eastAsia="Microsoft YaHei"/>
          <w:rtl w:val="false"/>
        </w:rPr>
        <w:t xml:space="preserve">The payment is made upon the supply of each deliverable, according to the following terms:</w:t>
      </w:r>
    </w:p>
    <w:p w:rsidR="00ED2B6B" w:rsidRDefault="00ED2B6B" w14:paraId="6DE4AD78" w14:textId="77777777">
      <w:pPr>
        <w:pStyle w:val="RedaliaNormal"/>
        <w:rPr>
          <w:rFonts w:hint="eastAsia" w:eastAsia="Microsoft YaHei"/>
        </w:rPr>
      </w:pPr>
    </w:p>
    <w:tbl>
      <w:tblPr>
        <w:tblW w:w="5000" w:type="pct"/>
        <w:tblCellMar>
          <w:left w:w="10" w:type="dxa"/>
          <w:right w:w="10" w:type="dxa"/>
        </w:tblCellMar>
        <w:tblLook w:val="0000" w:firstRow="0" w:lastRow="0" w:firstColumn="0" w:lastColumn="0" w:noHBand="0" w:noVBand="0"/>
      </w:tblPr>
      <w:tblGrid>
        <w:gridCol w:w="2782"/>
        <w:gridCol w:w="6846"/>
      </w:tblGrid>
      <w:tr w:rsidR="00ED2B6B" w14:paraId="2ABD3760" w14:textId="77777777">
        <w:tblPrEx>
          <w:tblCellMar>
            <w:top w:w="0" w:type="dxa"/>
            <w:bottom w:w="0" w:type="dxa"/>
          </w:tblCellMar>
        </w:tblPrEx>
        <w:tc>
          <w:tcPr>
            <w:tcW w:w="278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78DFBEB0" w14:textId="77777777">
            <w:pPr>
              <w:keepNext/>
              <w:widowControl/>
              <w:suppressAutoHyphens w:val="0"/>
              <w:bidi w:val="false"/>
              <w:spacing w:after="160"/>
              <w:jc w:val="center"/>
              <w:textAlignment w:val="auto"/>
              <w:rPr>
                <w:rFonts w:hint="eastAsia" w:eastAsia="Microsoft YaHei"/>
              </w:rPr>
            </w:pPr>
            <w:r>
              <w:rPr>
                <w:rFonts w:eastAsia="Microsoft YaHei"/>
                <w:rtl w:val="false"/>
              </w:rPr>
              <w:t xml:space="preserve">Percentage</w:t>
            </w:r>
          </w:p>
        </w:tc>
        <w:tc>
          <w:tcPr>
            <w:tcW w:w="684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AA36DEF" w14:textId="77777777">
            <w:pPr>
              <w:keepNext/>
              <w:widowControl/>
              <w:suppressAutoHyphens w:val="0"/>
              <w:bidi w:val="false"/>
              <w:spacing w:after="160"/>
              <w:jc w:val="center"/>
              <w:textAlignment w:val="auto"/>
              <w:rPr>
                <w:rFonts w:hint="eastAsia" w:eastAsia="Microsoft YaHei"/>
              </w:rPr>
            </w:pPr>
            <w:r>
              <w:rPr>
                <w:rFonts w:eastAsia="Microsoft YaHei"/>
                <w:rtl w:val="false"/>
              </w:rPr>
              <w:t xml:space="preserve">Deliverable(s)</w:t>
            </w:r>
          </w:p>
        </w:tc>
      </w:tr>
      <w:tr w:rsidR="00ED2B6B" w14:paraId="28F6FCAB" w14:textId="77777777">
        <w:tblPrEx>
          <w:tblCellMar>
            <w:top w:w="0" w:type="dxa"/>
            <w:bottom w:w="0" w:type="dxa"/>
          </w:tblCellMar>
        </w:tblPrEx>
        <w:tc>
          <w:tcPr>
            <w:tcW w:w="278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80237A4" w14:textId="77777777">
            <w:pPr>
              <w:keepNext/>
              <w:widowControl/>
              <w:suppressAutoHyphens w:val="0"/>
              <w:bidi w:val="false"/>
              <w:spacing w:after="160"/>
              <w:jc w:val="center"/>
              <w:textAlignment w:val="auto"/>
              <w:rPr>
                <w:rFonts w:hint="eastAsia" w:eastAsia="Microsoft YaHei"/>
              </w:rPr>
            </w:pPr>
            <w:r>
              <w:rPr>
                <w:rFonts w:eastAsia="Microsoft YaHei"/>
                <w:rtl w:val="false"/>
              </w:rPr>
              <w:t xml:space="preserve">25%</w:t>
            </w:r>
          </w:p>
        </w:tc>
        <w:tc>
          <w:tcPr>
            <w:tcW w:w="684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481D5948" w14:textId="77777777">
            <w:pPr>
              <w:keepNext/>
              <w:widowControl/>
              <w:suppressAutoHyphens w:val="0"/>
              <w:bidi w:val="false"/>
              <w:spacing w:after="160"/>
              <w:textAlignment w:val="auto"/>
              <w:rPr>
                <w:rFonts w:hint="eastAsia" w:eastAsia="Microsoft YaHei"/>
              </w:rPr>
            </w:pPr>
            <w:r>
              <w:rPr>
                <w:rFonts w:eastAsia="Microsoft YaHei"/>
                <w:rtl w:val="false"/>
              </w:rPr>
              <w:t xml:space="preserve">Validation by AFD of the Inception Report and the Diagnostic Report</w:t>
            </w:r>
          </w:p>
        </w:tc>
      </w:tr>
      <w:tr w:rsidR="00ED2B6B" w14:paraId="654FAA84" w14:textId="77777777">
        <w:tblPrEx>
          <w:tblCellMar>
            <w:top w:w="0" w:type="dxa"/>
            <w:bottom w:w="0" w:type="dxa"/>
          </w:tblCellMar>
        </w:tblPrEx>
        <w:tc>
          <w:tcPr>
            <w:tcW w:w="278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2647F9F9" w14:textId="77777777">
            <w:pPr>
              <w:keepNext/>
              <w:widowControl/>
              <w:suppressAutoHyphens w:val="0"/>
              <w:bidi w:val="false"/>
              <w:spacing w:after="160"/>
              <w:jc w:val="center"/>
              <w:textAlignment w:val="auto"/>
              <w:rPr>
                <w:rFonts w:hint="eastAsia" w:eastAsia="Microsoft YaHei"/>
              </w:rPr>
            </w:pPr>
            <w:r>
              <w:rPr>
                <w:rFonts w:eastAsia="Microsoft YaHei"/>
                <w:rtl w:val="false"/>
              </w:rPr>
              <w:t xml:space="preserve">20%</w:t>
            </w:r>
          </w:p>
        </w:tc>
        <w:tc>
          <w:tcPr>
            <w:tcW w:w="684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24D94BB" w14:textId="77777777">
            <w:pPr>
              <w:keepNext/>
              <w:widowControl/>
              <w:suppressAutoHyphens w:val="0"/>
              <w:bidi w:val="false"/>
              <w:spacing w:after="160"/>
              <w:jc w:val="both"/>
              <w:textAlignment w:val="auto"/>
              <w:rPr>
                <w:rFonts w:hint="eastAsia" w:eastAsia="Microsoft YaHei"/>
              </w:rPr>
            </w:pPr>
            <w:r>
              <w:rPr>
                <w:rFonts w:eastAsia="Microsoft YaHei"/>
                <w:rtl w:val="false"/>
              </w:rPr>
              <w:t xml:space="preserve">AFD validation of the SWOT Analysis Report</w:t>
            </w:r>
          </w:p>
        </w:tc>
      </w:tr>
      <w:tr w:rsidR="00ED2B6B" w14:paraId="75B450B7" w14:textId="77777777">
        <w:tblPrEx>
          <w:tblCellMar>
            <w:top w:w="0" w:type="dxa"/>
            <w:bottom w:w="0" w:type="dxa"/>
          </w:tblCellMar>
        </w:tblPrEx>
        <w:trPr>
          <w:trHeight w:val="70"/>
        </w:trPr>
        <w:tc>
          <w:tcPr>
            <w:tcW w:w="278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C4D68F6" w14:textId="77777777">
            <w:pPr>
              <w:keepNext/>
              <w:widowControl/>
              <w:suppressAutoHyphens w:val="0"/>
              <w:bidi w:val="false"/>
              <w:spacing w:after="160"/>
              <w:jc w:val="center"/>
              <w:textAlignment w:val="auto"/>
              <w:rPr>
                <w:rFonts w:hint="eastAsia" w:eastAsia="Microsoft YaHei"/>
              </w:rPr>
            </w:pPr>
            <w:r>
              <w:rPr>
                <w:rFonts w:eastAsia="Microsoft YaHei"/>
                <w:rtl w:val="false"/>
              </w:rPr>
              <w:t xml:space="preserve">35%</w:t>
            </w:r>
          </w:p>
        </w:tc>
        <w:tc>
          <w:tcPr>
            <w:tcW w:w="684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00C08B80" w14:textId="77777777">
            <w:pPr>
              <w:keepNext/>
              <w:widowControl/>
              <w:suppressAutoHyphens w:val="0"/>
              <w:bidi w:val="false"/>
              <w:spacing w:after="160"/>
              <w:jc w:val="both"/>
              <w:textAlignment w:val="auto"/>
              <w:rPr>
                <w:rFonts w:hint="eastAsia" w:eastAsia="Microsoft YaHei"/>
              </w:rPr>
            </w:pPr>
            <w:r>
              <w:rPr>
                <w:rFonts w:eastAsia="Microsoft YaHei"/>
                <w:rtl w:val="false"/>
              </w:rPr>
              <w:t xml:space="preserve">AFD validation of the Sustainable Tourism Master Plan</w:t>
            </w:r>
          </w:p>
        </w:tc>
      </w:tr>
    </w:tbl>
    <w:p w:rsidR="00ED2B6B" w:rsidRDefault="00ED2B6B" w14:paraId="2189648F" w14:textId="77777777">
      <w:pPr>
        <w:pStyle w:val="RedaliaNormal"/>
        <w:rPr>
          <w:rFonts w:hint="eastAsia" w:eastAsia="Microsoft YaHei"/>
        </w:rPr>
      </w:pPr>
    </w:p>
    <w:p w:rsidR="00ED2B6B" w:rsidRDefault="00C65ECF" w14:paraId="2EE38C81" w14:textId="77777777">
      <w:pPr>
        <w:pStyle w:val="RedaliaNormal"/>
        <w:bidi w:val="false"/>
        <w:rPr>
          <w:rFonts w:hint="eastAsia" w:eastAsia="Microsoft YaHei"/>
        </w:rPr>
      </w:pPr>
      <w:r>
        <w:rPr>
          <w:rFonts w:eastAsia="Microsoft YaHei"/>
          <w:rtl w:val="false"/>
        </w:rPr>
        <w:t xml:space="preserve">Whenever possible, the holder will group together the invoices related to the deliverables that will be delivered on the same deadlines.</w:t>
      </w:r>
    </w:p>
    <w:p w:rsidR="00ED2B6B" w:rsidRDefault="00ED2B6B" w14:paraId="6A92006F" w14:textId="77777777">
      <w:pPr>
        <w:pStyle w:val="RedaliaNormal"/>
        <w:rPr>
          <w:rFonts w:hint="eastAsia" w:eastAsia="Microsoft YaHei"/>
        </w:rPr>
      </w:pPr>
    </w:p>
    <w:p w:rsidR="00ED2B6B" w:rsidRDefault="00C65ECF" w14:paraId="7E279EC7" w14:textId="77777777">
      <w:pPr>
        <w:pStyle w:val="RedaliaNormal"/>
        <w:bidi w:val="false"/>
      </w:pPr>
      <w:r>
        <w:rPr>
          <w:rFonts w:eastAsia="Microsoft YaHei"/>
          <w:rtl w:val="false"/>
        </w:rPr>
        <w:t xml:space="preserve">The advance will be refunded in half during the first two payments.</w:t>
      </w:r>
    </w:p>
    <w:p w:rsidR="00ED2B6B" w:rsidRDefault="00C65ECF" w14:paraId="51032D2E" w14:textId="77777777">
      <w:pPr>
        <w:pStyle w:val="RedaliaTitre3"/>
        <w:bidi w:val="false"/>
      </w:pPr>
      <w:r>
        <w:rPr>
          <w:rtl w:val="false"/>
        </w:rPr>
        <w:t xml:space="preserve">Payment requests</w:t>
      </w:r>
    </w:p>
    <w:p w:rsidR="00ED2B6B" w:rsidRDefault="00C65ECF" w14:paraId="01E92557" w14:textId="77777777">
      <w:pPr>
        <w:pStyle w:val="RedaliaNormal"/>
        <w:bidi w:val="false"/>
      </w:pPr>
      <w:r>
        <w:rPr>
          <w:rtl w:val="false"/>
        </w:rPr>
        <w:t xml:space="preserve">The payment request is dated and includes, as appropriate:</w:t>
      </w:r>
    </w:p>
    <w:p w:rsidR="00ED2B6B" w:rsidRDefault="00C65ECF" w14:paraId="684A3619" w14:textId="77777777">
      <w:pPr>
        <w:pStyle w:val="Redaliapuces"/>
        <w:numPr>
          <w:ilvl w:val="0"/>
          <w:numId w:val="31"/>
        </w:numPr>
        <w:bidi w:val="false"/>
      </w:pPr>
      <w:r>
        <w:rPr>
          <w:rtl w:val="false"/>
        </w:rPr>
        <w:t xml:space="preserve">the market references;</w:t>
      </w:r>
    </w:p>
    <w:p w:rsidR="00ED2B6B" w:rsidRDefault="00C65ECF" w14:paraId="020A3F78" w14:textId="77777777">
      <w:pPr>
        <w:pStyle w:val="Redaliapuces"/>
        <w:numPr>
          <w:ilvl w:val="0"/>
          <w:numId w:val="31"/>
        </w:numPr>
        <w:bidi w:val="false"/>
      </w:pPr>
      <w:r>
        <w:rPr>
          <w:rtl w:val="false"/>
        </w:rPr>
        <w:t xml:space="preserve">the amount of services received, established in accordance with the provisions of the contract, excluding VAT and, where applicable, reduced by reductions where applicable or the amount of services corresponding to the period in question;</w:t>
      </w:r>
    </w:p>
    <w:p w:rsidR="00ED2B6B" w:rsidRDefault="00C65ECF" w14:paraId="5E3195AA" w14:textId="77777777">
      <w:pPr>
        <w:pStyle w:val="Redaliapuces"/>
        <w:numPr>
          <w:ilvl w:val="0"/>
          <w:numId w:val="31"/>
        </w:numPr>
        <w:bidi w:val="false"/>
      </w:pPr>
      <w:r>
        <w:rPr>
          <w:rtl w:val="false"/>
        </w:rPr>
        <w:t xml:space="preserve">the breakdown of flat rates and the detail of unit prices;</w:t>
      </w:r>
    </w:p>
    <w:p w:rsidR="00ED2B6B" w:rsidRDefault="00C65ECF" w14:paraId="2F478802" w14:textId="77777777">
      <w:pPr>
        <w:pStyle w:val="Redaliapuces"/>
        <w:numPr>
          <w:ilvl w:val="0"/>
          <w:numId w:val="31"/>
        </w:numPr>
        <w:bidi w:val="false"/>
      </w:pPr>
      <w:r>
        <w:rPr>
          <w:rtl w:val="false"/>
        </w:rPr>
        <w:t xml:space="preserve">in the case of subcontracting, the nature of the services performed by the subcontractor, their total amount excluding taxes, their amount including tax as well as, if applicable, the price variations established excluding tax and including tax</w:t>
      </w:r>
    </w:p>
    <w:p w:rsidR="00ED2B6B" w:rsidRDefault="00C65ECF" w14:paraId="663978C2" w14:textId="77777777">
      <w:pPr>
        <w:pStyle w:val="Redaliapuces"/>
        <w:numPr>
          <w:ilvl w:val="0"/>
          <w:numId w:val="31"/>
        </w:numPr>
        <w:bidi w:val="false"/>
      </w:pPr>
      <w:r>
        <w:rPr>
          <w:rtl w:val="false"/>
        </w:rPr>
        <w:t xml:space="preserve">in the case of a joint grouping, for each economic operator, the amount of services provided by the economic operator;</w:t>
      </w:r>
    </w:p>
    <w:p w:rsidR="00ED2B6B" w:rsidRDefault="00C65ECF" w14:paraId="45DAA7FB" w14:textId="77777777">
      <w:pPr>
        <w:pStyle w:val="Redaliapuces"/>
        <w:numPr>
          <w:ilvl w:val="0"/>
          <w:numId w:val="31"/>
        </w:numPr>
        <w:bidi w:val="false"/>
      </w:pPr>
      <w:r>
        <w:rPr>
          <w:rtl w:val="false"/>
        </w:rPr>
        <w:lastRenderedPageBreak/>
        <w:t xml:space="preserve">the application of price update or revision;</w:t>
      </w:r>
    </w:p>
    <w:p w:rsidR="00ED2B6B" w:rsidRDefault="00C65ECF" w14:paraId="706B2B89" w14:textId="77777777">
      <w:pPr>
        <w:pStyle w:val="Redaliapuces"/>
        <w:numPr>
          <w:ilvl w:val="0"/>
          <w:numId w:val="31"/>
        </w:numPr>
        <w:bidi w:val="false"/>
      </w:pPr>
      <w:r>
        <w:rPr>
          <w:rtl w:val="false"/>
        </w:rPr>
        <w:t xml:space="preserve">where applicable, the allowances, bonuses and deductions;</w:t>
      </w:r>
    </w:p>
    <w:p w:rsidR="00ED2B6B" w:rsidRDefault="00C65ECF" w14:paraId="5A72216D" w14:textId="77777777">
      <w:pPr>
        <w:pStyle w:val="Redaliapuces"/>
        <w:numPr>
          <w:ilvl w:val="0"/>
          <w:numId w:val="31"/>
        </w:numPr>
        <w:bidi w:val="false"/>
      </w:pPr>
      <w:r>
        <w:rPr>
          <w:rtl w:val="false"/>
        </w:rPr>
        <w:t xml:space="preserve">possible penalties for delay;</w:t>
      </w:r>
    </w:p>
    <w:p w:rsidR="00ED2B6B" w:rsidRDefault="00C65ECF" w14:paraId="677939C6" w14:textId="77777777">
      <w:pPr>
        <w:pStyle w:val="Redaliapuces"/>
        <w:numPr>
          <w:ilvl w:val="0"/>
          <w:numId w:val="31"/>
        </w:numPr>
        <w:bidi w:val="false"/>
      </w:pPr>
      <w:r>
        <w:rPr>
          <w:rtl w:val="false"/>
        </w:rPr>
        <w:t xml:space="preserve">the advances to be repaid;</w:t>
      </w:r>
    </w:p>
    <w:p w:rsidR="00ED2B6B" w:rsidRDefault="00C65ECF" w14:paraId="30AA3F57" w14:textId="77777777">
      <w:pPr>
        <w:pStyle w:val="Redaliapuces"/>
        <w:numPr>
          <w:ilvl w:val="0"/>
          <w:numId w:val="31"/>
        </w:numPr>
        <w:bidi w:val="false"/>
      </w:pPr>
      <w:r>
        <w:rPr>
          <w:rtl w:val="false"/>
        </w:rPr>
        <w:t xml:space="preserve">the amount of VAT or, if applicable, the benefit of an exemption</w:t>
      </w:r>
    </w:p>
    <w:p w:rsidR="00ED2B6B" w:rsidRDefault="00C65ECF" w14:paraId="0E4CC15A" w14:textId="77777777">
      <w:pPr>
        <w:pStyle w:val="Redaliapuces"/>
        <w:numPr>
          <w:ilvl w:val="0"/>
          <w:numId w:val="31"/>
        </w:numPr>
        <w:bidi w:val="false"/>
      </w:pPr>
      <w:r>
        <w:rPr>
          <w:rtl w:val="false"/>
        </w:rPr>
        <w:t xml:space="preserve">the amount including tax</w:t>
      </w:r>
    </w:p>
    <w:p w:rsidR="00ED2B6B" w:rsidRDefault="00ED2B6B" w14:paraId="31A25DE2" w14:textId="77777777">
      <w:pPr>
        <w:pStyle w:val="RedaliaNormal"/>
      </w:pPr>
    </w:p>
    <w:p w:rsidR="00ED2B6B" w:rsidRDefault="00C65ECF" w14:paraId="3CF865D1" w14:textId="77777777">
      <w:pPr>
        <w:pStyle w:val="RedaliaNormal"/>
        <w:bidi w:val="false"/>
      </w:pPr>
      <w:r>
        <w:rPr>
          <w:rtl w:val="false"/>
        </w:rPr>
        <w:t xml:space="preserve">The Contracting Authority reserves the right to complete or rectify payment requests that contain errors or are incomplete. In this case, he must notify the Holder of the corrected payment request.</w:t>
      </w:r>
    </w:p>
    <w:p w:rsidR="00ED2B6B" w:rsidRDefault="00C65ECF" w14:paraId="2066DE0A" w14:textId="77777777">
      <w:pPr>
        <w:pStyle w:val="RedaliaTitre3"/>
        <w:bidi w:val="false"/>
      </w:pPr>
      <w:r>
        <w:rPr>
          <w:rtl w:val="false"/>
        </w:rPr>
        <w:t xml:space="preserve">Transmission of payment requests</w:t>
      </w:r>
    </w:p>
    <w:p w:rsidR="00ED2B6B" w:rsidRDefault="00C65ECF" w14:paraId="2560FAAE" w14:textId="77777777">
      <w:pPr>
        <w:pStyle w:val="RedaliaNormal"/>
        <w:bidi w:val="false"/>
      </w:pPr>
      <w:r>
        <w:rPr>
          <w:rtl w:val="false"/>
        </w:rPr>
        <w:t xml:space="preserve">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p w:rsidR="00ED2B6B" w:rsidRDefault="00ED2B6B" w14:paraId="147D9EE9" w14:textId="77777777">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D2B6B" w14:paraId="06B8B7DF" w14:textId="777777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245FEE0" w14:textId="77777777">
            <w:pPr>
              <w:pStyle w:val="RedaliaNormal"/>
              <w:bidi w:val="false"/>
              <w:rPr>
                <w:b/>
              </w:rPr>
            </w:pPr>
            <w:r>
              <w:rPr>
                <w:b/>
                <w:rtl w:val="false"/>
              </w:rPr>
              <w:t xml:space="preserve">Establishment: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424FB3FD" w14:textId="77777777">
            <w:pPr>
              <w:pStyle w:val="RedaliaNormal"/>
              <w:bidi w:val="false"/>
            </w:pPr>
            <w:r>
              <w:rPr>
                <w:rtl w:val="false"/>
              </w:rPr>
              <w:t xml:space="preserve">FRENCH DEVELOPMENT AGENCY ESTABLISHMENT</w:t>
            </w:r>
          </w:p>
        </w:tc>
      </w:tr>
      <w:tr w:rsidR="00ED2B6B" w14:paraId="33503E54" w14:textId="777777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77729A02" w14:textId="77777777">
            <w:pPr>
              <w:pStyle w:val="RedaliaNormal"/>
              <w:bidi w:val="false"/>
              <w:rPr>
                <w:b/>
              </w:rPr>
            </w:pPr>
            <w:r>
              <w:rPr>
                <w:b/>
                <w:rtl w:val="false"/>
              </w:rPr>
              <w:t xml:space="preserve">SIRET: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028B412E" w14:textId="77777777">
            <w:pPr>
              <w:pStyle w:val="RedaliaNormal"/>
              <w:bidi w:val="false"/>
            </w:pPr>
            <w:r>
              <w:rPr>
                <w:rtl w:val="false"/>
              </w:rPr>
              <w:t xml:space="preserve">77566559900129</w:t>
            </w:r>
          </w:p>
        </w:tc>
      </w:tr>
      <w:tr w:rsidR="00ED2B6B" w14:paraId="2CAC7693" w14:textId="777777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2873F456" w14:textId="77777777">
            <w:pPr>
              <w:pStyle w:val="RedaliaNormal"/>
              <w:bidi w:val="false"/>
              <w:rPr>
                <w:b/>
              </w:rPr>
            </w:pPr>
            <w:r>
              <w:rPr>
                <w:b/>
                <w:rtl w:val="false"/>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03714D3B" w14:textId="77777777">
            <w:pPr>
              <w:pStyle w:val="RedaliaNormal"/>
              <w:bidi w:val="false"/>
            </w:pPr>
            <w:r>
              <w:rPr>
                <w:rtl w:val="false"/>
              </w:rPr>
              <w:t xml:space="preserve">PAR-MOA-022</w:t>
            </w:r>
          </w:p>
        </w:tc>
      </w:tr>
      <w:tr w:rsidR="00ED2B6B" w14:paraId="56951322" w14:textId="777777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6F4DAA55" w14:textId="77777777">
            <w:pPr>
              <w:pStyle w:val="RedaliaNormal"/>
              <w:bidi w:val="false"/>
              <w:rPr>
                <w:b/>
              </w:rPr>
            </w:pPr>
            <w:r>
              <w:rPr>
                <w:b/>
                <w:rtl w:val="false"/>
              </w:rPr>
              <w:t xml:space="preserve">Market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118C8348" w14:textId="77777777">
            <w:pPr>
              <w:pStyle w:val="RedaliaNormal"/>
              <w:bidi w:val="false"/>
            </w:pPr>
            <w:r>
              <w:rPr>
                <w:rtl w:val="false"/>
              </w:rPr>
              <w:t xml:space="preserve">VIL-2026-0082</w:t>
            </w:r>
          </w:p>
        </w:tc>
      </w:tr>
      <w:tr w:rsidR="00ED2B6B" w14:paraId="56C4EEB5" w14:textId="7777777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300BDF1C" w14:textId="77777777">
            <w:pPr>
              <w:pStyle w:val="RedaliaNormal"/>
              <w:bidi w:val="false"/>
            </w:pPr>
            <w:r>
              <w:rPr>
                <w:b/>
                <w:rtl w:val="false"/>
              </w:rPr>
              <w:t xml:space="preserve">Project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D2B6B" w:rsidRDefault="00C65ECF" w14:paraId="527B1441" w14:textId="77777777">
            <w:pPr>
              <w:pStyle w:val="RedaliaNormal"/>
              <w:bidi w:val="false"/>
            </w:pPr>
            <w:r>
              <w:rPr>
                <w:rtl w:val="false"/>
              </w:rPr>
              <w:t xml:space="preserve">CAL 1044</w:t>
            </w:r>
          </w:p>
        </w:tc>
      </w:tr>
    </w:tbl>
    <w:p w:rsidR="00ED2B6B" w:rsidRDefault="00ED2B6B" w14:paraId="5C068193" w14:textId="77777777">
      <w:pPr>
        <w:pStyle w:val="RedaliaNormal"/>
      </w:pPr>
    </w:p>
    <w:p w:rsidR="00ED2B6B" w:rsidRDefault="00C65ECF" w14:paraId="00A5CCDB" w14:textId="77777777">
      <w:pPr>
        <w:pStyle w:val="RedaliaTitre2"/>
        <w:bidi w:val="false"/>
      </w:pPr>
      <w:bookmarkStart w:name="__RefHeading___Toc2331_850954893" w:id="171"/>
      <w:bookmarkStart w:name="_Toc180614130" w:id="172"/>
      <w:bookmarkStart w:name="_Toc200533633" w:id="173"/>
      <w:bookmarkStart w:name="_Toc201048520" w:id="174"/>
      <w:bookmarkStart w:name="_Toc217035003" w:id="175"/>
      <w:bookmarkStart w:name="_Toc221871287" w:id="176"/>
      <w:r>
        <w:rPr>
          <w:rtl w:val="false"/>
        </w:rPr>
        <w:t xml:space="preserve">Regulations in case of joint and several contractors</w:t>
      </w:r>
      <w:bookmarkEnd w:id="171"/>
      <w:bookmarkEnd w:id="172"/>
      <w:bookmarkEnd w:id="173"/>
      <w:bookmarkEnd w:id="174"/>
      <w:bookmarkEnd w:id="175"/>
      <w:bookmarkEnd w:id="176"/>
    </w:p>
    <w:p w:rsidR="00ED2B6B" w:rsidRDefault="00C65ECF" w14:paraId="73B0A8F9" w14:textId="77777777">
      <w:pPr>
        <w:pStyle w:val="RedaliaNormal"/>
        <w:bidi w:val="false"/>
      </w:pPr>
      <w:r>
        <w:rPr>
          <w:rtl w:val="false"/>
        </w:rPr>
        <w:t xml:space="preserve">In the case of co-contracting, only the representative of the grouping is authorized to submit payment requests.</w:t>
      </w:r>
    </w:p>
    <w:p w:rsidR="00ED2B6B" w:rsidRDefault="00C65ECF" w14:paraId="5B4F5A3C" w14:textId="77777777">
      <w:pPr>
        <w:pStyle w:val="RedaliaNormal"/>
        <w:bidi w:val="false"/>
      </w:pPr>
      <w:r>
        <w:rPr>
          <w:rtl w:val="false"/>
        </w:rPr>
        <w:t xml:space="preserve">In the event of a joint and several grouping, separate payments will be made to each co-contractor if the distribution of payments is identified as an annex to this Contract.</w:t>
      </w:r>
    </w:p>
    <w:p w:rsidR="00ED2B6B" w:rsidRDefault="00C65ECF" w14:paraId="0E4585E5" w14:textId="77777777">
      <w:pPr>
        <w:pStyle w:val="RedaliaNormal"/>
        <w:bidi w:val="false"/>
      </w:pPr>
      <w:r>
        <w:rPr>
          <w:rtl w:val="false"/>
        </w:rPr>
        <w:t xml:space="preserve">The representative of the grouping indicates in each payment request that he transmits to the Contracting Authority, the distribution of payments for each co-contractor.</w:t>
      </w:r>
    </w:p>
    <w:p w:rsidR="00ED2B6B" w:rsidRDefault="00C65ECF" w14:paraId="1C2E4A5B" w14:textId="77777777">
      <w:pPr>
        <w:pStyle w:val="RedaliaNormal"/>
        <w:bidi w:val="false"/>
      </w:pPr>
      <w:r>
        <w:rPr>
          <w:rtl w:val="false"/>
        </w:rPr>
        <w:t xml:space="preserve">The acceptance of a settlement to each of the co-contractors cannot call into question the solidarity of the co-contractors. </w:t>
      </w:r>
    </w:p>
    <w:p w:rsidR="00ED2B6B" w:rsidRDefault="00C65ECF" w14:paraId="36E74652" w14:textId="77777777">
      <w:pPr>
        <w:pStyle w:val="RedaliaTitre2"/>
        <w:bidi w:val="false"/>
      </w:pPr>
      <w:bookmarkStart w:name="__RefHeading___Toc2333_850954893" w:id="177"/>
      <w:bookmarkStart w:name="_Toc180614131" w:id="178"/>
      <w:bookmarkStart w:name="_Toc200533634" w:id="179"/>
      <w:bookmarkStart w:name="_Toc201048521" w:id="180"/>
      <w:bookmarkStart w:name="_Toc217035004" w:id="181"/>
      <w:bookmarkStart w:name="_Toc221871288" w:id="182"/>
      <w:r>
        <w:rPr>
          <w:rtl w:val="false"/>
        </w:rPr>
        <w:t xml:space="preserve">Payment terms</w:t>
      </w:r>
      <w:bookmarkEnd w:id="177"/>
      <w:bookmarkEnd w:id="178"/>
      <w:bookmarkEnd w:id="179"/>
      <w:bookmarkEnd w:id="180"/>
      <w:bookmarkEnd w:id="181"/>
      <w:bookmarkEnd w:id="182"/>
    </w:p>
    <w:p w:rsidR="00ED2B6B" w:rsidRDefault="00C65ECF" w14:paraId="618199A5" w14:textId="77777777">
      <w:pPr>
        <w:pStyle w:val="RedaliaNormal"/>
        <w:bidi w:val="false"/>
      </w:pPr>
      <w:r>
        <w:rPr>
          <w:rtl w:val="false"/>
        </w:rPr>
        <w:t xml:space="preserve">The deadlines available to the Contracting Authority or its representative for proceeding with the payment of the final partial payments and the balance are set at 30 days from receipt of the payment request.</w:t>
      </w:r>
    </w:p>
    <w:p w:rsidR="00ED2B6B" w:rsidRDefault="00C65ECF" w14:paraId="43F03153" w14:textId="77777777">
      <w:pPr>
        <w:pStyle w:val="RedaliaTitre2"/>
        <w:bidi w:val="false"/>
      </w:pPr>
      <w:bookmarkStart w:name="__RefHeading___Toc2335_850954893" w:id="183"/>
      <w:bookmarkStart w:name="_Toc180614132" w:id="184"/>
      <w:bookmarkStart w:name="_Toc200533635" w:id="185"/>
      <w:bookmarkStart w:name="_Toc201048522" w:id="186"/>
      <w:bookmarkStart w:name="_Toc217035005" w:id="187"/>
      <w:bookmarkStart w:name="_Toc221871289" w:id="188"/>
      <w:r>
        <w:rPr>
          <w:rtl w:val="false"/>
        </w:rPr>
        <w:t xml:space="preserve">VAT</w:t>
      </w:r>
      <w:bookmarkEnd w:id="183"/>
      <w:bookmarkEnd w:id="184"/>
      <w:bookmarkEnd w:id="185"/>
      <w:bookmarkEnd w:id="186"/>
      <w:bookmarkEnd w:id="187"/>
      <w:bookmarkEnd w:id="188"/>
    </w:p>
    <w:p w:rsidR="00ED2B6B" w:rsidRDefault="00C65ECF" w14:paraId="70A10395" w14:textId="77777777">
      <w:pPr>
        <w:bidi w:val="false"/>
      </w:pPr>
      <w:r>
        <w:rPr>
          <w:rtl w:val="false"/>
        </w:rPr>
        <w:t xml:space="preserve">Exemption in this case. </w:t>
      </w:r>
    </w:p>
    <w:p w:rsidR="00ED2B6B" w:rsidRDefault="00C65ECF" w14:paraId="6C136170" w14:textId="77777777">
      <w:pPr>
        <w:pStyle w:val="RedaliaTitre2"/>
        <w:bidi w:val="false"/>
      </w:pPr>
      <w:bookmarkStart w:name="__RefHeading___Toc2337_850954893" w:id="189"/>
      <w:bookmarkStart w:name="_Toc180614133" w:id="190"/>
      <w:bookmarkStart w:name="_Toc200533636" w:id="191"/>
      <w:bookmarkStart w:name="_Toc201048523" w:id="192"/>
      <w:bookmarkStart w:name="_Toc217035006" w:id="193"/>
      <w:bookmarkStart w:name="_Toc221871290" w:id="194"/>
      <w:r>
        <w:rPr>
          <w:rtl w:val="false"/>
        </w:rPr>
        <w:lastRenderedPageBreak/>
        <w:t xml:space="preserve">Default interest</w:t>
      </w:r>
      <w:bookmarkEnd w:id="189"/>
      <w:bookmarkEnd w:id="190"/>
      <w:bookmarkEnd w:id="191"/>
      <w:bookmarkEnd w:id="192"/>
      <w:bookmarkEnd w:id="193"/>
      <w:bookmarkEnd w:id="194"/>
    </w:p>
    <w:p w:rsidR="00ED2B6B" w:rsidRDefault="00C65ECF" w14:paraId="3E8DFEB2" w14:textId="77777777">
      <w:pPr>
        <w:pStyle w:val="RedaliaNormal"/>
        <w:bidi w:val="false"/>
      </w:pPr>
      <w:r>
        <w:rPr>
          <w:rtl w:val="false"/>
        </w:rPr>
        <w:t xml:space="preserve">The non-payment of advances, advance payments, final partial settlements or the balance within the period set by the Contract entitles to interest on arrears, calculated from the day after the expiry of said period (or the due date provided for in the Contract) until the date of payment of the principal included (article R. 2192-32 of the Code of public order).</w:t>
      </w:r>
    </w:p>
    <w:p w:rsidR="00ED2B6B" w:rsidRDefault="00C65ECF" w14:paraId="6870D9FD" w14:textId="77777777">
      <w:pPr>
        <w:pStyle w:val="RedaliaNormal"/>
        <w:bidi w:val="false"/>
      </w:pPr>
      <w:r>
        <w:rPr>
          <w:rtl w:val="false"/>
        </w:rPr>
        <w:t xml:space="preserve">The rate of default interest applicable in the event of the maximum payment deadline being exceeded shall be equal to the interest rate applied by the European Central Bank to its most recent main refinancing operations in force on the first day of the half-year during from which the default interest began to accrue, increased by eight percentage points.</w:t>
      </w:r>
    </w:p>
    <w:p w:rsidR="00ED2B6B" w:rsidRDefault="00C65ECF" w14:paraId="4C67AB42" w14:textId="77777777">
      <w:pPr>
        <w:pStyle w:val="RedaliaNormal"/>
        <w:bidi w:val="false"/>
      </w:pPr>
      <w:r>
        <w:rPr>
          <w:rtl w:val="false"/>
        </w:rPr>
        <w:t xml:space="preserve">The amount of the flat-rate compensation for recovery costs is set at 40 euros.</w:t>
      </w:r>
    </w:p>
    <w:p w:rsidR="00ED2B6B" w:rsidRDefault="00ED2B6B" w14:paraId="4021CF7B" w14:textId="77777777">
      <w:pPr>
        <w:pStyle w:val="RedaliaNormal"/>
      </w:pPr>
    </w:p>
    <w:p w:rsidR="00ED2B6B" w:rsidRDefault="00C65ECF" w14:paraId="6C21669E" w14:textId="77777777">
      <w:pPr>
        <w:pStyle w:val="RedaliaTitre1"/>
        <w:bidi w:val="false"/>
      </w:pPr>
      <w:bookmarkStart w:name="_Toc180614134" w:id="195"/>
      <w:bookmarkStart w:name="__RefHeading___Toc11249_1436561398" w:id="196"/>
      <w:bookmarkStart w:name="_Toc200533637" w:id="197"/>
      <w:bookmarkStart w:name="_Toc201048524" w:id="198"/>
      <w:bookmarkStart w:name="_Toc217035007" w:id="199"/>
      <w:bookmarkStart w:name="_Toc221871291" w:id="200"/>
      <w:r>
        <w:rPr>
          <w:rtl w:val="false"/>
        </w:rPr>
        <w:t xml:space="preserve">Penalties</w:t>
      </w:r>
      <w:bookmarkEnd w:id="1"/>
      <w:bookmarkEnd w:id="195"/>
      <w:bookmarkEnd w:id="196"/>
      <w:bookmarkEnd w:id="197"/>
      <w:bookmarkEnd w:id="198"/>
      <w:bookmarkEnd w:id="199"/>
      <w:bookmarkEnd w:id="200"/>
    </w:p>
    <w:p w:rsidR="00ED2B6B" w:rsidRDefault="00C65ECF" w14:paraId="586A996F" w14:textId="77777777">
      <w:pPr>
        <w:pStyle w:val="RedaliaTitre2"/>
        <w:bidi w:val="false"/>
      </w:pPr>
      <w:bookmarkStart w:name="_Toc180614135" w:id="201"/>
      <w:bookmarkStart w:name="__RefHeading___Toc11251_1436561398" w:id="202"/>
      <w:bookmarkStart w:name="_Toc200533638" w:id="203"/>
      <w:bookmarkStart w:name="_Toc201048525" w:id="204"/>
      <w:bookmarkStart w:name="_Toc217035008" w:id="205"/>
      <w:bookmarkStart w:name="_Toc221871292" w:id="206"/>
      <w:r>
        <w:rPr>
          <w:rtl w:val="false"/>
        </w:rPr>
        <w:t xml:space="preserve">Procedures for applying penalties</w:t>
      </w:r>
      <w:bookmarkEnd w:id="201"/>
      <w:bookmarkEnd w:id="202"/>
      <w:bookmarkEnd w:id="203"/>
      <w:bookmarkEnd w:id="204"/>
      <w:bookmarkEnd w:id="205"/>
      <w:bookmarkEnd w:id="206"/>
    </w:p>
    <w:p w:rsidR="00ED2B6B" w:rsidRDefault="00C65ECF" w14:paraId="0C8D0FAB" w14:textId="77777777">
      <w:pPr>
        <w:pStyle w:val="RedaliaNormal"/>
        <w:bidi w:val="false"/>
      </w:pPr>
      <w:r>
        <w:rPr>
          <w:rtl w:val="false"/>
        </w:rPr>
        <w:t xml:space="preserve">By derogation to article 14 of the CCAG-PI, the penalties defined in the articles below are applied.</w:t>
      </w:r>
    </w:p>
    <w:p w:rsidR="00ED2B6B" w:rsidRDefault="00C65ECF" w14:paraId="1A9ECC85" w14:textId="77777777">
      <w:pPr>
        <w:pStyle w:val="RedaliaNormal"/>
        <w:bidi w:val="false"/>
      </w:pPr>
      <w:r>
        <w:rPr>
          <w:rtl w:val="false"/>
        </w:rPr>
        <w:t xml:space="preserve">The settlement of penalties will not prevent the termination by right, and without compensation, of the Contract to the detriment of the Holder in case of fault or non-performance of its obligations. The penalties are only due in case of damages attributable exclusively to the selected Account Holder.</w:t>
      </w:r>
    </w:p>
    <w:p w:rsidR="00ED2B6B" w:rsidRDefault="00C65ECF" w14:paraId="5918C309" w14:textId="77777777">
      <w:pPr>
        <w:pStyle w:val="RedaliaNormal"/>
        <w:bidi w:val="false"/>
      </w:pPr>
      <w:r>
        <w:rPr>
          <w:rtl w:val="false"/>
        </w:rPr>
        <w:t xml:space="preserve">The penalties are cumulative and not in discharge, they do not prejudge any claims for damages to which the Contracting Authority may be entitled.</w:t>
      </w:r>
    </w:p>
    <w:p w:rsidR="00ED2B6B" w:rsidRDefault="00C65ECF" w14:paraId="25FF1D5E" w14:textId="77777777">
      <w:pPr>
        <w:pStyle w:val="RedaliaNormal"/>
        <w:bidi w:val="false"/>
      </w:pPr>
      <w:r>
        <w:rPr>
          <w:rtl w:val="false"/>
        </w:rPr>
        <w:t xml:space="preserve">The payment of penalties does not exempt the Holder from performing its contractual obligations.</w:t>
      </w:r>
    </w:p>
    <w:p w:rsidR="00ED2B6B" w:rsidRDefault="00C65ECF" w14:paraId="4716649B" w14:textId="77777777">
      <w:pPr>
        <w:pStyle w:val="RedaliaNormal"/>
        <w:bidi w:val="false"/>
      </w:pPr>
      <w:r>
        <w:rPr>
          <w:rtl w:val="false"/>
        </w:rPr>
        <w:t xml:space="preserve">The amount of the penalties shall be deducted by the Contracting Authority from the amount of the balance to be paid, and the surplus, if any, shall be returned by the Holder to the Contracting Authority at its first request.</w:t>
      </w:r>
    </w:p>
    <w:p w:rsidR="00ED2B6B" w:rsidRDefault="00C65ECF" w14:paraId="411E76C2" w14:textId="77777777">
      <w:pPr>
        <w:pStyle w:val="RedaliaTitre2"/>
        <w:bidi w:val="false"/>
      </w:pPr>
      <w:bookmarkStart w:name="_Toc180614136" w:id="207"/>
      <w:bookmarkStart w:name="__RefHeading___Toc11253_1436561398" w:id="208"/>
      <w:bookmarkStart w:name="_Toc200533639" w:id="209"/>
      <w:bookmarkStart w:name="_Toc201048526" w:id="210"/>
      <w:bookmarkStart w:name="_Toc217035009" w:id="211"/>
      <w:bookmarkStart w:name="_Toc221871293" w:id="212"/>
      <w:r>
        <w:rPr>
          <w:rtl w:val="false"/>
        </w:rPr>
        <w:t xml:space="preserve">Penalties for delay</w:t>
      </w:r>
      <w:bookmarkEnd w:id="207"/>
      <w:bookmarkEnd w:id="208"/>
      <w:bookmarkEnd w:id="209"/>
      <w:bookmarkEnd w:id="210"/>
      <w:bookmarkEnd w:id="211"/>
      <w:bookmarkEnd w:id="212"/>
    </w:p>
    <w:p w:rsidR="00ED2B6B" w:rsidRDefault="00C65ECF" w14:paraId="48BED242" w14:textId="77777777">
      <w:pPr>
        <w:pStyle w:val="RedaliaNormal"/>
        <w:bidi w:val="false"/>
      </w:pPr>
      <w:r>
        <w:rPr>
          <w:rtl w:val="false"/>
        </w:rPr>
        <w:t xml:space="preserve">The documents to be produced by the holder within a time limit set by the contract must be transmitted by the Holder by any means allowing proof of their date of receipt by the Contracting Authority.</w:t>
      </w:r>
    </w:p>
    <w:p w:rsidR="00ED2B6B" w:rsidRDefault="00C65ECF" w14:paraId="5B950963" w14:textId="77777777">
      <w:pPr>
        <w:pStyle w:val="RedaliaNormal"/>
        <w:bidi w:val="false"/>
      </w:pPr>
      <w:r>
        <w:rPr>
          <w:rtl w:val="false"/>
        </w:rPr>
        <w:t xml:space="preserve">The procedures for applying late payment penalties provided for in Article 14.1.1 of the CCAG PI will be applied. </w:t>
      </w:r>
    </w:p>
    <w:p w:rsidR="00ED2B6B" w:rsidRDefault="00ED2B6B" w14:paraId="7F960BE1" w14:textId="77777777">
      <w:pPr>
        <w:pStyle w:val="RedaliaNormal"/>
      </w:pPr>
    </w:p>
    <w:p w:rsidR="00ED2B6B" w:rsidRDefault="00C65ECF" w14:paraId="3A52ACAD" w14:textId="77777777">
      <w:pPr>
        <w:pStyle w:val="RedaliaNormal"/>
        <w:bidi w:val="false"/>
      </w:pPr>
      <w:r>
        <w:rPr>
          <w:rtl w:val="false"/>
        </w:rPr>
        <w:t xml:space="preserve">By derogation to article 14.1.3 of the CCAG PI, the Holder will not be exempt from penalties whose total amount does not exceed 1000 € excluding tax for the entire Contract.</w:t>
      </w:r>
    </w:p>
    <w:p w:rsidR="00ED2B6B" w:rsidRDefault="00C65ECF" w14:paraId="10B73F18" w14:textId="77777777">
      <w:pPr>
        <w:pStyle w:val="RedaliaTitre2"/>
        <w:bidi w:val="false"/>
      </w:pPr>
      <w:bookmarkStart w:name="_Toc180614137" w:id="213"/>
      <w:bookmarkStart w:name="__RefHeading___Toc11255_1436561398" w:id="214"/>
      <w:bookmarkStart w:name="_Toc200533640" w:id="215"/>
      <w:bookmarkStart w:name="_Toc201048527" w:id="216"/>
      <w:bookmarkStart w:name="_Toc217035010" w:id="217"/>
      <w:bookmarkStart w:name="_Toc221871294" w:id="218"/>
      <w:r>
        <w:rPr>
          <w:rtl w:val="false"/>
        </w:rPr>
        <w:t xml:space="preserve">Other penalties</w:t>
      </w:r>
      <w:bookmarkEnd w:id="213"/>
      <w:bookmarkEnd w:id="214"/>
      <w:bookmarkEnd w:id="215"/>
      <w:bookmarkEnd w:id="216"/>
      <w:bookmarkEnd w:id="217"/>
      <w:bookmarkEnd w:id="218"/>
    </w:p>
    <w:p w:rsidR="00ED2B6B" w:rsidRDefault="00C65ECF" w14:paraId="60FC31D1" w14:textId="77777777">
      <w:pPr>
        <w:pStyle w:val="RedaliaTitre3"/>
        <w:bidi w:val="false"/>
      </w:pPr>
      <w:r>
        <w:rPr>
          <w:rtl w:val="false"/>
        </w:rPr>
        <w:t xml:space="preserve">Penalties for breach of security or confidentiality obligations</w:t>
      </w:r>
    </w:p>
    <w:p w:rsidR="00ED2B6B" w:rsidRDefault="00C65ECF" w14:paraId="460FFE4F" w14:textId="77777777">
      <w:pPr>
        <w:pStyle w:val="RedaliaNormal"/>
        <w:bidi w:val="false"/>
      </w:pPr>
      <w:r>
        <w:rPr>
          <w:rtl w:val="false"/>
        </w:rPr>
        <w:t xml:space="preserve">The obligation of confidentiality is an essential obligation of this Contract.</w:t>
      </w:r>
    </w:p>
    <w:p w:rsidR="00ED2B6B" w:rsidRDefault="00C65ECF" w14:paraId="6E9BFF4D" w14:textId="77777777">
      <w:pPr>
        <w:pStyle w:val="RedaliaNormal"/>
        <w:bidi w:val="false"/>
      </w:pPr>
      <w:r>
        <w:rPr>
          <w:rtl w:val="false"/>
        </w:rPr>
        <w:t xml:space="preserve">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AGC-IP) :</w:t>
      </w:r>
    </w:p>
    <w:p w:rsidR="00ED2B6B" w:rsidRDefault="00C65ECF" w14:paraId="719E2EAC" w14:textId="77777777">
      <w:pPr>
        <w:pStyle w:val="RedaliaNormal"/>
        <w:bidi w:val="false"/>
      </w:pPr>
      <w:r>
        <w:rPr>
          <w:rtl w:val="false"/>
        </w:rPr>
        <w:lastRenderedPageBreak/>
        <w:t xml:space="preserve">In the event of non-compliance with security and protection rules for Confidential Information not involving Personal Data: application of a flat-rate penalty between 0.5% and 1% of the executed amount of the Contract on the date of discovery of the triggering event;</w:t>
      </w:r>
    </w:p>
    <w:p w:rsidR="00ED2B6B" w:rsidRDefault="00C65ECF" w14:paraId="5C716682" w14:textId="77777777">
      <w:pPr>
        <w:pStyle w:val="RedaliaNormal"/>
        <w:bidi w:val="false"/>
      </w:pPr>
      <w:r>
        <w:rPr>
          <w:rtl w:val="false"/>
        </w:rPr>
        <w:t xml:space="preserve">In the event of non-compliance with security and protection rules for confidential information involving Personal Data: application of a flat-rate penalty between 1% and 2% of the executed amount of the Contract on the date of discovery of the triggering event.</w:t>
      </w:r>
    </w:p>
    <w:p w:rsidR="00ED2B6B" w:rsidRDefault="00C65ECF" w14:paraId="057663F8" w14:textId="77777777">
      <w:pPr>
        <w:pStyle w:val="RedaliaTitre1"/>
        <w:bidi w:val="false"/>
      </w:pPr>
      <w:bookmarkStart w:name="_Toc180614139" w:id="219"/>
      <w:bookmarkStart w:name="__RefHeading___Toc11257_1436561398" w:id="220"/>
      <w:bookmarkStart w:name="_Toc200533641" w:id="221"/>
      <w:bookmarkStart w:name="_Toc201048528" w:id="222"/>
      <w:bookmarkStart w:name="_Toc217035011" w:id="223"/>
      <w:bookmarkStart w:name="_Toc221871295" w:id="224"/>
      <w:r>
        <w:rPr>
          <w:rtl w:val="false"/>
        </w:rPr>
        <w:t xml:space="preserve">Termination of the performance of the service</w:t>
      </w:r>
      <w:bookmarkEnd w:id="219"/>
      <w:bookmarkEnd w:id="220"/>
      <w:bookmarkEnd w:id="221"/>
      <w:bookmarkEnd w:id="222"/>
      <w:bookmarkEnd w:id="223"/>
      <w:bookmarkEnd w:id="224"/>
    </w:p>
    <w:p w:rsidR="00ED2B6B" w:rsidRDefault="00C65ECF" w14:paraId="29E5D34C" w14:textId="77777777">
      <w:pPr>
        <w:pStyle w:val="RedaliaNormal"/>
        <w:bidi w:val="false"/>
      </w:pPr>
      <w:r>
        <w:rPr>
          <w:rtl w:val="false"/>
        </w:rPr>
        <w:t xml:space="preserve">Insofar as technical parts are provided for in the Contract and in accordance with Article 22 of the CCAG PI, the buyer reserves the right to stop the performance of services at the end of each of these technical parts without compensation.</w:t>
      </w:r>
    </w:p>
    <w:p w:rsidR="00ED2B6B" w:rsidRDefault="00C65ECF" w14:paraId="70E7D8E8" w14:textId="77777777">
      <w:pPr>
        <w:pStyle w:val="RedaliaNormal"/>
        <w:bidi w:val="false"/>
      </w:pPr>
      <w:r>
        <w:rPr>
          <w:rtl w:val="false"/>
        </w:rPr>
        <w:t xml:space="preserve">By derogation to article 22 of the CCAG PI, in the case where the stoppage of the performance at the end of a technical part is temporary, it does not entail the termination of the contract. In other cases, the judgment entails the termination of the contract. The decision made specifies whether the judgment is temporary or permanent.</w:t>
      </w:r>
    </w:p>
    <w:p w:rsidR="00ED2B6B" w:rsidRDefault="00C65ECF" w14:paraId="0979355E" w14:textId="77777777">
      <w:pPr>
        <w:pStyle w:val="RedaliaTitre1"/>
        <w:bidi w:val="false"/>
      </w:pPr>
      <w:bookmarkStart w:name="_Toc180614140" w:id="225"/>
      <w:bookmarkStart w:name="__RefHeading___Toc11259_1436561398" w:id="226"/>
      <w:bookmarkStart w:name="_Toc200533642" w:id="227"/>
      <w:bookmarkStart w:name="_Toc201048529" w:id="228"/>
      <w:bookmarkStart w:name="_Toc217035012" w:id="229"/>
      <w:bookmarkStart w:name="_Toc221871296" w:id="230"/>
      <w:r>
        <w:rPr>
          <w:rtl w:val="false"/>
        </w:rPr>
        <w:t xml:space="preserve">Admission – Mission Completion</w:t>
      </w:r>
      <w:bookmarkEnd w:id="225"/>
      <w:bookmarkEnd w:id="226"/>
      <w:bookmarkEnd w:id="227"/>
      <w:bookmarkEnd w:id="228"/>
      <w:bookmarkEnd w:id="229"/>
      <w:bookmarkEnd w:id="230"/>
    </w:p>
    <w:p w:rsidR="00ED2B6B" w:rsidRDefault="00C65ECF" w14:paraId="0A011F02" w14:textId="77777777">
      <w:pPr>
        <w:pStyle w:val="RedaliaNormal"/>
        <w:bidi w:val="false"/>
      </w:pPr>
      <w:r>
        <w:rPr>
          <w:rtl w:val="false"/>
        </w:rPr>
        <w:t xml:space="preserve">All deliverables will be written in the Spanish language.</w:t>
      </w:r>
    </w:p>
    <w:p w:rsidR="00ED2B6B" w:rsidRDefault="00ED2B6B" w14:paraId="680F4A9E" w14:textId="77777777">
      <w:pPr>
        <w:pStyle w:val="RedaliaNormal"/>
      </w:pPr>
    </w:p>
    <w:p w:rsidR="00ED2B6B" w:rsidRDefault="00C65ECF" w14:paraId="2DAE86C3" w14:textId="77777777">
      <w:pPr>
        <w:pStyle w:val="RedaliaNormal"/>
        <w:bidi w:val="false"/>
      </w:pPr>
      <w:r>
        <w:rPr>
          <w:rtl w:val="false"/>
        </w:rPr>
        <w:t xml:space="preserve">Upon receipt of the final deliverables, the Contracting Authority will have 15 working days to validate or not the deliverables. If the Contracting Authority wishes to amend the deliverable, it will communicate its comments on these deliverables to the Holder no later than 15 working days after their receipt. The Account Holder will have 7 working days to take these comments into account and propose a new version of the deliverable. This process may be renewed as long as the Contracting Authority is not satisfied with the final deliverables.</w:t>
      </w:r>
    </w:p>
    <w:p w:rsidR="00ED2B6B" w:rsidRDefault="00C65ECF" w14:paraId="1B74A7E1" w14:textId="77777777">
      <w:pPr>
        <w:pStyle w:val="RedaliaNormal"/>
        <w:bidi w:val="false"/>
      </w:pPr>
      <w:r>
        <w:rPr>
          <w:rtl w:val="false"/>
        </w:rPr>
        <w:t xml:space="preserve">The deliverable will only be validated by a decision of the Contracting Authority</w:t>
      </w:r>
    </w:p>
    <w:p w:rsidR="00ED2B6B" w:rsidRDefault="00C65ECF" w14:paraId="65592FB0" w14:textId="77777777">
      <w:pPr>
        <w:pStyle w:val="RedaliaTitre1"/>
        <w:bidi w:val="false"/>
      </w:pPr>
      <w:bookmarkStart w:name="_Toc229369898" w:id="231"/>
      <w:bookmarkStart w:name="_Toc2394495" w:id="232"/>
      <w:bookmarkStart w:name="_Toc180614141" w:id="233"/>
      <w:bookmarkStart w:name="__RefHeading___Toc11261_1436561398" w:id="234"/>
      <w:bookmarkStart w:name="_Toc200533643" w:id="235"/>
      <w:bookmarkStart w:name="_Toc201048530" w:id="236"/>
      <w:bookmarkStart w:name="_Toc217035013" w:id="237"/>
      <w:bookmarkStart w:name="_Toc221871297" w:id="238"/>
      <w:r>
        <w:rPr>
          <w:rtl w:val="false"/>
        </w:rPr>
        <w:t xml:space="preserve">Insurance – Liability</w:t>
      </w:r>
      <w:bookmarkEnd w:id="231"/>
      <w:bookmarkEnd w:id="232"/>
      <w:r>
        <w:rPr>
          <w:rtl w:val="false"/>
        </w:rPr>
        <w:t xml:space="preserve"/>
      </w:r>
      <w:bookmarkEnd w:id="233"/>
      <w:bookmarkEnd w:id="234"/>
      <w:bookmarkEnd w:id="235"/>
      <w:bookmarkEnd w:id="236"/>
      <w:bookmarkEnd w:id="237"/>
      <w:bookmarkEnd w:id="238"/>
    </w:p>
    <w:p w:rsidR="00ED2B6B" w:rsidRDefault="00C65ECF" w14:paraId="298761AF" w14:textId="77777777">
      <w:pPr>
        <w:pStyle w:val="RedaliaNormal"/>
        <w:bidi w:val="false"/>
      </w:pPr>
      <w:r>
        <w:rPr>
          <w:rtl w:val="false"/>
        </w:rPr>
        <w:t xml:space="preserve">In accordance with Article 9 of the CCAG PI, the Holder must take out insurance to ensure his liability towards the Contracting Authority and third parties, victims of accidents or damages caused by the performance of services.</w:t>
      </w:r>
    </w:p>
    <w:p w:rsidR="00ED2B6B" w:rsidRDefault="00C65ECF" w14:paraId="49BB3BE2" w14:textId="77777777">
      <w:pPr>
        <w:pStyle w:val="RedaliaNormal"/>
        <w:bidi w:val="false"/>
      </w:pPr>
      <w:r>
        <w:rPr>
          <w:rtl w:val="false"/>
        </w:rPr>
        <w:t xml:space="preserve">The holder must prove, within fifteen days of notification of the contract and before it is carried out, that he holds such insurance contracts by means of a certificate establishing the extent of liability guaranteed.</w:t>
      </w:r>
    </w:p>
    <w:p w:rsidR="00ED2B6B" w:rsidRDefault="00C65ECF" w14:paraId="2EF5279E" w14:textId="77777777">
      <w:pPr>
        <w:pStyle w:val="RedaliaNormal"/>
        <w:bidi w:val="false"/>
      </w:pPr>
      <w:r>
        <w:rPr>
          <w:rtl w:val="false"/>
        </w:rPr>
        <w:t xml:space="preserve">At any time during the performance of the contract, the holder must be able to produce this certificate upon request by the buyer and within fifteen days from receipt of the request.</w:t>
      </w:r>
    </w:p>
    <w:p w:rsidR="00ED2B6B" w:rsidRDefault="00C65ECF" w14:paraId="0DFD9C10" w14:textId="77777777">
      <w:pPr>
        <w:pStyle w:val="RedaliaTitre1"/>
        <w:bidi w:val="false"/>
      </w:pPr>
      <w:bookmarkStart w:name="_Toc180614142" w:id="239"/>
      <w:bookmarkStart w:name="__RefHeading___Toc11263_1436561398" w:id="240"/>
      <w:bookmarkStart w:name="_Toc200533644" w:id="241"/>
      <w:bookmarkStart w:name="_Toc201048531" w:id="242"/>
      <w:bookmarkStart w:name="_Toc217035014" w:id="243"/>
      <w:bookmarkStart w:name="_Toc221871298" w:id="244"/>
      <w:r>
        <w:rPr>
          <w:rtl w:val="false"/>
        </w:rPr>
        <w:t xml:space="preserve">Intellectual property – Use of results</w:t>
      </w:r>
      <w:bookmarkEnd w:id="239"/>
      <w:bookmarkEnd w:id="240"/>
      <w:bookmarkEnd w:id="241"/>
      <w:bookmarkEnd w:id="242"/>
      <w:bookmarkEnd w:id="243"/>
      <w:bookmarkEnd w:id="244"/>
    </w:p>
    <w:p w:rsidR="00ED2B6B" w:rsidRDefault="00C65ECF" w14:paraId="5558C61D" w14:textId="77777777">
      <w:pPr>
        <w:pStyle w:val="RedaliaTitre2"/>
        <w:bidi w:val="false"/>
      </w:pPr>
      <w:bookmarkStart w:name="__RefHeading___Toc2357_850954893" w:id="245"/>
      <w:bookmarkStart w:name="_Toc180614143" w:id="246"/>
      <w:bookmarkStart w:name="_Toc200533645" w:id="247"/>
      <w:bookmarkStart w:name="_Toc201048532" w:id="248"/>
      <w:bookmarkStart w:name="_Toc217035015" w:id="249"/>
      <w:bookmarkStart w:name="_Toc221871299" w:id="250"/>
      <w:r>
        <w:rPr>
          <w:rtl w:val="false"/>
        </w:rPr>
        <w:t xml:space="preserve">Prior knowledge regime and standard prior knowledge</w:t>
      </w:r>
      <w:bookmarkEnd w:id="245"/>
      <w:bookmarkEnd w:id="246"/>
      <w:bookmarkEnd w:id="247"/>
      <w:bookmarkEnd w:id="248"/>
      <w:bookmarkEnd w:id="249"/>
      <w:bookmarkEnd w:id="250"/>
    </w:p>
    <w:p w:rsidR="00ED2B6B" w:rsidRDefault="00C65ECF" w14:paraId="49B51822" w14:textId="77777777">
      <w:pPr>
        <w:pStyle w:val="RedaliaNormal"/>
        <w:bidi w:val="false"/>
      </w:pPr>
      <w:r>
        <w:rPr>
          <w:rtl w:val="false"/>
        </w:rPr>
        <w:t xml:space="preserve">The provisions of articles 33 and 34 of the CCAG PI will be applicable to the market.</w:t>
      </w:r>
    </w:p>
    <w:p w:rsidR="00ED2B6B" w:rsidRDefault="00C65ECF" w14:paraId="436BA2C6" w14:textId="77777777">
      <w:pPr>
        <w:pStyle w:val="RedaliaTitre2"/>
        <w:bidi w:val="false"/>
      </w:pPr>
      <w:bookmarkStart w:name="__RefHeading___Toc2359_850954893" w:id="251"/>
      <w:bookmarkStart w:name="_Toc180614144" w:id="252"/>
      <w:bookmarkStart w:name="_Toc200533646" w:id="253"/>
      <w:bookmarkStart w:name="_Toc201048533" w:id="254"/>
      <w:bookmarkStart w:name="_Toc217035016" w:id="255"/>
      <w:bookmarkStart w:name="_Toc221871300" w:id="256"/>
      <w:r>
        <w:rPr>
          <w:rtl w:val="false"/>
        </w:rPr>
        <w:t xml:space="preserve">Results regime</w:t>
      </w:r>
      <w:bookmarkEnd w:id="251"/>
      <w:bookmarkEnd w:id="252"/>
      <w:bookmarkEnd w:id="253"/>
      <w:bookmarkEnd w:id="254"/>
      <w:bookmarkEnd w:id="255"/>
      <w:bookmarkEnd w:id="256"/>
    </w:p>
    <w:p w:rsidR="00ED2B6B" w:rsidRDefault="00C65ECF" w14:paraId="13505847" w14:textId="77777777">
      <w:pPr>
        <w:pStyle w:val="RedaliaNormal"/>
        <w:bidi w:val="false"/>
      </w:pPr>
      <w:r>
        <w:rPr>
          <w:rtl w:val="false"/>
        </w:rPr>
        <w:lastRenderedPageBreak/>
        <w:t xml:space="preserve">By derogation to article 35 of the CCAG PI, the Contracting Authority provides for the following conditions:</w:t>
      </w:r>
    </w:p>
    <w:p w:rsidR="00ED2B6B" w:rsidRDefault="00C65ECF" w14:paraId="0C57672D" w14:textId="77777777">
      <w:pPr>
        <w:pStyle w:val="RedaliaTitre3"/>
        <w:bidi w:val="false"/>
      </w:pPr>
      <w:r>
        <w:rPr>
          <w:rtl w:val="false"/>
        </w:rPr>
        <w:t xml:space="preserve">Assignment of copyright</w:t>
      </w:r>
    </w:p>
    <w:p w:rsidR="00ED2B6B" w:rsidRDefault="00C65ECF" w14:paraId="101DD27D" w14:textId="77777777">
      <w:pPr>
        <w:pStyle w:val="RedaliaNormal"/>
        <w:bidi w:val="false"/>
      </w:pPr>
      <w:r>
        <w:rPr>
          <w:rtl w:val="false"/>
        </w:rPr>
        <w:t xml:space="preserve">The Holder exclusively assigns to the Contracting Authority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it holds or will hold on the reports, works, studies and documents carried out under the Service (hereinafter the "Transfer").</w:t>
      </w:r>
    </w:p>
    <w:p w:rsidR="00ED2B6B" w:rsidRDefault="00C65ECF" w14:paraId="6320AE2B" w14:textId="77777777">
      <w:pPr>
        <w:pStyle w:val="RedaliaNormal"/>
        <w:bidi w:val="false"/>
      </w:pPr>
      <w:r>
        <w:rPr>
          <w:rtl w:val="false"/>
        </w:rPr>
        <w:t xml:space="preserve">More precisely, the Assignment includes the rights:</w:t>
      </w:r>
    </w:p>
    <w:p w:rsidR="00ED2B6B" w:rsidRDefault="00C65ECF" w14:paraId="77C6A0A1" w14:textId="77777777">
      <w:pPr>
        <w:pStyle w:val="Redaliapuces"/>
        <w:numPr>
          <w:ilvl w:val="0"/>
          <w:numId w:val="31"/>
        </w:numPr>
        <w:bidi w:val="false"/>
      </w:pPr>
      <w:r>
        <w:rPr>
          <w:rtl w:val="false"/>
        </w:rPr>
        <w:t xml:space="preserve">to use, reproduce, preserve, distribute, communicate, execute, translate, exploit, broadcast, represent the Service;</w:t>
      </w:r>
    </w:p>
    <w:p w:rsidR="00ED2B6B" w:rsidRDefault="00C65ECF" w14:paraId="1A0D27BE" w14:textId="77777777">
      <w:pPr>
        <w:pStyle w:val="Redaliapuces"/>
        <w:numPr>
          <w:ilvl w:val="0"/>
          <w:numId w:val="31"/>
        </w:numPr>
        <w:bidi w:val="false"/>
      </w:pPr>
      <w:r>
        <w:rPr>
          <w:rtl w:val="false"/>
        </w:rPr>
        <w:t xml:space="preserve">for promotional, commercial or non-commercial, public or private purposes and in particular but not exclusively on the occasion of exhibitions, information operations or public relations);</w:t>
      </w:r>
    </w:p>
    <w:p w:rsidR="00ED2B6B" w:rsidRDefault="00C65ECF" w14:paraId="05BA6331" w14:textId="77777777">
      <w:pPr>
        <w:pStyle w:val="Redaliapuces"/>
        <w:numPr>
          <w:ilvl w:val="0"/>
          <w:numId w:val="31"/>
        </w:numPr>
        <w:bidi w:val="false"/>
      </w:pPr>
      <w:r>
        <w:rPr>
          <w:rtl w:val="false"/>
        </w:rPr>
        <w:t xml:space="preserve">in a partial or integral manner on any medium, current or future, and in particular paper, optical, digital, magnetic or any other computer, electronic or telecommunication medium.</w:t>
      </w:r>
    </w:p>
    <w:p w:rsidR="00ED2B6B" w:rsidRDefault="00ED2B6B" w14:paraId="5A7C06FF" w14:textId="77777777">
      <w:pPr>
        <w:pStyle w:val="RedaliaNormal"/>
      </w:pPr>
    </w:p>
    <w:p w:rsidR="00ED2B6B" w:rsidRDefault="00C65ECF" w14:paraId="63254751" w14:textId="77777777">
      <w:pPr>
        <w:pStyle w:val="RedaliaNormal"/>
        <w:bidi w:val="false"/>
      </w:pPr>
      <w:r>
        <w:rPr>
          <w:rtl w:val="false"/>
        </w:rPr>
        <w:t xml:space="preserve">The Transfer is carried out as and when the reports, works, studies and documents produced by the Service Provider under the Service are completed.</w:t>
      </w:r>
    </w:p>
    <w:p w:rsidR="00ED2B6B" w:rsidRDefault="00C65ECF" w14:paraId="282DD0BC" w14:textId="77777777">
      <w:pPr>
        <w:pStyle w:val="RedaliaNormal"/>
        <w:bidi w:val="false"/>
      </w:pPr>
      <w:r>
        <w:rPr>
          <w:rtl w:val="false"/>
        </w:rPr>
        <w:t xml:space="preserve">The Service Provider also acknowledges the Contracting Authority’s right to transfer to any third party its right to use the reports, works, studies and documents produced by the Service Provider within the framework of the Contract.</w:t>
      </w:r>
    </w:p>
    <w:p w:rsidR="00ED2B6B" w:rsidRDefault="00C65ECF" w14:paraId="00AD7BC4" w14:textId="77777777">
      <w:pPr>
        <w:pStyle w:val="RedaliaTitre3"/>
        <w:bidi w:val="false"/>
      </w:pPr>
      <w:r>
        <w:rPr>
          <w:rtl w:val="false"/>
        </w:rPr>
        <w:t xml:space="preserve">Guarantees of the Transfer</w:t>
      </w:r>
    </w:p>
    <w:p w:rsidR="00ED2B6B" w:rsidRDefault="00C65ECF" w14:paraId="1A71BBE9" w14:textId="77777777">
      <w:pPr>
        <w:pStyle w:val="RedaliaNormal"/>
        <w:bidi w:val="false"/>
      </w:pPr>
      <w:r>
        <w:rPr>
          <w:rtl w:val="false"/>
        </w:rPr>
        <w:t xml:space="preserve">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all disturbances, claims and evictions of any kind whatsoever. He guarantees in particular that he has regularly acquired all the rights, particularly intellectual property rights, necessary for the Transfer.</w:t>
      </w:r>
    </w:p>
    <w:p w:rsidR="00ED2B6B" w:rsidRDefault="00C65ECF" w14:paraId="1842ABD8" w14:textId="77777777">
      <w:pPr>
        <w:pStyle w:val="RedaliaNormal"/>
        <w:bidi w:val="false"/>
      </w:pPr>
      <w:r>
        <w:rPr>
          <w:rtl w:val="false"/>
        </w:rPr>
        <w:t xml:space="preserve">Consequently, the Holder guarantees the Contracting Authority against any action, claim, demand or opposition from any person invoking a right of property, in particular intellectual property, or an act of competition and/or parasitism that would be affected by the Transfer.</w:t>
      </w:r>
    </w:p>
    <w:p w:rsidR="00ED2B6B" w:rsidRDefault="00C65ECF" w14:paraId="50C74669" w14:textId="77777777">
      <w:pPr>
        <w:pStyle w:val="RedaliaNormal"/>
        <w:bidi w:val="false"/>
      </w:pPr>
      <w:r>
        <w:rPr>
          <w:rtl w:val="false"/>
        </w:rPr>
        <w:t xml:space="preserve">The Holder guarantees that the Service does not contain anything that could constitute a violation of the laws and regulations in force, particularly with regard to defamation and insult, privacy and the right to one’s image, breach of morality, counterfeiting or plagiarism.</w:t>
      </w:r>
    </w:p>
    <w:p w:rsidR="00ED2B6B" w:rsidRDefault="00C65ECF" w14:paraId="07E5108A" w14:textId="77777777">
      <w:pPr>
        <w:pStyle w:val="RedaliaTitre3"/>
        <w:bidi w:val="false"/>
      </w:pPr>
      <w:r>
        <w:rPr>
          <w:rtl w:val="false"/>
        </w:rPr>
        <w:t xml:space="preserve">Remuneration of the Transfer</w:t>
      </w:r>
    </w:p>
    <w:p w:rsidR="00ED2B6B" w:rsidRDefault="00C65ECF" w14:paraId="79B82697" w14:textId="77777777">
      <w:pPr>
        <w:pStyle w:val="RedaliaNormal"/>
        <w:bidi w:val="false"/>
      </w:pPr>
      <w:r>
        <w:rPr>
          <w:rtl w:val="false"/>
        </w:rPr>
        <w:t xml:space="preserve">The price of the Transfer is definitively included in the remuneration of the Contract. The Account Holder acknowledges that they are aware of it and will not be able to claim any additional amount under the Transfer.</w:t>
      </w:r>
    </w:p>
    <w:p w:rsidR="00ED2B6B" w:rsidRDefault="00C65ECF" w14:paraId="28AD725B" w14:textId="77777777">
      <w:pPr>
        <w:pStyle w:val="RedaliaTitre1"/>
        <w:bidi w:val="false"/>
      </w:pPr>
      <w:bookmarkStart w:name="_Toc180614146" w:id="257"/>
      <w:bookmarkStart w:name="__RefHeading___Toc11265_1436561398" w:id="258"/>
      <w:bookmarkStart w:name="_Toc44840181" w:id="259"/>
      <w:bookmarkStart w:name="_Toc200533647" w:id="260"/>
      <w:bookmarkStart w:name="_Toc201048534" w:id="261"/>
      <w:bookmarkStart w:name="_Toc217035017" w:id="262"/>
      <w:bookmarkStart w:name="_Toc221871301" w:id="263"/>
      <w:r>
        <w:rPr>
          <w:rtl w:val="false"/>
        </w:rPr>
        <w:t xml:space="preserve">Supplementary clauses</w:t>
      </w:r>
      <w:bookmarkEnd w:id="257"/>
      <w:bookmarkEnd w:id="258"/>
      <w:bookmarkEnd w:id="259"/>
      <w:bookmarkEnd w:id="260"/>
      <w:bookmarkEnd w:id="261"/>
      <w:bookmarkEnd w:id="262"/>
      <w:bookmarkEnd w:id="263"/>
    </w:p>
    <w:p w:rsidR="00ED2B6B" w:rsidRDefault="00C65ECF" w14:paraId="2108DE82" w14:textId="77777777">
      <w:pPr>
        <w:pStyle w:val="RedaliaTitre2"/>
        <w:bidi w:val="false"/>
      </w:pPr>
      <w:bookmarkStart w:name="__RefHeading___Toc11267_1436561398" w:id="264"/>
      <w:bookmarkStart w:name="_Toc200533648" w:id="265"/>
      <w:bookmarkStart w:name="_Toc201048535" w:id="266"/>
      <w:bookmarkStart w:name="_Toc217035018" w:id="267"/>
      <w:bookmarkStart w:name="_Toc221871302" w:id="268"/>
      <w:r>
        <w:rPr>
          <w:rtl w:val="false"/>
        </w:rPr>
        <w:t xml:space="preserve">Reorganization or judicial liquidation</w:t>
      </w:r>
      <w:bookmarkEnd w:id="264"/>
      <w:bookmarkEnd w:id="265"/>
      <w:bookmarkEnd w:id="266"/>
      <w:bookmarkEnd w:id="267"/>
      <w:bookmarkEnd w:id="268"/>
    </w:p>
    <w:p w:rsidR="00ED2B6B" w:rsidRDefault="00C65ECF" w14:paraId="6C4CE5B5" w14:textId="77777777">
      <w:pPr>
        <w:pStyle w:val="RedaliaNormal"/>
        <w:bidi w:val="false"/>
      </w:pPr>
      <w:r>
        <w:rPr>
          <w:rtl w:val="false"/>
        </w:rPr>
        <w:lastRenderedPageBreak/>
        <w:t xml:space="preserve">The following provisions are applicable in the event of judicial reorganization or judicial liquidation.</w:t>
      </w:r>
    </w:p>
    <w:p w:rsidR="00ED2B6B" w:rsidRDefault="00ED2B6B" w14:paraId="5D1551B4" w14:textId="77777777">
      <w:pPr>
        <w:pStyle w:val="RedaliaNormal"/>
      </w:pPr>
    </w:p>
    <w:p w:rsidR="00ED2B6B" w:rsidRDefault="00C65ECF" w14:paraId="15EC5776" w14:textId="77777777">
      <w:pPr>
        <w:pStyle w:val="RedaliaNormal"/>
        <w:bidi w:val="false"/>
      </w:pPr>
      <w:r>
        <w:rPr>
          <w:rtl w:val="false"/>
        </w:rPr>
        <w:t xml:space="preserve">The contract holder shall immediately notify the contracting authority of the judgment instituting judicial reorganization or liquidation. The same applies to any judgment or decision likely to have an effect on the performance of the contract.</w:t>
      </w:r>
    </w:p>
    <w:p w:rsidR="00ED2B6B" w:rsidRDefault="00ED2B6B" w14:paraId="26E40104" w14:textId="77777777">
      <w:pPr>
        <w:pStyle w:val="RedaliaNormal"/>
      </w:pPr>
    </w:p>
    <w:p w:rsidR="00ED2B6B" w:rsidRDefault="00C65ECF" w14:paraId="1407C44E" w14:textId="77777777">
      <w:pPr>
        <w:pStyle w:val="RedaliaNormal"/>
        <w:bidi w:val="false"/>
      </w:pPr>
      <w:r>
        <w:rPr>
          <w:rtl w:val="false"/>
        </w:rPr>
        <w:t xml:space="preserve">The contracting authority sends a formal notice to the administrator or the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rsidR="00ED2B6B" w:rsidRDefault="00ED2B6B" w14:paraId="0902B39D" w14:textId="77777777">
      <w:pPr>
        <w:pStyle w:val="RedaliaNormal"/>
      </w:pPr>
    </w:p>
    <w:p w:rsidR="00ED2B6B" w:rsidRDefault="00C65ECF" w14:paraId="47B14841" w14:textId="77777777">
      <w:pPr>
        <w:pStyle w:val="RedaliaNormal"/>
        <w:bidi w:val="false"/>
      </w:pPr>
      <w:r>
        <w:rPr>
          <w:rtl w:val="false"/>
        </w:rPr>
        <w:t xml:space="preserve">In the event of a negative response or failure to respond within one month from the date of dispatch of the formal notice, termination of the contract shall be pronounced. This period of one month may be extended or shortened if, before the said period expires, the judge has granted an extension to the administrator or liquidator, or has set a shorter period for him.</w:t>
      </w:r>
    </w:p>
    <w:p w:rsidR="00ED2B6B" w:rsidRDefault="00ED2B6B" w14:paraId="772DC49F" w14:textId="77777777">
      <w:pPr>
        <w:pStyle w:val="RedaliaNormal"/>
      </w:pPr>
    </w:p>
    <w:p w:rsidR="00ED2B6B" w:rsidRDefault="00C65ECF" w14:paraId="31DCEDE4" w14:textId="77777777">
      <w:pPr>
        <w:pStyle w:val="RedaliaNormal"/>
        <w:bidi w:val="false"/>
      </w:pPr>
      <w:r>
        <w:rPr>
          <w:rtl w:val="false"/>
        </w:rPr>
        <w:t xml:space="preserve">The termination takes effect on the date of the decision of the administrator, liquidator or holder to waive the performance of the contract, or at the expiration of the one-month period above. It does not entitle the holder to any compensation.</w:t>
      </w:r>
    </w:p>
    <w:p w:rsidR="00ED2B6B" w:rsidRDefault="00C65ECF" w14:paraId="039F0D7D" w14:textId="77777777">
      <w:pPr>
        <w:pStyle w:val="RedaliaTitre2"/>
        <w:bidi w:val="false"/>
      </w:pPr>
      <w:bookmarkStart w:name="__RefHeading___Toc11269_1436561398" w:id="269"/>
      <w:bookmarkStart w:name="_Toc200533649" w:id="270"/>
      <w:bookmarkStart w:name="_Toc201048536" w:id="271"/>
      <w:bookmarkStart w:name="_Toc217035019" w:id="272"/>
      <w:bookmarkStart w:name="_Toc221871303" w:id="273"/>
      <w:r>
        <w:rPr>
          <w:rtl w:val="false"/>
        </w:rPr>
        <w:t xml:space="preserve">Declaration and obligations of the Holder</w:t>
      </w:r>
      <w:bookmarkEnd w:id="269"/>
      <w:bookmarkEnd w:id="270"/>
      <w:bookmarkEnd w:id="271"/>
      <w:bookmarkEnd w:id="272"/>
      <w:bookmarkEnd w:id="273"/>
    </w:p>
    <w:p w:rsidR="00ED2B6B" w:rsidRDefault="00C65ECF" w14:paraId="07D516BB" w14:textId="77777777">
      <w:pPr>
        <w:pStyle w:val="RedaliaTitre3"/>
        <w:bidi w:val="false"/>
      </w:pPr>
      <w:r>
        <w:rPr>
          <w:rtl w:val="false"/>
        </w:rPr>
        <w:t xml:space="preserve">Declaration of the Holder</w:t>
      </w:r>
    </w:p>
    <w:p w:rsidR="00ED2B6B" w:rsidRDefault="00C65ECF" w14:paraId="14D5BEC1" w14:textId="77777777">
      <w:pPr>
        <w:bidi w:val="false"/>
        <w:jc w:val="both"/>
      </w:pPr>
      <w:r>
        <w:rPr>
          <w:rtl w:val="false"/>
        </w:rPr>
        <w:t xml:space="preserve">The necessary authorizations under the Contract and the insurance related to the Service will be borne by the Provider. The Service Provider declares that it will subscribe and maintain, and ensure that its Staff has insurance covering all risks related to the performance of the Service. The Service Provider will provide AFD, at its request, with the corresponding insurance certificate(s).</w:t>
      </w:r>
    </w:p>
    <w:p w:rsidR="00ED2B6B" w:rsidRDefault="00C65ECF" w14:paraId="6703BC24" w14:textId="77777777">
      <w:pPr>
        <w:bidi w:val="false"/>
        <w:jc w:val="both"/>
      </w:pPr>
      <w:r>
        <w:rPr>
          <w:rtl w:val="false"/>
        </w:rPr>
        <w:t xml:space="preserve">The Service Provider declares:</w:t>
      </w:r>
    </w:p>
    <w:p w:rsidR="00ED2B6B" w:rsidRDefault="00C65ECF" w14:paraId="15559C9A" w14:textId="77777777">
      <w:pPr>
        <w:pStyle w:val="Redaliapuces"/>
        <w:numPr>
          <w:ilvl w:val="0"/>
          <w:numId w:val="31"/>
        </w:numPr>
        <w:bidi w:val="false"/>
      </w:pPr>
      <w:r>
        <w:rPr>
          <w:rtl w:val="false"/>
        </w:rPr>
        <w:t xml:space="preserve">that it has obtained from the competent authorities all the necessary authorizations to exercise its activity.</w:t>
      </w:r>
    </w:p>
    <w:p w:rsidR="00ED2B6B" w:rsidRDefault="00C65ECF" w14:paraId="10658C86" w14:textId="77777777">
      <w:pPr>
        <w:pStyle w:val="Redaliapuces"/>
        <w:numPr>
          <w:ilvl w:val="0"/>
          <w:numId w:val="31"/>
        </w:numPr>
        <w:bidi w:val="false"/>
      </w:pPr>
      <w:r>
        <w:rPr>
          <w:rtl w:val="false"/>
        </w:rPr>
        <w:t xml:space="preserve">that he has all the necessary authorizations for the validity of the Contract and the execution of the obligations arising from it;</w:t>
      </w:r>
    </w:p>
    <w:p w:rsidR="00ED2B6B" w:rsidRDefault="00C65ECF" w14:paraId="22CCBC96" w14:textId="77777777">
      <w:pPr>
        <w:pStyle w:val="Redaliapuces"/>
        <w:numPr>
          <w:ilvl w:val="0"/>
          <w:numId w:val="31"/>
        </w:numPr>
        <w:bidi w:val="false"/>
      </w:pPr>
      <w:r>
        <w:rPr>
          <w:rtl w:val="false"/>
        </w:rPr>
        <w:t xml:space="preserve">that the Staff is employed by him in accordance with the labor regulations applicable to him.</w:t>
      </w:r>
    </w:p>
    <w:p w:rsidR="00ED2B6B" w:rsidRDefault="00C65ECF" w14:paraId="236B7A0C" w14:textId="77777777">
      <w:pPr>
        <w:bidi w:val="false"/>
        <w:jc w:val="both"/>
      </w:pPr>
      <w:r>
        <w:rPr>
          <w:rtl w:val="false"/>
        </w:rPr>
        <w:t xml:space="preserve">In accordance with articles L 8222-1 and D 8222-5 of the Labor Code, the Provider must provide upon signing the Contract, then regularly depending on the validity period of each document, the following documents:</w:t>
      </w:r>
    </w:p>
    <w:p w:rsidR="00ED2B6B" w:rsidRDefault="00C65ECF" w14:paraId="6D35D0A2" w14:textId="77777777">
      <w:pPr>
        <w:pStyle w:val="Redaliapuces"/>
        <w:numPr>
          <w:ilvl w:val="0"/>
          <w:numId w:val="31"/>
        </w:numPr>
        <w:bidi w:val="false"/>
      </w:pPr>
      <w:r>
        <w:rPr>
          <w:rtl w:val="false"/>
        </w:rPr>
        <w:t xml:space="preserve">The valid document attesting to the actual registration of the structure (K-bis extract or equivalent)</w:t>
      </w:r>
    </w:p>
    <w:p w:rsidR="00ED2B6B" w:rsidRDefault="00C65ECF" w14:paraId="4491D27C" w14:textId="77777777">
      <w:pPr>
        <w:pStyle w:val="Redaliapuces"/>
        <w:numPr>
          <w:ilvl w:val="0"/>
          <w:numId w:val="31"/>
        </w:numPr>
        <w:bidi w:val="false"/>
      </w:pPr>
      <w:r>
        <w:rPr>
          <w:rtl w:val="false"/>
        </w:rPr>
        <w:t xml:space="preserve">A tax certificate issued by the competent authorities certifying that the Holder is up to date with his tax obligations;</w:t>
      </w:r>
    </w:p>
    <w:p w:rsidR="00ED2B6B" w:rsidRDefault="00C65ECF" w14:paraId="2944ADCC" w14:textId="77777777">
      <w:pPr>
        <w:pStyle w:val="Redaliapuces"/>
        <w:numPr>
          <w:ilvl w:val="0"/>
          <w:numId w:val="31"/>
        </w:numPr>
        <w:bidi w:val="false"/>
      </w:pPr>
      <w:r>
        <w:rPr>
          <w:rtl w:val="false"/>
        </w:rPr>
        <w:t xml:space="preserve">A certificate issued by the competent authorities certifying that the Holder is up to date with his social obligations;</w:t>
      </w:r>
    </w:p>
    <w:p w:rsidR="00ED2B6B" w:rsidRDefault="00C65ECF" w14:paraId="4ACC4147" w14:textId="77777777">
      <w:pPr>
        <w:pStyle w:val="Redaliapuces"/>
        <w:numPr>
          <w:ilvl w:val="0"/>
          <w:numId w:val="31"/>
        </w:numPr>
        <w:bidi w:val="false"/>
      </w:pPr>
      <w:r>
        <w:rPr>
          <w:rtl w:val="false"/>
        </w:rPr>
        <w:lastRenderedPageBreak/>
        <w:t xml:space="preserve">A valid civil and/ or professional liability insurance certificate.</w:t>
      </w:r>
    </w:p>
    <w:p w:rsidR="00ED2B6B" w:rsidRDefault="00C65ECF" w14:paraId="18F1164A" w14:textId="77777777">
      <w:pPr>
        <w:pStyle w:val="Redaliapuces"/>
        <w:numPr>
          <w:ilvl w:val="0"/>
          <w:numId w:val="31"/>
        </w:numPr>
        <w:bidi w:val="false"/>
      </w:pPr>
      <w:r>
        <w:rPr>
          <w:rtl w:val="false"/>
        </w:rPr>
        <w:t xml:space="preserve">The nominative list of foreign workers outside the EC or posted, jobs by the structure or failing that a sworn statement of non-employment of foreign workers outside the EC.</w:t>
      </w:r>
    </w:p>
    <w:p w:rsidR="00ED2B6B" w:rsidRDefault="00C65ECF" w14:paraId="73F0D205" w14:textId="77777777">
      <w:pPr>
        <w:bidi w:val="false"/>
        <w:jc w:val="both"/>
      </w:pPr>
      <w:r>
        <w:rPr>
          <w:rtl w:val="false"/>
        </w:rPr>
        <w:t xml:space="preserve">These documents must be provided and kept up to date in the PROVIGIS tool – tool for collecting certificates that the Contracting Authority has adopted.</w:t>
      </w:r>
    </w:p>
    <w:p w:rsidR="00ED2B6B" w:rsidRDefault="00C65ECF" w14:paraId="78B61268" w14:textId="77777777">
      <w:pPr>
        <w:pStyle w:val="RedaliaTitre3"/>
        <w:bidi w:val="false"/>
      </w:pPr>
      <w:r>
        <w:rPr>
          <w:rtl w:val="false"/>
        </w:rPr>
        <w:t xml:space="preserve">Obligation of confidentiality</w:t>
      </w:r>
    </w:p>
    <w:p w:rsidR="00ED2B6B" w:rsidRDefault="00C65ECF" w14:paraId="7BED2513" w14:textId="77777777">
      <w:pPr>
        <w:pStyle w:val="RedaliaNormal"/>
        <w:bidi w:val="false"/>
      </w:pPr>
      <w:r>
        <w:rPr>
          <w:rtl w:val="false"/>
        </w:rPr>
        <w:t xml:space="preserve">The Holder, acting both for himself and on behalf of the Staff whom he guarantees undertakes, during the term of the Contract and for a period of five (5) years following the end of the Contract, that the Confidential Information:</w:t>
      </w:r>
    </w:p>
    <w:p w:rsidR="00ED2B6B" w:rsidRDefault="00C65ECF" w14:paraId="53B44F80" w14:textId="77777777">
      <w:pPr>
        <w:pStyle w:val="Redaliapuces"/>
        <w:numPr>
          <w:ilvl w:val="0"/>
          <w:numId w:val="31"/>
        </w:numPr>
        <w:bidi w:val="false"/>
      </w:pPr>
      <w:r>
        <w:rPr>
          <w:rtl w:val="false"/>
        </w:rPr>
        <w:t xml:space="preserve">are protected and kept strictly confidential, and are treated with the same degree of care and protection as it accords to its own confidential information of equal importance;</w:t>
      </w:r>
    </w:p>
    <w:p w:rsidR="00ED2B6B" w:rsidRDefault="00C65ECF" w14:paraId="475AB63E" w14:textId="77777777">
      <w:pPr>
        <w:pStyle w:val="Redaliapuces"/>
        <w:numPr>
          <w:ilvl w:val="0"/>
          <w:numId w:val="31"/>
        </w:numPr>
        <w:bidi w:val="false"/>
      </w:pPr>
      <w:r>
        <w:rPr>
          <w:rtl w:val="false"/>
        </w:rPr>
        <w:t xml:space="preserve">are transmitted internally only to the Staff;</w:t>
      </w:r>
    </w:p>
    <w:p w:rsidR="00ED2B6B" w:rsidRDefault="00C65ECF" w14:paraId="7E0E5311" w14:textId="77777777">
      <w:pPr>
        <w:pStyle w:val="Redaliapuces"/>
        <w:numPr>
          <w:ilvl w:val="0"/>
          <w:numId w:val="31"/>
        </w:numPr>
        <w:bidi w:val="false"/>
      </w:pPr>
      <w:r>
        <w:rPr>
          <w:rtl w:val="false"/>
        </w:rPr>
        <w:t xml:space="preserve">are not used for any purpose other than that defined by the Contract.</w:t>
      </w:r>
    </w:p>
    <w:p w:rsidR="00ED2B6B" w:rsidRDefault="00ED2B6B" w14:paraId="0695BE9F" w14:textId="77777777">
      <w:pPr>
        <w:pStyle w:val="RedaliaNormal"/>
      </w:pPr>
    </w:p>
    <w:p w:rsidR="00ED2B6B" w:rsidRDefault="00C65ECF" w14:paraId="39BE8E96" w14:textId="77777777">
      <w:pPr>
        <w:pStyle w:val="RedaliaNormal"/>
        <w:bidi w:val="false"/>
      </w:pPr>
      <w:r>
        <w:rPr>
          <w:rtl w:val="false"/>
        </w:rPr>
        <w:t xml:space="preserve">Notwithstanding the paragraph above, information covered by professional and banking secrecy shall be kept confidential until such time as the related confidentiality is lifted.</w:t>
      </w:r>
    </w:p>
    <w:p w:rsidR="00ED2B6B" w:rsidRDefault="00ED2B6B" w14:paraId="5E70EC81" w14:textId="77777777">
      <w:pPr>
        <w:pStyle w:val="RedaliaNormal"/>
      </w:pPr>
    </w:p>
    <w:p w:rsidR="00ED2B6B" w:rsidRDefault="00C65ECF" w14:paraId="2D2DECCD" w14:textId="77777777">
      <w:pPr>
        <w:pStyle w:val="RedaliaNormal"/>
        <w:bidi w:val="false"/>
      </w:pPr>
      <w:r>
        <w:rPr>
          <w:rtl w:val="false"/>
        </w:rPr>
        <w:t xml:space="preserve">The Holder therefore undertakes not to disclose, directly or indirectly, in part or in full, the Confidential Information without the express, prior and written consent of the Contracting Authority, to keep confidential any information or document obtained within the framework of the Contract and not to communicate to third parties about the missions entrusted to it without prior, express and written authorization from the Contracting Authority.</w:t>
      </w:r>
    </w:p>
    <w:p w:rsidR="00ED2B6B" w:rsidRDefault="00ED2B6B" w14:paraId="55E24971" w14:textId="77777777">
      <w:pPr>
        <w:pStyle w:val="RedaliaNormal"/>
      </w:pPr>
    </w:p>
    <w:p w:rsidR="00ED2B6B" w:rsidRDefault="00C65ECF" w14:paraId="65284D23" w14:textId="77777777">
      <w:pPr>
        <w:pStyle w:val="RedaliaNormal"/>
        <w:bidi w:val="false"/>
      </w:pPr>
      <w:r>
        <w:rPr>
          <w:rtl w:val="false"/>
        </w:rPr>
        <w:t xml:space="preserve">At the end of the contract, the Account Holder undertakes to return the documents provided in full.</w:t>
      </w:r>
    </w:p>
    <w:p w:rsidR="00ED2B6B" w:rsidRDefault="00C65ECF" w14:paraId="562436CB" w14:textId="77777777">
      <w:pPr>
        <w:pStyle w:val="RedaliaTitre3"/>
        <w:bidi w:val="false"/>
      </w:pPr>
      <w:r>
        <w:rPr>
          <w:rtl w:val="false"/>
        </w:rPr>
        <w:t xml:space="preserve">Powers of the Holder</w:t>
      </w:r>
    </w:p>
    <w:p w:rsidR="00ED2B6B" w:rsidRDefault="00C65ECF" w14:paraId="4656E5FC" w14:textId="77777777">
      <w:pPr>
        <w:pStyle w:val="RedaliaNormal"/>
        <w:bidi w:val="false"/>
      </w:pPr>
      <w:r>
        <w:rPr>
          <w:rtl w:val="false"/>
        </w:rPr>
        <w:t xml:space="preserve">The Holder does not have any power to act in the name and on behalf of the Awarding Authority or to engage the latter, except with an express and special mandate granted by the Awarding Authority on a case-by-case basis. The Contracting Authority remains the sole judge of any decisions to be taken on the proposals submitted to it by the Contractor at the end of the Service.</w:t>
      </w:r>
    </w:p>
    <w:p w:rsidR="00ED2B6B" w:rsidRDefault="00C65ECF" w14:paraId="0EC1BF07" w14:textId="77777777">
      <w:pPr>
        <w:pStyle w:val="RedaliaTitre3"/>
        <w:bidi w:val="false"/>
      </w:pPr>
      <w:r>
        <w:rPr>
          <w:rtl w:val="false"/>
        </w:rPr>
        <w:t xml:space="preserve">Integrity clause</w:t>
      </w:r>
    </w:p>
    <w:p w:rsidR="00ED2B6B" w:rsidRDefault="00C65ECF" w14:paraId="39CA3826" w14:textId="77777777">
      <w:pPr>
        <w:pStyle w:val="RedaliaNormal"/>
        <w:bidi w:val="false"/>
      </w:pPr>
      <w:r>
        <w:rPr>
          <w:rtl w:val="false"/>
        </w:rPr>
        <w:t xml:space="preserve">The Holder declares and undertakes to:</w:t>
      </w:r>
    </w:p>
    <w:p w:rsidR="00ED2B6B" w:rsidRDefault="00C65ECF" w14:paraId="1DD8E405" w14:textId="77777777">
      <w:pPr>
        <w:pStyle w:val="Redaliapuces"/>
        <w:numPr>
          <w:ilvl w:val="0"/>
          <w:numId w:val="31"/>
        </w:numPr>
        <w:bidi w:val="false"/>
      </w:pPr>
      <w:r>
        <w:rPr>
          <w:rtl w:val="false"/>
        </w:rPr>
        <w:t xml:space="preserve">not having committed any act likely to influence the competitive process and in particular that no Agreement has been entered into and will be entered into;</w:t>
      </w:r>
    </w:p>
    <w:p w:rsidR="00ED2B6B" w:rsidRDefault="00C65ECF" w14:paraId="24B061F8" w14:textId="77777777">
      <w:pPr>
        <w:pStyle w:val="Redaliapuces"/>
        <w:numPr>
          <w:ilvl w:val="0"/>
          <w:numId w:val="31"/>
        </w:numPr>
        <w:bidi w:val="false"/>
      </w:pPr>
      <w:r>
        <w:rPr>
          <w:rtl w:val="false"/>
        </w:rPr>
        <w:t xml:space="preserve">what the negotiation, conclusion and execution of the Contract have not given, do not give and will not give rise to an Act of Corruption and/or an Act of Fraud.</w:t>
      </w:r>
    </w:p>
    <w:p w:rsidR="00ED2B6B" w:rsidRDefault="00C65ECF" w14:paraId="1DAB2BE1" w14:textId="77777777">
      <w:pPr>
        <w:pStyle w:val="RedaliaTitre3"/>
        <w:bidi w:val="false"/>
      </w:pPr>
      <w:r>
        <w:rPr>
          <w:rtl w:val="false"/>
        </w:rPr>
        <w:t xml:space="preserve">Social and environmental responsibility</w:t>
      </w:r>
    </w:p>
    <w:p w:rsidR="00ED2B6B" w:rsidRDefault="00C65ECF" w14:paraId="4ABF26D6" w14:textId="77777777">
      <w:pPr>
        <w:pStyle w:val="RedaliaNormal"/>
        <w:bidi w:val="false"/>
      </w:pPr>
      <w:r>
        <w:rPr>
          <w:rtl w:val="false"/>
        </w:rPr>
        <w:t xml:space="preserve">The Contracting Authority attaches great importance to compliance with the provisions in favour of sustainable development, both in its social and environmental aspects.</w:t>
      </w:r>
      <w:r>
        <w:rPr>
          <w:rtl w:val="false"/>
        </w:rPr>
        <w:lastRenderedPageBreak/>
        <w:t/>
      </w:r>
    </w:p>
    <w:p w:rsidR="00ED2B6B" w:rsidRDefault="00C65ECF" w14:paraId="2241C041" w14:textId="77777777">
      <w:pPr>
        <w:pStyle w:val="RedaliaTitre3"/>
        <w:bidi w:val="false"/>
      </w:pPr>
      <w:r>
        <w:rPr>
          <w:rtl w:val="false"/>
        </w:rPr>
        <w:t xml:space="preserve">Personal data</w:t>
      </w:r>
    </w:p>
    <w:p w:rsidR="00ED2B6B" w:rsidRDefault="00C65ECF" w14:paraId="4F792F4A" w14:textId="77777777">
      <w:pPr>
        <w:pStyle w:val="RedaliaNormal"/>
        <w:bidi w:val="false"/>
      </w:pPr>
      <w:r>
        <w:rPr>
          <w:rtl w:val="false"/>
        </w:rPr>
        <w:t xml:space="preserve">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Therefore, the Data Controller would act as a "subcontractor" of the Contracting Authority, within the meaning and under the conditions described in article 60 of the French Data Protection Act and 28 of the GDPR.</w:t>
      </w:r>
    </w:p>
    <w:p w:rsidR="00ED2B6B" w:rsidRDefault="00ED2B6B" w14:paraId="77181421" w14:textId="77777777">
      <w:pPr>
        <w:pStyle w:val="RedaliaNormal"/>
      </w:pPr>
    </w:p>
    <w:p w:rsidR="00ED2B6B" w:rsidRDefault="00C65ECF" w14:paraId="71C9258E" w14:textId="77777777">
      <w:pPr>
        <w:pStyle w:val="RedaliaNormal"/>
        <w:bidi w:val="false"/>
      </w:pPr>
      <w:r>
        <w:rPr>
          <w:rtl w:val="false"/>
        </w:rPr>
        <w:t xml:space="preserve">Also, if applicable, the Holder undertakes to:</w:t>
      </w:r>
    </w:p>
    <w:p w:rsidR="00ED2B6B" w:rsidRDefault="00ED2B6B" w14:paraId="4CB2A442" w14:textId="77777777">
      <w:pPr>
        <w:pStyle w:val="RedaliaNormal"/>
      </w:pPr>
    </w:p>
    <w:p w:rsidR="00ED2B6B" w:rsidRDefault="00C65ECF" w14:paraId="7C545290" w14:textId="77777777">
      <w:pPr>
        <w:pStyle w:val="Redaliapuces"/>
        <w:numPr>
          <w:ilvl w:val="0"/>
          <w:numId w:val="31"/>
        </w:numPr>
        <w:bidi w:val="false"/>
      </w:pPr>
      <w:r>
        <w:rPr>
          <w:rtl w:val="false"/>
        </w:rPr>
        <w:t xml:space="preserve">not to use the Data for purposes other than those necessary for the implementation of the Service and not to make any copies of the Data otherwise than strictly within the framework of the execution of the Contract,</w:t>
      </w:r>
    </w:p>
    <w:p w:rsidR="00ED2B6B" w:rsidRDefault="00C65ECF" w14:paraId="49F04F4E" w14:textId="77777777">
      <w:pPr>
        <w:pStyle w:val="Redaliapuces"/>
        <w:numPr>
          <w:ilvl w:val="0"/>
          <w:numId w:val="31"/>
        </w:numPr>
        <w:bidi w:val="false"/>
      </w:pPr>
      <w:r>
        <w:rPr>
          <w:rtl w:val="false"/>
        </w:rPr>
        <w:t xml:space="preserve">respect the principle of relevance and proportionality of the personal data processed and, consequently, to only collect/process the Data strictly necessary for the provision of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rsidR="00ED2B6B" w:rsidRDefault="00C65ECF" w14:paraId="231F39E1" w14:textId="77777777">
      <w:pPr>
        <w:pStyle w:val="Redaliapuces"/>
        <w:numPr>
          <w:ilvl w:val="0"/>
          <w:numId w:val="31"/>
        </w:numPr>
        <w:bidi w:val="false"/>
      </w:pPr>
      <w:r>
        <w:rPr>
          <w:rtl w:val="false"/>
        </w:rPr>
        <w:t xml:space="preserve">not to proceed with any transfer of the Data to countries outside the European Economic Area, within the meaning of Articles 44 et seq. of the GDPR, without the prior written consent of the Contracting Authority.</w:t>
      </w:r>
    </w:p>
    <w:p w:rsidR="00ED2B6B" w:rsidRDefault="00ED2B6B" w14:paraId="7FFC3EB5" w14:textId="77777777">
      <w:pPr>
        <w:pStyle w:val="RedaliaNormal"/>
      </w:pPr>
    </w:p>
    <w:p w:rsidR="00ED2B6B" w:rsidRDefault="00C65ECF" w14:paraId="0AFE9B05" w14:textId="77777777">
      <w:pPr>
        <w:pStyle w:val="RedaliaNormal"/>
        <w:bidi w:val="false"/>
        <w:rPr>
          <w:b/>
          <w:bCs/>
        </w:rPr>
      </w:pPr>
      <w:r>
        <w:rPr>
          <w:b/>
          <w:bCs/>
          <w:rtl w:val="false"/>
        </w:rPr>
        <w:t xml:space="preserve">Subcontracting</w:t>
      </w:r>
    </w:p>
    <w:p w:rsidR="00ED2B6B" w:rsidRDefault="00ED2B6B" w14:paraId="648DCCA1" w14:textId="77777777">
      <w:pPr>
        <w:pStyle w:val="RedaliaNormal"/>
      </w:pPr>
    </w:p>
    <w:p w:rsidR="00ED2B6B" w:rsidRDefault="00C65ECF" w14:paraId="2EF03713" w14:textId="77777777">
      <w:pPr>
        <w:pStyle w:val="RedaliaNormal"/>
        <w:bidi w:val="false"/>
      </w:pPr>
      <w:r>
        <w:rPr>
          <w:rtl w:val="false"/>
        </w:rPr>
        <w:t xml:space="preserve">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rsidR="00ED2B6B" w:rsidRDefault="00ED2B6B" w14:paraId="507D8DAC" w14:textId="77777777">
      <w:pPr>
        <w:pStyle w:val="RedaliaNormal"/>
      </w:pPr>
    </w:p>
    <w:p w:rsidR="00ED2B6B" w:rsidRDefault="00C65ECF" w14:paraId="7BB0DB0B" w14:textId="77777777">
      <w:pPr>
        <w:pStyle w:val="RedaliaNormal"/>
        <w:bidi w:val="false"/>
      </w:pPr>
      <w:r>
        <w:rPr>
          <w:rtl w:val="false"/>
        </w:rPr>
        <w:t xml:space="preserve">The Data Controller shall, at the first request of the Contracting Authority, justify the contractual commitments of any third party Data Controller involved in the processing of the Data, if necessary by providing the relevant contractual documents.</w:t>
      </w:r>
    </w:p>
    <w:p w:rsidR="00ED2B6B" w:rsidRDefault="00ED2B6B" w14:paraId="4AD033D9" w14:textId="77777777">
      <w:pPr>
        <w:pStyle w:val="RedaliaNormal"/>
      </w:pPr>
    </w:p>
    <w:p w:rsidR="00ED2B6B" w:rsidRDefault="00C65ECF" w14:paraId="3061F99A" w14:textId="77777777">
      <w:pPr>
        <w:pStyle w:val="RedaliaNormal"/>
        <w:bidi w:val="false"/>
        <w:rPr>
          <w:b/>
          <w:bCs/>
        </w:rPr>
      </w:pPr>
      <w:r>
        <w:rPr>
          <w:b/>
          <w:bCs/>
          <w:rtl w:val="false"/>
        </w:rPr>
        <w:t xml:space="preserve">Security, confidentiality and audit</w:t>
      </w:r>
    </w:p>
    <w:p w:rsidR="00ED2B6B" w:rsidRDefault="00ED2B6B" w14:paraId="39B166C2" w14:textId="77777777">
      <w:pPr>
        <w:pStyle w:val="RedaliaNormal"/>
      </w:pPr>
    </w:p>
    <w:p w:rsidR="00ED2B6B" w:rsidRDefault="00C65ECF" w14:paraId="65BFE3D6" w14:textId="77777777">
      <w:pPr>
        <w:pStyle w:val="RedaliaNormal"/>
        <w:bidi w:val="false"/>
      </w:pPr>
      <w:r>
        <w:rPr>
          <w:rtl w:val="false"/>
        </w:rPr>
        <w:t xml:space="preserve">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any unauthorized access, misuse, fraudulent use or loss. The Holder shall immediately inform the Contracting Authority if the implemented measures do not or no longer meet these requirements.</w:t>
      </w:r>
    </w:p>
    <w:p w:rsidR="00ED2B6B" w:rsidRDefault="00ED2B6B" w14:paraId="0D946DE6" w14:textId="77777777">
      <w:pPr>
        <w:pStyle w:val="RedaliaNormal"/>
      </w:pPr>
    </w:p>
    <w:p w:rsidR="00ED2B6B" w:rsidRDefault="00C65ECF" w14:paraId="1248CC47" w14:textId="77777777">
      <w:pPr>
        <w:pStyle w:val="RedaliaNormal"/>
        <w:bidi w:val="false"/>
      </w:pPr>
      <w:r>
        <w:rPr>
          <w:rtl w:val="false"/>
        </w:rPr>
        <w:t xml:space="preserve">The Data Controller must immediately report to the Contracting Authority any control measures or access requests made by authorities duly authorised for this purpose, such as the CNIL services or the judicial police.</w:t>
      </w:r>
    </w:p>
    <w:p w:rsidR="00ED2B6B" w:rsidRDefault="00ED2B6B" w14:paraId="0DD16A5B" w14:textId="77777777">
      <w:pPr>
        <w:pStyle w:val="RedaliaNormal"/>
      </w:pPr>
    </w:p>
    <w:p w:rsidR="00ED2B6B" w:rsidRDefault="00C65ECF" w14:paraId="35E9DF21" w14:textId="77777777">
      <w:pPr>
        <w:pStyle w:val="RedaliaNormal"/>
        <w:bidi w:val="false"/>
      </w:pPr>
      <w:r>
        <w:rPr>
          <w:rtl w:val="false"/>
        </w:rPr>
        <w:t xml:space="preserve">These obligations of confidentiality and security of the Data remain valid after the end of the Contract as soon as the Holder continues to store or access the Data. These obligations will only end on the day when the Holder ceases to access and/or store the Data.</w:t>
      </w:r>
    </w:p>
    <w:p w:rsidR="00ED2B6B" w:rsidRDefault="00ED2B6B" w14:paraId="6821C60F" w14:textId="77777777">
      <w:pPr>
        <w:pStyle w:val="RedaliaNormal"/>
      </w:pPr>
    </w:p>
    <w:p w:rsidR="00ED2B6B" w:rsidRDefault="00C65ECF" w14:paraId="72B81BD1" w14:textId="77777777">
      <w:pPr>
        <w:pStyle w:val="RedaliaNormal"/>
        <w:bidi w:val="false"/>
      </w:pPr>
      <w:r>
        <w:rPr>
          <w:rtl w:val="false"/>
        </w:rP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rsidR="00ED2B6B" w:rsidRDefault="00C65ECF" w14:paraId="1C10101F" w14:textId="77777777">
      <w:pPr>
        <w:pStyle w:val="Redaliapuces"/>
        <w:numPr>
          <w:ilvl w:val="0"/>
          <w:numId w:val="31"/>
        </w:numPr>
        <w:bidi w:val="false"/>
      </w:pPr>
      <w:r>
        <w:rPr>
          <w:rtl w:val="false"/>
        </w:rPr>
        <w:t xml:space="preserve">request any useful information from the Holder justifying the implementation of security and confidentiality measures (checks on documents),</w:t>
      </w:r>
    </w:p>
    <w:p w:rsidR="00ED2B6B" w:rsidRDefault="00C65ECF" w14:paraId="2F473E05" w14:textId="77777777">
      <w:pPr>
        <w:pStyle w:val="Redaliapuces"/>
        <w:numPr>
          <w:ilvl w:val="0"/>
          <w:numId w:val="31"/>
        </w:numPr>
        <w:bidi w:val="false"/>
      </w:pPr>
      <w:r>
        <w:rPr>
          <w:rtl w:val="false"/>
        </w:rPr>
        <w:t xml:space="preserve">control at the place of activity of the Holder or its subcontractor the effectiveness of the implementation of these measures (on-site controls).</w:t>
      </w:r>
    </w:p>
    <w:p w:rsidR="00ED2B6B" w:rsidRDefault="00ED2B6B" w14:paraId="5B23079A" w14:textId="77777777">
      <w:pPr>
        <w:pStyle w:val="RedaliaNormal"/>
      </w:pPr>
    </w:p>
    <w:p w:rsidR="00ED2B6B" w:rsidRDefault="00C65ECF" w14:paraId="69E78B37" w14:textId="77777777">
      <w:pPr>
        <w:pStyle w:val="RedaliaNormal"/>
        <w:bidi w:val="false"/>
      </w:pPr>
      <w:r>
        <w:rPr>
          <w:rtl w:val="false"/>
        </w:rPr>
        <w:t xml:space="preserve">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rsidR="00ED2B6B" w:rsidRDefault="00ED2B6B" w14:paraId="72D4A8E0" w14:textId="77777777">
      <w:pPr>
        <w:pStyle w:val="RedaliaNormal"/>
      </w:pPr>
    </w:p>
    <w:p w:rsidR="00ED2B6B" w:rsidRDefault="00C65ECF" w14:paraId="635F88CB" w14:textId="77777777">
      <w:pPr>
        <w:pStyle w:val="RedaliaNormal"/>
        <w:bidi w:val="false"/>
      </w:pPr>
      <w:r>
        <w:rPr>
          <w:rtl w:val="false"/>
        </w:rPr>
        <w:t xml:space="preserve">The Contracting Authority must comply with the Data Controller’s operational processes and provide a 72-hour notice prior to any visit, specifying the scope of the control, except for ad hoc controls following a Data Breach.</w:t>
      </w:r>
    </w:p>
    <w:p w:rsidR="00ED2B6B" w:rsidRDefault="00ED2B6B" w14:paraId="630FB17B" w14:textId="77777777">
      <w:pPr>
        <w:pStyle w:val="RedaliaNormal"/>
      </w:pPr>
    </w:p>
    <w:p w:rsidR="00ED2B6B" w:rsidRDefault="00C65ECF" w14:paraId="6C189E70" w14:textId="77777777">
      <w:pPr>
        <w:pStyle w:val="RedaliaNormal"/>
        <w:bidi w:val="false"/>
      </w:pPr>
      <w:r>
        <w:rPr>
          <w:rtl w:val="false"/>
        </w:rPr>
        <w:t xml:space="preserve">The Contracting Authority undertakes to make its best efforts to assist the person authorised during the controls and to allow him access to the premises as well as to the relevant equipment. The Data Controller undertakes to provide, at the request of the Contracting Authority, the information required for the purpose of enabling the Contracting Authority to carry out an on-site or documentary check of the conditions under which the Data will be processed and to hand over all relevant documentation.</w:t>
      </w:r>
    </w:p>
    <w:p w:rsidR="00ED2B6B" w:rsidRDefault="00ED2B6B" w14:paraId="078317F7" w14:textId="77777777">
      <w:pPr>
        <w:pStyle w:val="RedaliaNormal"/>
      </w:pPr>
    </w:p>
    <w:p w:rsidR="00ED2B6B" w:rsidRDefault="00C65ECF" w14:paraId="4B3B1A26" w14:textId="77777777">
      <w:pPr>
        <w:pStyle w:val="RedaliaNormal"/>
        <w:bidi w:val="false"/>
        <w:rPr>
          <w:b/>
          <w:bCs/>
        </w:rPr>
      </w:pPr>
      <w:r>
        <w:rPr>
          <w:b/>
          <w:bCs/>
          <w:rtl w:val="false"/>
        </w:rPr>
        <w:t xml:space="preserve">Notification of Data Breaches by the Holder</w:t>
      </w:r>
    </w:p>
    <w:p w:rsidR="00ED2B6B" w:rsidRDefault="00ED2B6B" w14:paraId="3566FF38" w14:textId="77777777">
      <w:pPr>
        <w:pStyle w:val="RedaliaNormal"/>
      </w:pPr>
    </w:p>
    <w:p w:rsidR="00ED2B6B" w:rsidRDefault="00C65ECF" w14:paraId="4B59D1E6" w14:textId="77777777">
      <w:pPr>
        <w:pStyle w:val="RedaliaNormal"/>
        <w:bidi w:val="false"/>
      </w:pPr>
      <w:r>
        <w:rPr>
          <w:rtl w:val="false"/>
        </w:rPr>
        <w:t xml:space="preserve">The Data Controller undertakes to inform the Contracting Authority without delay, as soon as it becomes aware of the occurrence of any Data Breach. The Holder undertakes, if necessary, to provide, together with this information, all necessary elements to the Contracting Authority (or any person expressly designated by it) to assess the risks and impacts of the Data Breach and allow it to make any useful decisions.</w:t>
      </w:r>
    </w:p>
    <w:p w:rsidR="00ED2B6B" w:rsidRDefault="00ED2B6B" w14:paraId="4FD63421" w14:textId="77777777">
      <w:pPr>
        <w:pStyle w:val="RedaliaNormal"/>
      </w:pPr>
    </w:p>
    <w:p w:rsidR="00ED2B6B" w:rsidRDefault="00C65ECF" w14:paraId="679AAC14" w14:textId="77777777">
      <w:pPr>
        <w:pStyle w:val="RedaliaNormal"/>
        <w:bidi w:val="false"/>
      </w:pPr>
      <w:r>
        <w:rPr>
          <w:rtl w:val="false"/>
        </w:rPr>
        <w:t xml:space="preserve">In agreement with the Contracting Authority, the Data Controller shall implement without delay all appropriate measures to prevent any further Data Breach.</w:t>
      </w:r>
    </w:p>
    <w:p w:rsidR="00ED2B6B" w:rsidRDefault="00ED2B6B" w14:paraId="33C87028" w14:textId="77777777">
      <w:pPr>
        <w:pStyle w:val="RedaliaNormal"/>
      </w:pPr>
    </w:p>
    <w:p w:rsidR="00ED2B6B" w:rsidRDefault="00C65ECF" w14:paraId="2B836FCC" w14:textId="77777777">
      <w:pPr>
        <w:pStyle w:val="RedaliaNormal"/>
        <w:bidi w:val="false"/>
      </w:pPr>
      <w:r>
        <w:rPr>
          <w:rtl w:val="false"/>
        </w:rPr>
        <w:t xml:space="preserve">The notification of Data Breaches to the Contracting Authority by the Data Controller and their management are an integral part of the Services and will not give rise to additional invoicing.</w:t>
      </w:r>
    </w:p>
    <w:p w:rsidR="00ED2B6B" w:rsidRDefault="00ED2B6B" w14:paraId="6C64A09A" w14:textId="77777777">
      <w:pPr>
        <w:pStyle w:val="RedaliaNormal"/>
      </w:pPr>
    </w:p>
    <w:p w:rsidR="00ED2B6B" w:rsidRDefault="00C65ECF" w14:paraId="6B721653" w14:textId="77777777">
      <w:pPr>
        <w:pStyle w:val="RedaliaNormal"/>
        <w:bidi w:val="false"/>
      </w:pPr>
      <w:r>
        <w:rPr>
          <w:rtl w:val="false"/>
        </w:rPr>
        <w:t xml:space="preserve">In the event that the applicable regulations impose on the Contracting Authority, in its capacity as data controller, an obligation to notify the services of the CNIL, the Holder will provide him with any assistance to enable him to make said notification within the applicable time limit.</w:t>
      </w:r>
    </w:p>
    <w:p w:rsidR="00ED2B6B" w:rsidRDefault="00ED2B6B" w14:paraId="12CF5B07" w14:textId="77777777">
      <w:pPr>
        <w:pStyle w:val="RedaliaNormal"/>
      </w:pPr>
    </w:p>
    <w:p w:rsidR="00ED2B6B" w:rsidRDefault="00C65ECF" w14:paraId="37E3CC2C" w14:textId="77777777">
      <w:pPr>
        <w:pStyle w:val="RedaliaNormal"/>
        <w:bidi w:val="false"/>
      </w:pPr>
      <w:r>
        <w:rPr>
          <w:rtl w:val="false"/>
        </w:rPr>
        <w:t xml:space="preserve">In the event that information to the persons concerned proves necessary, this communication will be carried out according to a schedule and content determined by the Contracting Authority (if applicable in consultation with the competent supervisory authority).</w:t>
      </w:r>
    </w:p>
    <w:p w:rsidR="00ED2B6B" w:rsidRDefault="00ED2B6B" w14:paraId="391C8967" w14:textId="77777777">
      <w:pPr>
        <w:pStyle w:val="RedaliaNormal"/>
      </w:pPr>
    </w:p>
    <w:p w:rsidR="00ED2B6B" w:rsidRDefault="00C65ECF" w14:paraId="16D010F5" w14:textId="77777777">
      <w:pPr>
        <w:pStyle w:val="RedaliaNormal"/>
        <w:bidi w:val="false"/>
        <w:rPr>
          <w:b/>
          <w:bCs/>
        </w:rPr>
      </w:pPr>
      <w:r>
        <w:rPr>
          <w:b/>
          <w:bCs/>
          <w:rtl w:val="false"/>
        </w:rPr>
        <w:t xml:space="preserve">Power of instruction of the Contracting Authority</w:t>
      </w:r>
    </w:p>
    <w:p w:rsidR="00ED2B6B" w:rsidRDefault="00ED2B6B" w14:paraId="472746FE" w14:textId="77777777">
      <w:pPr>
        <w:pStyle w:val="RedaliaNormal"/>
      </w:pPr>
    </w:p>
    <w:p w:rsidR="00ED2B6B" w:rsidRDefault="00C65ECF" w14:paraId="48DB5CC2" w14:textId="77777777">
      <w:pPr>
        <w:pStyle w:val="RedaliaNormal"/>
        <w:bidi w:val="false"/>
      </w:pPr>
      <w:r>
        <w:rPr>
          <w:rtl w:val="false"/>
        </w:rPr>
        <w:t xml:space="preserve">The Contracting Authority has extensive rights to give all instructions, in particular as regards the nature, importance and methods of processing the Data. The instructions given by the Contracting Authority must be in writing and may not give rise to a request for additional remuneration by the Holder.</w:t>
      </w:r>
    </w:p>
    <w:p w:rsidR="00ED2B6B" w:rsidRDefault="00ED2B6B" w14:paraId="22825A31" w14:textId="77777777">
      <w:pPr>
        <w:pStyle w:val="RedaliaNormal"/>
      </w:pPr>
    </w:p>
    <w:p w:rsidR="00ED2B6B" w:rsidRDefault="00C65ECF" w14:paraId="7DCAC9DC" w14:textId="77777777">
      <w:pPr>
        <w:pStyle w:val="RedaliaNormal"/>
        <w:bidi w:val="false"/>
      </w:pPr>
      <w:r>
        <w:rPr>
          <w:rtl w:val="false"/>
        </w:rPr>
        <w:t xml:space="preserve">As part of his obligation to provide advice, the Data Controller must inform the Contracting Authority without delay if he considers that a directive is contrary to French and European regulations relating to the protection of personal data.</w:t>
      </w:r>
    </w:p>
    <w:p w:rsidR="00ED2B6B" w:rsidRDefault="00ED2B6B" w14:paraId="67AF08BC" w14:textId="77777777">
      <w:pPr>
        <w:pStyle w:val="RedaliaNormal"/>
      </w:pPr>
    </w:p>
    <w:p w:rsidR="00ED2B6B" w:rsidRDefault="00C65ECF" w14:paraId="40EF1267" w14:textId="77777777">
      <w:pPr>
        <w:pStyle w:val="RedaliaNormal"/>
        <w:bidi w:val="false"/>
      </w:pPr>
      <w:r>
        <w:rPr>
          <w:rtl w:val="false"/>
        </w:rPr>
        <w:t xml:space="preserve">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rsidR="00ED2B6B" w:rsidRDefault="00ED2B6B" w14:paraId="2EA1C7CB" w14:textId="77777777">
      <w:pPr>
        <w:pStyle w:val="RedaliaNormal"/>
      </w:pPr>
    </w:p>
    <w:p w:rsidR="00ED2B6B" w:rsidRDefault="00C65ECF" w14:paraId="0F7A9070" w14:textId="77777777">
      <w:pPr>
        <w:pStyle w:val="RedaliaNormal"/>
        <w:bidi w:val="false"/>
      </w:pPr>
      <w:r>
        <w:rPr>
          <w:rtl w:val="false"/>
        </w:rPr>
        <w:t xml:space="preserve">The deletion will, if applicable, be recorded in a report with an indication of the date. A copy of these minutes will be sent to the Contracting Authority.</w:t>
      </w:r>
    </w:p>
    <w:p w:rsidR="00ED2B6B" w:rsidRDefault="00ED2B6B" w14:paraId="6C03DC6C" w14:textId="77777777">
      <w:pPr>
        <w:pStyle w:val="RedaliaNormal"/>
      </w:pPr>
    </w:p>
    <w:p w:rsidR="00ED2B6B" w:rsidRDefault="00C65ECF" w14:paraId="6B2BFCDD" w14:textId="77777777">
      <w:pPr>
        <w:pStyle w:val="RedaliaNormal"/>
        <w:bidi w:val="false"/>
        <w:rPr>
          <w:b/>
          <w:bCs/>
        </w:rPr>
      </w:pPr>
      <w:r>
        <w:rPr>
          <w:b/>
          <w:bCs/>
          <w:rtl w:val="false"/>
        </w:rPr>
        <w:t xml:space="preserve">Rights of data subjects</w:t>
      </w:r>
    </w:p>
    <w:p w:rsidR="00ED2B6B" w:rsidRDefault="00ED2B6B" w14:paraId="11909E34" w14:textId="77777777">
      <w:pPr>
        <w:pStyle w:val="RedaliaNormal"/>
      </w:pPr>
    </w:p>
    <w:p w:rsidR="00ED2B6B" w:rsidRDefault="00C65ECF" w14:paraId="7411E45D" w14:textId="77777777">
      <w:pPr>
        <w:pStyle w:val="RedaliaNormal"/>
        <w:bidi w:val="false"/>
      </w:pPr>
      <w:r>
        <w:rPr>
          <w:rtl w:val="false"/>
        </w:rPr>
        <w:t xml:space="preserve">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rsidR="00ED2B6B" w:rsidRDefault="00ED2B6B" w14:paraId="6D72BBD1" w14:textId="77777777">
      <w:pPr>
        <w:pStyle w:val="RedaliaNormal"/>
      </w:pPr>
    </w:p>
    <w:p w:rsidR="00ED2B6B" w:rsidRDefault="00C65ECF" w14:paraId="659C40D4" w14:textId="77777777">
      <w:pPr>
        <w:pStyle w:val="RedaliaNormal"/>
        <w:bidi w:val="false"/>
        <w:rPr>
          <w:b/>
          <w:bCs/>
        </w:rPr>
      </w:pPr>
      <w:r>
        <w:rPr>
          <w:b/>
          <w:bCs/>
          <w:rtl w:val="false"/>
        </w:rPr>
        <w:t xml:space="preserve">Formalities</w:t>
      </w:r>
    </w:p>
    <w:p w:rsidR="00ED2B6B" w:rsidRDefault="00ED2B6B" w14:paraId="366FE141" w14:textId="77777777">
      <w:pPr>
        <w:pStyle w:val="RedaliaNormal"/>
      </w:pPr>
    </w:p>
    <w:p w:rsidR="00ED2B6B" w:rsidRDefault="00C65ECF" w14:paraId="7D214517" w14:textId="77777777">
      <w:pPr>
        <w:pStyle w:val="RedaliaNormal"/>
        <w:bidi w:val="false"/>
      </w:pPr>
      <w:r>
        <w:rPr>
          <w:rtl w:val="false"/>
        </w:rPr>
        <w:t xml:space="preserve">The Data Controller shall collaborate with the Contracting Authority and provide it with all necessary information so that it can establish and update the list of automated processing provided for by Article 47 of the Decree of 20 October 2005 or, more broadly, carry out all necessary formalities prior to the implementation of the processing, including impact assessments, requests for authorization or prior consultation with the CNIL.</w:t>
      </w:r>
      <w:r>
        <w:rPr>
          <w:rtl w:val="false"/>
        </w:rPr>
        <w:lastRenderedPageBreak/>
        <w:t/>
      </w:r>
    </w:p>
    <w:p w:rsidR="00ED2B6B" w:rsidRDefault="00ED2B6B" w14:paraId="00647254" w14:textId="77777777">
      <w:pPr>
        <w:pStyle w:val="RedaliaNormal"/>
      </w:pPr>
    </w:p>
    <w:p w:rsidR="00ED2B6B" w:rsidRDefault="00C65ECF" w14:paraId="2882B471" w14:textId="77777777">
      <w:pPr>
        <w:pStyle w:val="RedaliaNormal"/>
        <w:bidi w:val="false"/>
        <w:rPr>
          <w:b/>
          <w:bCs/>
        </w:rPr>
      </w:pPr>
      <w:r>
        <w:rPr>
          <w:b/>
          <w:bCs/>
          <w:rtl w:val="false"/>
        </w:rPr>
        <w:t xml:space="preserve">Proof of processing compliance</w:t>
      </w:r>
    </w:p>
    <w:p w:rsidR="00ED2B6B" w:rsidRDefault="00ED2B6B" w14:paraId="3951282C" w14:textId="77777777">
      <w:pPr>
        <w:pStyle w:val="RedaliaNormal"/>
      </w:pPr>
    </w:p>
    <w:p w:rsidR="00ED2B6B" w:rsidRDefault="00C65ECF" w14:paraId="797EEF08" w14:textId="77777777">
      <w:pPr>
        <w:pStyle w:val="RedaliaNormal"/>
        <w:bidi w:val="false"/>
      </w:pPr>
      <w:r>
        <w:rPr>
          <w:rtl w:val="false"/>
        </w:rPr>
        <w:t xml:space="preserve">The Data Controller undertakes to keep and make available to the Contracting Authority all relevant documentation proving that the processing of Data carried out by the Data Controller on behalf of the Contracting Authority has been carried out in accordance with the commitments made under the Contract as well as any specific instructions from the Contracting Authority.</w:t>
      </w:r>
    </w:p>
    <w:p w:rsidR="00ED2B6B" w:rsidRDefault="00ED2B6B" w14:paraId="15A4F7F3" w14:textId="77777777">
      <w:pPr>
        <w:pStyle w:val="RedaliaNormal"/>
      </w:pPr>
    </w:p>
    <w:p w:rsidR="00ED2B6B" w:rsidRDefault="00C65ECF" w14:paraId="74C8EA6F" w14:textId="77777777">
      <w:pPr>
        <w:pStyle w:val="RedaliaNormal"/>
        <w:bidi w:val="false"/>
      </w:pPr>
      <w:r>
        <w:rPr>
          <w:rtl w:val="false"/>
        </w:rPr>
        <w:t xml:space="preserve">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release himself in anticipation of this obligation by submitting the said documentation to the Contracting Authority at the end of the Contract.</w:t>
      </w:r>
    </w:p>
    <w:p w:rsidR="00ED2B6B" w:rsidRDefault="00ED2B6B" w14:paraId="5AD69743" w14:textId="77777777">
      <w:pPr>
        <w:pStyle w:val="RedaliaNormal"/>
      </w:pPr>
    </w:p>
    <w:p w:rsidR="00ED2B6B" w:rsidRDefault="00C65ECF" w14:paraId="7575D7C1" w14:textId="77777777">
      <w:pPr>
        <w:pStyle w:val="RedaliaNormal"/>
        <w:bidi w:val="false"/>
        <w:rPr>
          <w:b/>
          <w:bCs/>
        </w:rPr>
      </w:pPr>
      <w:r>
        <w:rPr>
          <w:b/>
          <w:bCs/>
          <w:rtl w:val="false"/>
        </w:rPr>
        <w:t xml:space="preserve">Management of the Contracting Authority’s suppliers</w:t>
      </w:r>
    </w:p>
    <w:p w:rsidR="00ED2B6B" w:rsidRDefault="00ED2B6B" w14:paraId="44E2EEF7" w14:textId="77777777">
      <w:pPr>
        <w:pStyle w:val="RedaliaNormal"/>
      </w:pPr>
    </w:p>
    <w:p w:rsidR="00ED2B6B" w:rsidRDefault="00C65ECF" w14:paraId="50F64A47" w14:textId="77777777">
      <w:pPr>
        <w:pStyle w:val="RedaliaNormal"/>
        <w:bidi w:val="false"/>
      </w:pPr>
      <w:r>
        <w:rPr>
          <w:rtl w:val="false"/>
        </w:rP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rsidR="00ED2B6B" w:rsidRDefault="00C65ECF" w14:paraId="138C69C0" w14:textId="77777777">
      <w:pPr>
        <w:pStyle w:val="RedaliaTitre2"/>
        <w:bidi w:val="false"/>
      </w:pPr>
      <w:bookmarkStart w:name="__RefHeading___Toc11271_1436561398" w:id="274"/>
      <w:bookmarkStart w:name="_Toc200533650" w:id="275"/>
      <w:bookmarkStart w:name="_Toc201048537" w:id="276"/>
      <w:bookmarkStart w:name="_Toc217035020" w:id="277"/>
      <w:bookmarkStart w:name="_Toc221871304" w:id="278"/>
      <w:r>
        <w:rPr>
          <w:rtl w:val="false"/>
        </w:rPr>
        <w:t xml:space="preserve">Obligations of the Contracting Authority</w:t>
      </w:r>
      <w:bookmarkEnd w:id="274"/>
      <w:bookmarkEnd w:id="275"/>
      <w:bookmarkEnd w:id="276"/>
      <w:bookmarkEnd w:id="277"/>
      <w:bookmarkEnd w:id="278"/>
    </w:p>
    <w:p w:rsidR="00ED2B6B" w:rsidRDefault="00C65ECF" w14:paraId="0CC1AA11" w14:textId="77777777">
      <w:pPr>
        <w:pStyle w:val="RedaliaNormal"/>
        <w:bidi w:val="false"/>
      </w:pPr>
      <w:r>
        <w:rPr>
          <w:rtl w:val="false"/>
        </w:rPr>
        <w:t xml:space="preserve">To enable the Holder to carry out his work, the Awarding Authority will ensure that:</w:t>
      </w:r>
    </w:p>
    <w:p w:rsidR="00ED2B6B" w:rsidRDefault="00C65ECF" w14:paraId="7CA6144E" w14:textId="77777777">
      <w:pPr>
        <w:pStyle w:val="Redaliapuces"/>
        <w:numPr>
          <w:ilvl w:val="0"/>
          <w:numId w:val="31"/>
        </w:numPr>
        <w:bidi w:val="false"/>
      </w:pPr>
      <w:r>
        <w:rPr>
          <w:rtl w:val="false"/>
        </w:rPr>
        <w:t xml:space="preserve">make available to the Holder all the elements it holds and necessary for the knowledge of the problem with a view to performing the Service;</w:t>
      </w:r>
    </w:p>
    <w:p w:rsidR="00ED2B6B" w:rsidRDefault="00C65ECF" w14:paraId="0A65F524" w14:textId="77777777">
      <w:pPr>
        <w:pStyle w:val="Redaliapuces"/>
        <w:numPr>
          <w:ilvl w:val="0"/>
          <w:numId w:val="31"/>
        </w:numPr>
        <w:bidi w:val="false"/>
      </w:pPr>
      <w:r>
        <w:rPr>
          <w:rtl w:val="false"/>
        </w:rPr>
        <w:t xml:space="preserve">to facilitate the Holder’s contact with the persons of the Contracting Authority concerned by the Service.</w:t>
      </w:r>
    </w:p>
    <w:p w:rsidR="00ED2B6B" w:rsidRDefault="00C65ECF" w14:paraId="047A22D9" w14:textId="77777777">
      <w:pPr>
        <w:pStyle w:val="RedaliaTitre2"/>
        <w:bidi w:val="false"/>
      </w:pPr>
      <w:bookmarkStart w:name="__RefHeading___Toc11273_1436561398" w:id="279"/>
      <w:bookmarkStart w:name="_Toc200533651" w:id="280"/>
      <w:bookmarkStart w:name="_Toc201048538" w:id="281"/>
      <w:bookmarkStart w:name="_Toc217035021" w:id="282"/>
      <w:bookmarkStart w:name="_Toc221871305" w:id="283"/>
      <w:r>
        <w:rPr>
          <w:rtl w:val="false"/>
        </w:rPr>
        <w:t xml:space="preserve">Miscellaneous</w:t>
      </w:r>
      <w:bookmarkEnd w:id="279"/>
      <w:bookmarkEnd w:id="280"/>
      <w:bookmarkEnd w:id="281"/>
      <w:bookmarkEnd w:id="282"/>
      <w:bookmarkEnd w:id="283"/>
    </w:p>
    <w:p w:rsidR="00ED2B6B" w:rsidRDefault="00C65ECF" w14:paraId="5C979E38" w14:textId="77777777">
      <w:pPr>
        <w:pStyle w:val="RedaliaNormal"/>
        <w:bidi w:val="false"/>
      </w:pPr>
      <w:r>
        <w:rPr>
          <w:rtl w:val="false"/>
        </w:rPr>
        <w:t xml:space="preserve">The Holder may not transfer any of his rights and/or obligations under this contract unless expressly agreed in advance by the Contracting Authority.</w:t>
      </w:r>
    </w:p>
    <w:p w:rsidR="00ED2B6B" w:rsidRDefault="00ED2B6B" w14:paraId="3F9DBDCF" w14:textId="77777777">
      <w:pPr>
        <w:pStyle w:val="RedaliaNormal"/>
      </w:pPr>
    </w:p>
    <w:p w:rsidR="00ED2B6B" w:rsidRDefault="00C65ECF" w14:paraId="21878485" w14:textId="77777777">
      <w:pPr>
        <w:pStyle w:val="RedaliaNormal"/>
        <w:bidi w:val="false"/>
      </w:pPr>
      <w:r>
        <w:rPr>
          <w:rtl w:val="false"/>
        </w:rPr>
        <w:t xml:space="preserve">All notices, reports and other communications relating to the Contract shall be delivered or sent to the respective domiciles of the Parties mentioned at the head hereof. They shall become effective upon receipt at such address or at any new address duly notified in writing to the other Party.</w:t>
      </w:r>
    </w:p>
    <w:p w:rsidR="00ED2B6B" w:rsidRDefault="00ED2B6B" w14:paraId="66F39F62" w14:textId="77777777">
      <w:pPr>
        <w:pStyle w:val="RedaliaNormal"/>
      </w:pPr>
    </w:p>
    <w:p w:rsidR="00ED2B6B" w:rsidRDefault="00C65ECF" w14:paraId="2B364DDE" w14:textId="77777777">
      <w:pPr>
        <w:pStyle w:val="RedaliaNormal"/>
        <w:bidi w:val="false"/>
      </w:pPr>
      <w:r>
        <w:rPr>
          <w:rtl w:val="false"/>
        </w:rPr>
        <w:t xml:space="preserve">Any modification of the terms and conditions of the Contract, including modifications made to the nature or volume of the Service or the amount of the Contract, must be subject to a written agreement between the Parties.</w:t>
      </w:r>
    </w:p>
    <w:p w:rsidR="00ED2B6B" w:rsidRDefault="00ED2B6B" w14:paraId="5D55FA44" w14:textId="77777777">
      <w:pPr>
        <w:pStyle w:val="RedaliaNormal"/>
      </w:pPr>
    </w:p>
    <w:p w:rsidR="00ED2B6B" w:rsidRDefault="00C65ECF" w14:paraId="466EDA85" w14:textId="77777777">
      <w:pPr>
        <w:pStyle w:val="RedaliaNormal"/>
        <w:bidi w:val="false"/>
      </w:pPr>
      <w:r>
        <w:rPr>
          <w:rtl w:val="false"/>
        </w:rPr>
        <w:t xml:space="preserve">The originals of the Contract are drawn up and signed in French. If a translation is made, only the French version will be deemed authentic in case of divergence of interpretation of the provisions of the Contract or in case of dispute between the Parties.</w:t>
      </w:r>
      <w:r>
        <w:rPr>
          <w:rtl w:val="false"/>
        </w:rPr>
        <w:lastRenderedPageBreak/>
        <w:t/>
      </w:r>
    </w:p>
    <w:p w:rsidR="00ED2B6B" w:rsidRDefault="00C65ECF" w14:paraId="25C1F5A9" w14:textId="77777777">
      <w:pPr>
        <w:pStyle w:val="RedaliaTitre1"/>
        <w:bidi w:val="false"/>
      </w:pPr>
      <w:bookmarkStart w:name="_Toc180614147" w:id="284"/>
      <w:bookmarkStart w:name="__RefHeading___Toc11275_1436561398" w:id="285"/>
      <w:bookmarkStart w:name="_Toc200533652" w:id="286"/>
      <w:bookmarkStart w:name="_Toc201048539" w:id="287"/>
      <w:bookmarkStart w:name="_Toc217035022" w:id="288"/>
      <w:bookmarkStart w:name="_Toc221871306" w:id="289"/>
      <w:r>
        <w:rPr>
          <w:rtl w:val="false"/>
        </w:rPr>
        <w:t xml:space="preserve">Audit</w:t>
      </w:r>
      <w:bookmarkEnd w:id="284"/>
      <w:bookmarkEnd w:id="285"/>
      <w:bookmarkEnd w:id="286"/>
      <w:bookmarkEnd w:id="287"/>
      <w:bookmarkEnd w:id="288"/>
      <w:bookmarkEnd w:id="289"/>
    </w:p>
    <w:p w:rsidR="00ED2B6B" w:rsidRDefault="00C65ECF" w14:paraId="1CFA29F7" w14:textId="77777777">
      <w:pPr>
        <w:pStyle w:val="RedaliaNormal"/>
        <w:bidi w:val="false"/>
      </w:pPr>
      <w:r>
        <w:rPr>
          <w:rtl w:val="false"/>
        </w:rPr>
        <w:t xml:space="preserve">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any public record authority and for the persons designated by them the right to carry out any audit of the Supplier. This audit could:</w:t>
      </w:r>
    </w:p>
    <w:p w:rsidR="00ED2B6B" w:rsidRDefault="00C65ECF" w14:paraId="4428ACD7" w14:textId="77777777">
      <w:pPr>
        <w:pStyle w:val="Redaliapuces"/>
        <w:numPr>
          <w:ilvl w:val="0"/>
          <w:numId w:val="31"/>
        </w:numPr>
        <w:bidi w:val="false"/>
      </w:pPr>
      <w:r>
        <w:rPr>
          <w:rtl w:val="false"/>
        </w:rPr>
        <w:t xml:space="preserve">Aim to verify compliance by him with his contractual obligations, the conditions for performance of services and/or the performance of the holder, as well as applicable regulatory requirements;</w:t>
      </w:r>
    </w:p>
    <w:p w:rsidR="00ED2B6B" w:rsidRDefault="00C65ECF" w14:paraId="677B9237" w14:textId="77777777">
      <w:pPr>
        <w:pStyle w:val="Redaliapuces"/>
        <w:numPr>
          <w:ilvl w:val="0"/>
          <w:numId w:val="31"/>
        </w:numPr>
        <w:bidi w:val="false"/>
      </w:pPr>
      <w:r>
        <w:rPr>
          <w:rtl w:val="false"/>
        </w:rPr>
        <w:t xml:space="preserve">Focus on personal data whose terms are specified in the article Personal data of this contract;</w:t>
      </w:r>
    </w:p>
    <w:p w:rsidR="00ED2B6B" w:rsidRDefault="00C65ECF" w14:paraId="0AA52738" w14:textId="77777777">
      <w:pPr>
        <w:pStyle w:val="Redaliapuces"/>
        <w:numPr>
          <w:ilvl w:val="0"/>
          <w:numId w:val="31"/>
        </w:numPr>
        <w:bidi w:val="false"/>
      </w:pPr>
      <w:r>
        <w:rPr>
          <w:rtl w:val="false"/>
        </w:rPr>
        <w:t xml:space="preserve">Allow the exercise of the supervisory and resolution powers of the ACPR, as provided for in Article 63(1)(a) of Directive 2014/59/EU and Article 65(3) of Directive 2013/36/EU.</w:t>
      </w:r>
    </w:p>
    <w:p w:rsidR="00ED2B6B" w:rsidRDefault="00ED2B6B" w14:paraId="7CDE3DA5" w14:textId="77777777">
      <w:pPr>
        <w:pStyle w:val="RedaliaNormal"/>
      </w:pPr>
    </w:p>
    <w:p w:rsidR="00ED2B6B" w:rsidRDefault="00C65ECF" w14:paraId="74EFECE2" w14:textId="77777777">
      <w:pPr>
        <w:pStyle w:val="RedaliaNormal"/>
        <w:bidi w:val="false"/>
      </w:pPr>
      <w:r>
        <w:rPr>
          <w:rtl w:val="false"/>
        </w:rP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third parties appointed by them will have full access to all relevant business premises (headquarters, operational centres, etc.), to all equipment, relevant systems, networks, information and data used to provide the service, including related financial information, as well as to members of staff and external auditors of the service provider to whom written or oral explanations may be requested, free of charge.</w:t>
      </w:r>
    </w:p>
    <w:p w:rsidR="00ED2B6B" w:rsidRDefault="00C65ECF" w14:paraId="335F8360" w14:textId="77777777">
      <w:pPr>
        <w:pStyle w:val="RedaliaNormal"/>
        <w:bidi w:val="false"/>
      </w:pPr>
      <w:r>
        <w:rPr>
          <w:rtl w:val="false"/>
        </w:rPr>
        <w:t xml:space="preserve">Also, the contracting authority reserves the right to carry out so-called individual audits and penetration tests at the provider’s premises in order to evaluate the effectiveness of the measures and processes implemented in terms of cyber security and internal ICT security.</w:t>
      </w:r>
    </w:p>
    <w:p w:rsidR="00ED2B6B" w:rsidRDefault="00C65ECF" w14:paraId="723FDBA7" w14:textId="77777777">
      <w:pPr>
        <w:pStyle w:val="RedaliaNormal"/>
        <w:bidi w:val="false"/>
      </w:pPr>
      <w:r>
        <w:rPr>
          <w:rtl w:val="false"/>
        </w:rPr>
        <w:t xml:space="preserve">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rsidR="00ED2B6B" w:rsidRDefault="00ED2B6B" w14:paraId="16DA9772" w14:textId="77777777">
      <w:pPr>
        <w:pStyle w:val="RedaliaNormal"/>
      </w:pPr>
    </w:p>
    <w:p w:rsidR="00ED2B6B" w:rsidRDefault="00C65ECF" w14:paraId="5AF0BAF7" w14:textId="77777777">
      <w:pPr>
        <w:pStyle w:val="RedaliaNormal"/>
        <w:bidi w:val="false"/>
      </w:pPr>
      <w:r>
        <w:rPr>
          <w:rtl w:val="false"/>
        </w:rPr>
        <w:t xml:space="preserve">This audit may be carried out at any time at the discretion of the Contracting Authority, including once the contract is completed, within a limit of five (5) years.</w:t>
      </w:r>
    </w:p>
    <w:p w:rsidR="00ED2B6B" w:rsidRDefault="00ED2B6B" w14:paraId="60418BAA" w14:textId="77777777">
      <w:pPr>
        <w:pStyle w:val="RedaliaNormal"/>
      </w:pPr>
    </w:p>
    <w:p w:rsidR="00ED2B6B" w:rsidRDefault="00C65ECF" w14:paraId="4D97F537" w14:textId="77777777">
      <w:pPr>
        <w:pStyle w:val="RedaliaNormal"/>
        <w:bidi w:val="false"/>
      </w:pPr>
      <w:r>
        <w:rPr>
          <w:rtl w:val="false"/>
        </w:rPr>
        <w:t xml:space="preserve">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capacity, the Contracting Authority may appoint an independent expert who is not a competitor of the Holder and must sign a confidentiality agreement.</w:t>
      </w:r>
    </w:p>
    <w:p w:rsidR="00ED2B6B" w:rsidRDefault="00ED2B6B" w14:paraId="59A70D81" w14:textId="77777777">
      <w:pPr>
        <w:pStyle w:val="RedaliaNormal"/>
      </w:pPr>
    </w:p>
    <w:p w:rsidR="00ED2B6B" w:rsidRDefault="00C65ECF" w14:paraId="78BDF57C" w14:textId="77777777">
      <w:pPr>
        <w:pStyle w:val="RedaliaNormal"/>
        <w:bidi w:val="false"/>
      </w:pPr>
      <w:r>
        <w:rPr>
          <w:rtl w:val="false"/>
        </w:rPr>
        <w:t xml:space="preserve">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case their requests exceed these contractual limits of the authorized audit, the Holder will alert the Contracting Authority. Both parties will seek the best way to achieve the above control within the permitted contractual limits.</w:t>
      </w:r>
      <w:r>
        <w:rPr>
          <w:rtl w:val="false"/>
        </w:rPr>
        <w:lastRenderedPageBreak/>
        <w:t/>
      </w:r>
    </w:p>
    <w:p w:rsidR="00ED2B6B" w:rsidRDefault="00ED2B6B" w14:paraId="2A7F9E45" w14:textId="77777777">
      <w:pPr>
        <w:pStyle w:val="RedaliaNormal"/>
      </w:pPr>
    </w:p>
    <w:p w:rsidR="00ED2B6B" w:rsidRDefault="00C65ECF" w14:paraId="7CE7793B" w14:textId="77777777">
      <w:pPr>
        <w:pStyle w:val="RedaliaNormal"/>
        <w:bidi w:val="false"/>
      </w:pPr>
      <w:r>
        <w:rPr>
          <w:rtl w:val="false"/>
        </w:rPr>
        <w:t xml:space="preserve">Throughout the duration of the Contract and during the period of tax prescription after its termination, the Contractor undertakes to keep available for the Contracting Authority and its appointed auditors all accounting documents and other documents relating to the services covered by the contract.</w:t>
      </w:r>
    </w:p>
    <w:p w:rsidR="00ED2B6B" w:rsidRDefault="00ED2B6B" w14:paraId="5722C72A" w14:textId="77777777">
      <w:pPr>
        <w:pStyle w:val="RedaliaNormal"/>
      </w:pPr>
    </w:p>
    <w:p w:rsidR="00ED2B6B" w:rsidRDefault="00C65ECF" w14:paraId="6C3F847A" w14:textId="77777777">
      <w:pPr>
        <w:pStyle w:val="RedaliaNormal"/>
        <w:bidi w:val="false"/>
      </w:pPr>
      <w:r>
        <w:rPr>
          <w:rtl w:val="false"/>
        </w:rPr>
        <w:t xml:space="preserve">The Holder undertakes to maintain complete and accurate records of invoices and all associated documentation related to the establishment of these invoices.</w:t>
      </w:r>
    </w:p>
    <w:p w:rsidR="00ED2B6B" w:rsidRDefault="00ED2B6B" w14:paraId="5BCA1D93" w14:textId="77777777">
      <w:pPr>
        <w:pStyle w:val="RedaliaNormal"/>
      </w:pPr>
    </w:p>
    <w:p w:rsidR="00ED2B6B" w:rsidRDefault="00C65ECF" w14:paraId="73DD87E9" w14:textId="77777777">
      <w:pPr>
        <w:pStyle w:val="RedaliaNormal"/>
        <w:bidi w:val="false"/>
      </w:pPr>
      <w:r>
        <w:rPr>
          <w:rtl w:val="false"/>
        </w:rPr>
        <w:t xml:space="preserve">These archives include (non-exhaustive list):</w:t>
      </w:r>
    </w:p>
    <w:p w:rsidR="00ED2B6B" w:rsidRDefault="00C65ECF" w14:paraId="14B3EAFC" w14:textId="77777777">
      <w:pPr>
        <w:pStyle w:val="RedaliaNormal"/>
        <w:bidi w:val="false"/>
      </w:pPr>
      <w:r>
        <w:rPr>
          <w:rtl w:val="false"/>
        </w:rPr>
        <w:t xml:space="preserve">- Physical documents (paper, CD...),</w:t>
      </w:r>
    </w:p>
    <w:p w:rsidR="00ED2B6B" w:rsidRDefault="00C65ECF" w14:paraId="554A8A68" w14:textId="77777777">
      <w:pPr>
        <w:pStyle w:val="RedaliaNormal"/>
        <w:bidi w:val="false"/>
      </w:pPr>
      <w:r>
        <w:rPr>
          <w:rtl w:val="false"/>
        </w:rPr>
        <w:t xml:space="preserve">- Electronic documents (emails and information stored in electronic databases)</w:t>
      </w:r>
    </w:p>
    <w:p w:rsidR="00ED2B6B" w:rsidRDefault="00ED2B6B" w14:paraId="27AC8EDA" w14:textId="77777777">
      <w:pPr>
        <w:pStyle w:val="RedaliaNormal"/>
      </w:pPr>
    </w:p>
    <w:p w:rsidR="00ED2B6B" w:rsidRDefault="00C65ECF" w14:paraId="21F0F739" w14:textId="77777777">
      <w:pPr>
        <w:pStyle w:val="RedaliaNormal"/>
        <w:bidi w:val="false"/>
      </w:pPr>
      <w:r>
        <w:rPr>
          <w:rtl w:val="false"/>
        </w:rPr>
        <w:t xml:space="preserve">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on the premises in question. The Contracting Authority may access the premises of the Holder after having notified its request in writing and respecting a 72-hour notice period.</w:t>
      </w:r>
    </w:p>
    <w:p w:rsidR="00ED2B6B" w:rsidRDefault="00ED2B6B" w14:paraId="3448F7C3" w14:textId="77777777">
      <w:pPr>
        <w:pStyle w:val="RedaliaNormal"/>
      </w:pPr>
    </w:p>
    <w:p w:rsidR="00ED2B6B" w:rsidRDefault="00C65ECF" w14:paraId="6E55B433" w14:textId="77777777">
      <w:pPr>
        <w:pStyle w:val="RedaliaNormal"/>
        <w:bidi w:val="false"/>
      </w:pPr>
      <w:r>
        <w:rPr>
          <w:rtl w:val="false"/>
        </w:rPr>
        <w:t xml:space="preserve">The cost of this audit shall be borne by the contracting authority except in cases where this audit reveals a failure on the part of the Contractor.</w:t>
      </w:r>
    </w:p>
    <w:p w:rsidR="00ED2B6B" w:rsidRDefault="00C65ECF" w14:paraId="68EF09DA" w14:textId="77777777">
      <w:pPr>
        <w:pStyle w:val="RedaliaTitre1"/>
        <w:bidi w:val="false"/>
      </w:pPr>
      <w:bookmarkStart w:name="_Toc180614148" w:id="290"/>
      <w:bookmarkStart w:name="__RefHeading___Toc11277_1436561398" w:id="291"/>
      <w:bookmarkStart w:name="_Toc200533653" w:id="292"/>
      <w:bookmarkStart w:name="_Toc201048540" w:id="293"/>
      <w:bookmarkStart w:name="_Toc217035023" w:id="294"/>
      <w:bookmarkStart w:name="_Toc221871307" w:id="295"/>
      <w:r>
        <w:rPr>
          <w:rtl w:val="false"/>
        </w:rPr>
        <w:t xml:space="preserve">Reversibility</w:t>
      </w:r>
      <w:bookmarkEnd w:id="290"/>
      <w:bookmarkEnd w:id="291"/>
      <w:bookmarkEnd w:id="292"/>
      <w:bookmarkEnd w:id="293"/>
      <w:bookmarkEnd w:id="294"/>
      <w:bookmarkEnd w:id="295"/>
    </w:p>
    <w:p w:rsidR="00ED2B6B" w:rsidRDefault="00C65ECF" w14:paraId="3559DDD1" w14:textId="77777777">
      <w:pPr>
        <w:pStyle w:val="RedaliaNormal"/>
        <w:bidi w:val="false"/>
      </w:pPr>
      <w:r>
        <w:rPr>
          <w:rtl w:val="false"/>
        </w:rPr>
        <w:t xml:space="preserve">At any time during the execution of this contract, at the request of the Contracting Authority, as well as in case of expiration or termination of all or part of the contract for any reason whatsoever:</w:t>
      </w:r>
    </w:p>
    <w:p w:rsidR="00ED2B6B" w:rsidRDefault="00ED2B6B" w14:paraId="539F6ACC" w14:textId="77777777">
      <w:pPr>
        <w:pStyle w:val="RedaliaNormal"/>
      </w:pPr>
    </w:p>
    <w:p w:rsidR="00ED2B6B" w:rsidRDefault="00C65ECF" w14:paraId="25D10614" w14:textId="77777777">
      <w:pPr>
        <w:pStyle w:val="RedaliaNormal"/>
        <w:bidi w:val="false"/>
      </w:pPr>
      <w:r>
        <w:rPr>
          <w:rtl w:val="false"/>
        </w:rPr>
        <w:t xml:space="preserve">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rsidR="00ED2B6B" w:rsidRDefault="00ED2B6B" w14:paraId="5EE2EB4E" w14:textId="77777777">
      <w:pPr>
        <w:pStyle w:val="RedaliaNormal"/>
      </w:pPr>
    </w:p>
    <w:p w:rsidR="00ED2B6B" w:rsidRDefault="00C65ECF" w14:paraId="4269F876" w14:textId="77777777">
      <w:pPr>
        <w:pStyle w:val="RedaliaNormal"/>
        <w:bidi w:val="false"/>
      </w:pPr>
      <w:r>
        <w:rPr>
          <w:rtl w:val="false"/>
        </w:rPr>
        <w:t xml:space="preserve">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rsidR="00ED2B6B" w:rsidRDefault="00ED2B6B" w14:paraId="766D9AA2" w14:textId="77777777">
      <w:pPr>
        <w:pStyle w:val="RedaliaNormal"/>
      </w:pPr>
    </w:p>
    <w:p w:rsidR="00ED2B6B" w:rsidRDefault="00C65ECF" w14:paraId="65D23BE6" w14:textId="77777777">
      <w:pPr>
        <w:pStyle w:val="RedaliaNormal"/>
        <w:bidi w:val="false"/>
      </w:pPr>
      <w:r>
        <w:rPr>
          <w:rtl w:val="false"/>
        </w:rPr>
        <w:t xml:space="preserve">At the request of the Contracting Authority, the Holder undertakes, for a maximum period of two (2) months from the end of the Contract, to respond to any request for assistance, even occasional, formulated by the Contracting Authority or by the Holder designated by it.here to resume the service covered by this Contract.</w:t>
      </w:r>
      <w:r>
        <w:rPr>
          <w:rtl w:val="false"/>
        </w:rPr>
        <w:lastRenderedPageBreak/>
        <w:t/>
      </w:r>
    </w:p>
    <w:p w:rsidR="00ED2B6B" w:rsidRDefault="00ED2B6B" w14:paraId="4D50DAEB" w14:textId="77777777">
      <w:pPr>
        <w:pStyle w:val="RedaliaNormal"/>
      </w:pPr>
    </w:p>
    <w:p w:rsidR="00ED2B6B" w:rsidRDefault="00C65ECF" w14:paraId="31EB4695" w14:textId="77777777">
      <w:pPr>
        <w:pStyle w:val="RedaliaNormal"/>
        <w:bidi w:val="false"/>
      </w:pPr>
      <w:r>
        <w:rPr>
          <w:rtl w:val="false"/>
        </w:rPr>
        <w:t xml:space="preserve">The Parties agree on the following provisions regarding the reversibility assistance services provided by the Account Holder:</w:t>
      </w:r>
    </w:p>
    <w:p w:rsidR="00ED2B6B" w:rsidRDefault="00C65ECF" w14:paraId="29FF9A79" w14:textId="77777777">
      <w:pPr>
        <w:pStyle w:val="Redaliapuces"/>
        <w:numPr>
          <w:ilvl w:val="0"/>
          <w:numId w:val="31"/>
        </w:numPr>
        <w:bidi w:val="false"/>
      </w:pPr>
      <w:r>
        <w:rPr>
          <w:rtl w:val="false"/>
        </w:rPr>
        <w:t xml:space="preserve">if the reversibility results from a termination or cessation of the Contract, following a fault or a failure by the Holder, or if it results from a non-renewal at any one of the deadlines of the Contract due to the Holder, the reversibility assistance services provided by the Holder are not invoiced to the Contracting Authority,</w:t>
      </w:r>
    </w:p>
    <w:p w:rsidR="00ED2B6B" w:rsidRDefault="00C65ECF" w14:paraId="4DD5CD5A" w14:textId="77777777">
      <w:pPr>
        <w:pStyle w:val="Redaliapuces"/>
        <w:numPr>
          <w:ilvl w:val="0"/>
          <w:numId w:val="31"/>
        </w:numPr>
        <w:bidi w:val="false"/>
      </w:pPr>
      <w:r>
        <w:rPr>
          <w:rtl w:val="false"/>
        </w:rPr>
        <w:t xml:space="preserve">if the reversibility results from the occurrence of a case of force majeure or a termination of the Contract as part of shared wrongs, the costs of assistance to Reversibility are shared by half,</w:t>
      </w:r>
    </w:p>
    <w:p w:rsidR="00ED2B6B" w:rsidRDefault="00C65ECF" w14:paraId="1E33D4C8" w14:textId="77777777">
      <w:pPr>
        <w:pStyle w:val="Redaliapuces"/>
        <w:numPr>
          <w:ilvl w:val="0"/>
          <w:numId w:val="31"/>
        </w:numPr>
        <w:bidi w:val="false"/>
      </w:pPr>
      <w:r>
        <w:rPr>
          <w:rtl w:val="false"/>
        </w:rPr>
        <w:t xml:space="preserve">if the reversibility results from any other cause of interruption of this Contract, the reversibility assistance services provided by the Holder are invoiced to the Contracting Authority in full.</w:t>
      </w:r>
    </w:p>
    <w:p w:rsidR="00ED2B6B" w:rsidRDefault="00ED2B6B" w14:paraId="4576C363" w14:textId="77777777">
      <w:pPr>
        <w:pStyle w:val="RedaliaNormal"/>
      </w:pPr>
    </w:p>
    <w:p w:rsidR="00ED2B6B" w:rsidRDefault="00C65ECF" w14:paraId="783298C9" w14:textId="77777777">
      <w:pPr>
        <w:pStyle w:val="RedaliaNormal"/>
        <w:bidi w:val="false"/>
      </w:pPr>
      <w:r>
        <w:rPr>
          <w:rtl w:val="false"/>
        </w:rPr>
        <w:t xml:space="preserve">In this context, the Holder undertakes to:</w:t>
      </w:r>
    </w:p>
    <w:p w:rsidR="00ED2B6B" w:rsidRDefault="00C65ECF" w14:paraId="481C3F78" w14:textId="77777777">
      <w:pPr>
        <w:pStyle w:val="Redaliapuces"/>
        <w:numPr>
          <w:ilvl w:val="0"/>
          <w:numId w:val="31"/>
        </w:numPr>
        <w:bidi w:val="false"/>
      </w:pPr>
      <w:r>
        <w:rPr>
          <w:rtl w:val="false"/>
        </w:rPr>
        <w:t xml:space="preserve">restore, in an honest, usable and agreed format, all the data belonging to the Contracting Authority as well as the personal data previously communicated by the Contracting Authority,</w:t>
      </w:r>
    </w:p>
    <w:p w:rsidR="00ED2B6B" w:rsidRDefault="00C65ECF" w14:paraId="7EBBC086" w14:textId="77777777">
      <w:pPr>
        <w:pStyle w:val="Redaliapuces"/>
        <w:numPr>
          <w:ilvl w:val="0"/>
          <w:numId w:val="31"/>
        </w:numPr>
        <w:bidi w:val="false"/>
      </w:pPr>
      <w:r>
        <w:rPr>
          <w:rtl w:val="false"/>
        </w:rPr>
        <w:t xml:space="preserve">destroy any copies of this data and not use it for your own purposes or for the benefit of third parties</w:t>
      </w:r>
    </w:p>
    <w:p w:rsidR="00ED2B6B" w:rsidRDefault="00ED2B6B" w14:paraId="03D5BE08" w14:textId="77777777">
      <w:pPr>
        <w:pStyle w:val="RedaliaNormal"/>
      </w:pPr>
    </w:p>
    <w:p w:rsidR="00ED2B6B" w:rsidRDefault="00C65ECF" w14:paraId="39E7FB5E" w14:textId="77777777">
      <w:pPr>
        <w:pStyle w:val="RedaliaNormal"/>
        <w:bidi w:val="false"/>
      </w:pPr>
      <w:r>
        <w:rPr>
          <w:rtl w:val="false"/>
        </w:rPr>
        <w:t xml:space="preserve">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will refrain from any measure having the effect of hindering the access of the contracting authority to the data that belong to it. In the event of a voluntary interruption of its commercial activities related to the Service, the Contractor undertakes to notify the Contracting Authority at least 3 times in advance and to ensure the reversibility of the outsourcing of the Service</w:t>
      </w:r>
    </w:p>
    <w:p w:rsidR="00ED2B6B" w:rsidRDefault="00C65ECF" w14:paraId="13A32369" w14:textId="77777777">
      <w:pPr>
        <w:pStyle w:val="RedaliaTitre1"/>
        <w:bidi w:val="false"/>
      </w:pPr>
      <w:bookmarkStart w:name="__RefHeading___Toc11279_1436561398" w:id="296"/>
      <w:bookmarkStart w:name="_Toc180614149" w:id="297"/>
      <w:bookmarkStart w:name="_Toc200533654" w:id="298"/>
      <w:bookmarkStart w:name="_Toc201048541" w:id="299"/>
      <w:bookmarkStart w:name="_Toc217035024" w:id="300"/>
      <w:bookmarkStart w:name="_Toc221871308" w:id="301"/>
      <w:bookmarkEnd w:id="2"/>
      <w:bookmarkEnd w:id="3"/>
      <w:r>
        <w:rPr>
          <w:rtl w:val="false"/>
        </w:rPr>
        <w:t xml:space="preserve">Termination of the Contract</w:t>
      </w:r>
      <w:bookmarkEnd w:id="4"/>
      <w:r>
        <w:rPr>
          <w:rtl w:val="false"/>
        </w:rPr>
        <w:t xml:space="preserve"/>
      </w:r>
      <w:bookmarkEnd w:id="296"/>
      <w:bookmarkEnd w:id="297"/>
      <w:bookmarkEnd w:id="298"/>
      <w:bookmarkEnd w:id="299"/>
      <w:bookmarkEnd w:id="300"/>
      <w:bookmarkEnd w:id="301"/>
    </w:p>
    <w:p w:rsidR="00ED2B6B" w:rsidRDefault="00C65ECF" w14:paraId="749239F3" w14:textId="77777777">
      <w:pPr>
        <w:pStyle w:val="RedaliaNormal"/>
        <w:bidi w:val="false"/>
      </w:pPr>
      <w:r>
        <w:rPr>
          <w:rtl w:val="false"/>
        </w:rPr>
        <w:t xml:space="preserve">It will be applied articles L 2195-1 and following of the public order code as well as articles 36 to 42 inclusive of the CCAG-PI with the following details:</w:t>
      </w:r>
    </w:p>
    <w:p w:rsidR="00ED2B6B" w:rsidRDefault="00C65ECF" w14:paraId="28C61212" w14:textId="77777777">
      <w:pPr>
        <w:pStyle w:val="RedaliaTitre2"/>
        <w:bidi w:val="false"/>
      </w:pPr>
      <w:bookmarkStart w:name="_Toc267299143" w:id="302"/>
      <w:bookmarkStart w:name="__RefHeading___Toc2379_850954893" w:id="303"/>
      <w:bookmarkStart w:name="_Toc180614150" w:id="304"/>
      <w:bookmarkStart w:name="_Toc200533655" w:id="305"/>
      <w:bookmarkStart w:name="_Toc201048542" w:id="306"/>
      <w:bookmarkStart w:name="_Toc217035025" w:id="307"/>
      <w:bookmarkStart w:name="_Toc221871309" w:id="308"/>
      <w:bookmarkEnd w:id="302"/>
      <w:r>
        <w:rPr>
          <w:rtl w:val="false"/>
        </w:rPr>
        <w:t xml:space="preserve">Termination at the fault of the holder</w:t>
      </w:r>
      <w:bookmarkEnd w:id="303"/>
      <w:bookmarkEnd w:id="304"/>
      <w:bookmarkEnd w:id="305"/>
      <w:bookmarkEnd w:id="306"/>
      <w:bookmarkEnd w:id="307"/>
      <w:bookmarkEnd w:id="308"/>
    </w:p>
    <w:p w:rsidR="00ED2B6B" w:rsidRDefault="00C65ECF" w14:paraId="51AFFA81" w14:textId="77777777">
      <w:pPr>
        <w:pStyle w:val="RedaliaNormal"/>
        <w:bidi w:val="false"/>
      </w:pPr>
      <w:r>
        <w:rPr>
          <w:rtl w:val="false"/>
        </w:rPr>
        <w:t xml:space="preserve">The Contracting Authority may, after unsuccessful formal notice within the specified period, and subject to a notice of not less than fifteen (15) days, terminate the contract at the fault of the Contractor under the conditions set out in Article 39 of the AGCC-IP.</w:t>
      </w:r>
    </w:p>
    <w:p w:rsidR="00ED2B6B" w:rsidRDefault="00C65ECF" w14:paraId="672A0904" w14:textId="77777777">
      <w:pPr>
        <w:pStyle w:val="RedaliaNormal"/>
        <w:bidi w:val="false"/>
      </w:pPr>
      <w:r>
        <w:rPr>
          <w:rtl w:val="false"/>
        </w:rPr>
        <w:t xml:space="preserve">More particularly, and in a non-exhaustive manner, the contracting authority reserves the right to terminate the contract in case of:</w:t>
      </w:r>
    </w:p>
    <w:p w:rsidR="00ED2B6B" w:rsidRDefault="00C65ECF" w14:paraId="52A8DCB5" w14:textId="77777777">
      <w:pPr>
        <w:pStyle w:val="Redaliapuces"/>
        <w:numPr>
          <w:ilvl w:val="0"/>
          <w:numId w:val="31"/>
        </w:numPr>
        <w:bidi w:val="false"/>
      </w:pPr>
      <w:r>
        <w:rPr>
          <w:rtl w:val="false"/>
        </w:rPr>
        <w:t xml:space="preserve">non-executions or repeated poor quality executions of the expectations and operational requirements;</w:t>
      </w:r>
    </w:p>
    <w:p w:rsidR="00ED2B6B" w:rsidRDefault="00C65ECF" w14:paraId="3327E811" w14:textId="77777777">
      <w:pPr>
        <w:pStyle w:val="Redaliapuces"/>
        <w:numPr>
          <w:ilvl w:val="0"/>
          <w:numId w:val="31"/>
        </w:numPr>
        <w:bidi w:val="false"/>
      </w:pPr>
      <w:r>
        <w:rPr>
          <w:rtl w:val="false"/>
        </w:rPr>
        <w:t xml:space="preserve">repeated application of the penalties provided for in the Penalties article of this Contract, not followed by significant improvement;</w:t>
      </w:r>
    </w:p>
    <w:p w:rsidR="00ED2B6B" w:rsidRDefault="00C65ECF" w14:paraId="1CFEA5A0" w14:textId="77777777">
      <w:pPr>
        <w:pStyle w:val="Redaliapuces"/>
        <w:numPr>
          <w:ilvl w:val="0"/>
          <w:numId w:val="31"/>
        </w:numPr>
        <w:bidi w:val="false"/>
      </w:pPr>
      <w:r>
        <w:rPr>
          <w:rtl w:val="false"/>
        </w:rPr>
        <w:lastRenderedPageBreak/>
        <w:t xml:space="preserve">repeated findings of rejections or postponements of services, in application of the provisions for operations to verify and validate services in Article Admission - Completion of this Contract;</w:t>
      </w:r>
    </w:p>
    <w:p w:rsidR="00ED2B6B" w:rsidRDefault="00C65ECF" w14:paraId="7024AF9B" w14:textId="77777777">
      <w:pPr>
        <w:pStyle w:val="Redaliapuces"/>
        <w:numPr>
          <w:ilvl w:val="0"/>
          <w:numId w:val="31"/>
        </w:numPr>
        <w:bidi w:val="false"/>
      </w:pPr>
      <w:r>
        <w:rPr>
          <w:rtl w:val="false"/>
        </w:rPr>
        <w:t xml:space="preserve">non-compliance with the provisions of the appendix to this 'Security' Contract.</w:t>
      </w:r>
    </w:p>
    <w:p w:rsidR="00ED2B6B" w:rsidRDefault="00C65ECF" w14:paraId="4A71CE43" w14:textId="77777777">
      <w:pPr>
        <w:pStyle w:val="RedaliaNormal"/>
        <w:bidi w:val="false"/>
      </w:pPr>
      <w:r>
        <w:rPr>
          <w:rtl w:val="false"/>
        </w:rPr>
        <w:t xml:space="preserve">The shortcomings referred to above must be previously noted by the parties in the Steering Committee.</w:t>
      </w:r>
    </w:p>
    <w:p w:rsidR="00ED2B6B" w:rsidRDefault="00C65ECF" w14:paraId="0B02AB0C" w14:textId="77777777">
      <w:pPr>
        <w:pStyle w:val="RedaliaNormal"/>
        <w:bidi w:val="false"/>
      </w:pPr>
      <w:r>
        <w:rPr>
          <w:rtl w:val="false"/>
        </w:rPr>
        <w:t xml:space="preserve">The Contracting Authority also reserves the right to terminate the contract with the Holder when:</w:t>
      </w:r>
    </w:p>
    <w:p w:rsidR="00ED2B6B" w:rsidRDefault="00C65ECF" w14:paraId="0068A283" w14:textId="77777777">
      <w:pPr>
        <w:pStyle w:val="Redaliapuces"/>
        <w:numPr>
          <w:ilvl w:val="0"/>
          <w:numId w:val="31"/>
        </w:numPr>
        <w:bidi w:val="false"/>
      </w:pPr>
      <w:r>
        <w:rPr>
          <w:rtl w:val="false"/>
        </w:rPr>
        <w:t xml:space="preserve">the latter no longer has the mandatory certifications and approvals for carrying out the Service;</w:t>
      </w:r>
    </w:p>
    <w:p w:rsidR="00ED2B6B" w:rsidRDefault="00C65ECF" w14:paraId="492F2314" w14:textId="77777777">
      <w:pPr>
        <w:pStyle w:val="Redaliapuces"/>
        <w:numPr>
          <w:ilvl w:val="0"/>
          <w:numId w:val="31"/>
        </w:numPr>
        <w:bidi w:val="false"/>
      </w:pPr>
      <w:r>
        <w:rPr>
          <w:rtl w:val="false"/>
        </w:rPr>
        <w:t xml:space="preserve">When the processing, management or security of confidential information and personal or sensitive data presents weaknesses such as the integrity, security, confidentiality or fair treatment of such information and data appear to be compromised.</w:t>
      </w:r>
    </w:p>
    <w:p w:rsidR="00ED2B6B" w:rsidRDefault="00C65ECF" w14:paraId="3061858B" w14:textId="77777777">
      <w:pPr>
        <w:pStyle w:val="RedaliaNormal"/>
        <w:bidi w:val="false"/>
      </w:pPr>
      <w:r>
        <w:rPr>
          <w:rtl w:val="false"/>
        </w:rPr>
        <w:t xml:space="preserve">This termination for fault is without prejudice to other actions, including criminal, that would be taken in this case against the Holder.</w:t>
      </w:r>
    </w:p>
    <w:p w:rsidR="00ED2B6B" w:rsidRDefault="00C65ECF" w14:paraId="284CEE1A" w14:textId="77777777">
      <w:pPr>
        <w:pStyle w:val="RedaliaNormal"/>
        <w:bidi w:val="false"/>
      </w:pPr>
      <w:r>
        <w:rPr>
          <w:rtl w:val="false"/>
        </w:rPr>
        <w:t xml:space="preserve">In case of termination for fault:</w:t>
      </w:r>
    </w:p>
    <w:p w:rsidR="00ED2B6B" w:rsidRDefault="00C65ECF" w14:paraId="2A5735A9" w14:textId="77777777">
      <w:pPr>
        <w:pStyle w:val="Redaliapuces"/>
        <w:numPr>
          <w:ilvl w:val="0"/>
          <w:numId w:val="31"/>
        </w:numPr>
        <w:bidi w:val="false"/>
      </w:pPr>
      <w:r>
        <w:rPr>
          <w:rtl w:val="false"/>
        </w:rPr>
        <w:t xml:space="preserve">Articles 27 and 39 of the CCAG PI are applied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rsidR="00ED2B6B" w:rsidRDefault="00C65ECF" w14:paraId="6EB2628B" w14:textId="77777777">
      <w:pPr>
        <w:pStyle w:val="Redaliapuces"/>
        <w:numPr>
          <w:ilvl w:val="0"/>
          <w:numId w:val="31"/>
        </w:numPr>
        <w:bidi w:val="false"/>
      </w:pPr>
      <w:r>
        <w:rPr>
          <w:rtl w:val="false"/>
        </w:rPr>
        <w:t xml:space="preserve">The Holder is not entitled to any compensation;</w:t>
      </w:r>
    </w:p>
    <w:p w:rsidR="00ED2B6B" w:rsidRDefault="00C65ECF" w14:paraId="4C7B59A5" w14:textId="77777777">
      <w:pPr>
        <w:pStyle w:val="Redaliapuces"/>
        <w:numPr>
          <w:ilvl w:val="0"/>
          <w:numId w:val="31"/>
        </w:numPr>
        <w:bidi w:val="false"/>
      </w:pPr>
      <w:r>
        <w:rPr>
          <w:rtl w:val="false"/>
        </w:rPr>
        <w:t xml:space="preserve">By derogation and in addition to articles 39 and 41.3 of the CCAG PI, the portion of the services already completed by the holder is remunerated with a 10% reduction.</w:t>
      </w:r>
    </w:p>
    <w:p w:rsidR="00ED2B6B" w:rsidRDefault="00C65ECF" w14:paraId="332ADF31" w14:textId="77777777">
      <w:pPr>
        <w:pStyle w:val="Redaliapuces"/>
        <w:numPr>
          <w:ilvl w:val="0"/>
          <w:numId w:val="31"/>
        </w:numPr>
        <w:bidi w:val="false"/>
      </w:pPr>
      <w:r>
        <w:rPr>
          <w:rtl w:val="false"/>
        </w:rPr>
        <w:t xml:space="preserve">The Contractor shall compensate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rsidR="00ED2B6B" w:rsidRDefault="00C65ECF" w14:paraId="0EC122E3" w14:textId="77777777">
      <w:pPr>
        <w:pStyle w:val="RedaliaNormal"/>
        <w:bidi w:val="false"/>
      </w:pPr>
      <w:r>
        <w:rPr>
          <w:rtl w:val="false"/>
        </w:rPr>
        <w:t xml:space="preserve">In the event of termination pursuant to Article L2195-4 of the Public Procurement Code, the equivalent offences provided for by the legislation of another State outside the European Union shall also be applied.</w:t>
      </w:r>
    </w:p>
    <w:p w:rsidR="00ED2B6B" w:rsidRDefault="00C65ECF" w14:paraId="226407E7" w14:textId="77777777">
      <w:pPr>
        <w:pStyle w:val="RedaliaNormal"/>
        <w:bidi w:val="false"/>
      </w:pPr>
      <w:r>
        <w:rPr>
          <w:rtl w:val="false"/>
        </w:rP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subcontractordealing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
    <w:p w:rsidR="00ED2B6B" w:rsidRDefault="00C65ECF" w14:paraId="728FED8D" w14:textId="77777777">
      <w:pPr>
        <w:pStyle w:val="RedaliaTitre2"/>
        <w:bidi w:val="false"/>
      </w:pPr>
      <w:bookmarkStart w:name="_Toc267299142" w:id="309"/>
      <w:bookmarkStart w:name="__RefHeading___Toc2381_850954893" w:id="310"/>
      <w:bookmarkStart w:name="_Toc180614151" w:id="311"/>
      <w:bookmarkStart w:name="_Toc200533656" w:id="312"/>
      <w:bookmarkStart w:name="_Toc201048543" w:id="313"/>
      <w:bookmarkStart w:name="_Toc217035026" w:id="314"/>
      <w:bookmarkStart w:name="_Toc221871310" w:id="315"/>
      <w:bookmarkEnd w:id="309"/>
      <w:r>
        <w:rPr>
          <w:rtl w:val="false"/>
        </w:rPr>
        <w:t xml:space="preserve">Termination for reasons of general interest</w:t>
      </w:r>
      <w:bookmarkEnd w:id="310"/>
      <w:bookmarkEnd w:id="311"/>
      <w:bookmarkEnd w:id="312"/>
      <w:bookmarkEnd w:id="313"/>
      <w:bookmarkEnd w:id="314"/>
      <w:bookmarkEnd w:id="315"/>
    </w:p>
    <w:p w:rsidR="00ED2B6B" w:rsidRDefault="00C65ECF" w14:paraId="169922C0" w14:textId="77777777">
      <w:pPr>
        <w:pStyle w:val="RedaliaNormal"/>
        <w:bidi w:val="false"/>
      </w:pPr>
      <w:r>
        <w:rPr>
          <w:rtl w:val="false"/>
        </w:rPr>
        <w:t xml:space="preserve">In the event of termination for reasons of general interest, or at the request of the ACPR, the termination indemnity is set at 5% of the committed amount excluding market VAT, reduced by the unrevised amount excluding VAT of the accepted services.</w:t>
      </w:r>
    </w:p>
    <w:p w:rsidR="00ED2B6B" w:rsidRDefault="00C65ECF" w14:paraId="0BD6E237" w14:textId="77777777">
      <w:pPr>
        <w:pStyle w:val="RedaliaTitre2"/>
        <w:bidi w:val="false"/>
      </w:pPr>
      <w:bookmarkStart w:name="_Toc180614152" w:id="316"/>
      <w:bookmarkStart w:name="__RefHeading___Toc11281_1436561398" w:id="317"/>
      <w:bookmarkStart w:name="_Toc200533657" w:id="318"/>
      <w:bookmarkStart w:name="_Toc201048544" w:id="319"/>
      <w:bookmarkStart w:name="_Toc217035027" w:id="320"/>
      <w:bookmarkStart w:name="_Toc221871311" w:id="321"/>
      <w:r>
        <w:rPr>
          <w:rtl w:val="false"/>
        </w:rPr>
        <w:t xml:space="preserve">Termination for non-compliance with formalities relating to the fight against illegal work</w:t>
      </w:r>
      <w:bookmarkEnd w:id="316"/>
      <w:bookmarkEnd w:id="317"/>
      <w:bookmarkEnd w:id="318"/>
      <w:bookmarkEnd w:id="319"/>
      <w:bookmarkEnd w:id="320"/>
      <w:bookmarkEnd w:id="321"/>
    </w:p>
    <w:p w:rsidR="00ED2B6B" w:rsidRDefault="00C65ECF" w14:paraId="4DB10FE0" w14:textId="77777777">
      <w:pPr>
        <w:pStyle w:val="RedaliaNormal"/>
        <w:bidi w:val="false"/>
      </w:pPr>
      <w:r>
        <w:rPr>
          <w:rtl w:val="false"/>
        </w:rPr>
        <w:t xml:space="preserve">In accordance with articles L 8222-1 and D 8222-5 of the Labor Code and article 15.2 «Declaration of the provider», the Provider must provide at the signing of the Contract, then regularly depending on the validity period of each document, the documents every six (6) month, and until the end of the execution of the Contract the following documents:</w:t>
      </w:r>
      <w:r>
        <w:rPr>
          <w:rtl w:val="false"/>
        </w:rPr>
        <w:lastRenderedPageBreak/>
        <w:t/>
      </w:r>
    </w:p>
    <w:p w:rsidR="00ED2B6B" w:rsidRDefault="00C65ECF" w14:paraId="1CBAF18C" w14:textId="77777777">
      <w:pPr>
        <w:pStyle w:val="Redaliapuces"/>
        <w:numPr>
          <w:ilvl w:val="0"/>
          <w:numId w:val="31"/>
        </w:numPr>
        <w:bidi w:val="false"/>
      </w:pPr>
      <w:r>
        <w:rPr>
          <w:rtl w:val="false"/>
        </w:rPr>
        <w:t xml:space="preserve">a certificate of provision of social declarations issued by the social protection body responsible for recovering social contributions incumbent on the Service Provider and dating from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rsidR="00ED2B6B" w:rsidRDefault="00C65ECF" w14:paraId="4AD15449" w14:textId="77777777">
      <w:pPr>
        <w:pStyle w:val="Redaliapuces"/>
        <w:numPr>
          <w:ilvl w:val="0"/>
          <w:numId w:val="31"/>
        </w:numPr>
        <w:bidi w:val="false"/>
      </w:pPr>
      <w:r>
        <w:rPr>
          <w:rtl w:val="false"/>
        </w:rPr>
        <w:t xml:space="preserve">an extract from the registration in the Trade and Companies Register] or [a copy of the identification card justifying the registration in the trades directory] or [a receipt for the filing of the declaration with a business formality center];</w:t>
      </w:r>
    </w:p>
    <w:p w:rsidR="00ED2B6B" w:rsidRDefault="00C65ECF" w14:paraId="5B9B58D9" w14:textId="77777777">
      <w:pPr>
        <w:pStyle w:val="Redaliapuces"/>
        <w:numPr>
          <w:ilvl w:val="0"/>
          <w:numId w:val="31"/>
        </w:numPr>
        <w:bidi w:val="false"/>
      </w:pPr>
      <w:r>
        <w:rPr>
          <w:rtl w:val="false"/>
        </w:rPr>
        <w:t xml:space="preserve">a sworn statement drawn up by the Service Provider certifying the provision to its employees of pay slips in accordance with French regulations[2].</w:t>
      </w:r>
    </w:p>
    <w:p w:rsidR="00ED2B6B" w:rsidRDefault="00C65ECF" w14:paraId="71AC5EFC" w14:textId="77777777">
      <w:pPr>
        <w:pStyle w:val="RedaliaNormal"/>
        <w:bidi w:val="false"/>
      </w:pPr>
      <w:r>
        <w:rPr>
          <w:rtl w:val="false"/>
        </w:rPr>
        <w:t xml:space="preserve">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rsidR="00ED2B6B" w:rsidRDefault="00C65ECF" w14:paraId="7CC4E7CC" w14:textId="77777777">
      <w:pPr>
        <w:pStyle w:val="RedaliaNormal"/>
        <w:bidi w:val="false"/>
      </w:pPr>
      <w:r>
        <w:rPr>
          <w:rtl w:val="false"/>
        </w:rP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tortious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within a period of six months following the formal notice, the public law legal person is jointly and severally liable with its contracting party for the payment of the amounts mentioned in 1° to 3° of Article L. 8222-2, under the conditions set out in Article L. 8222-3.</w:t>
      </w:r>
    </w:p>
    <w:p w:rsidR="00ED2B6B" w:rsidRDefault="00C65ECF" w14:paraId="28FD7FDC" w14:textId="77777777">
      <w:pPr>
        <w:pStyle w:val="RedaliaTitre1"/>
        <w:bidi w:val="false"/>
      </w:pPr>
      <w:bookmarkStart w:name="_Toc180614153" w:id="322"/>
      <w:bookmarkStart w:name="__RefHeading___Toc11283_1436561398" w:id="323"/>
      <w:bookmarkStart w:name="_Toc200533658" w:id="324"/>
      <w:bookmarkStart w:name="_Toc201048545" w:id="325"/>
      <w:bookmarkStart w:name="_Toc217035028" w:id="326"/>
      <w:bookmarkStart w:name="_Toc221871312" w:id="327"/>
      <w:r>
        <w:rPr>
          <w:rtl w:val="false"/>
        </w:rPr>
        <w:t xml:space="preserve">Disputes</w:t>
      </w:r>
      <w:bookmarkEnd w:id="322"/>
      <w:bookmarkEnd w:id="323"/>
      <w:bookmarkEnd w:id="324"/>
      <w:bookmarkEnd w:id="325"/>
      <w:bookmarkEnd w:id="326"/>
      <w:bookmarkEnd w:id="327"/>
    </w:p>
    <w:p w:rsidR="00ED2B6B" w:rsidRDefault="00C65ECF" w14:paraId="201EF36A" w14:textId="77777777">
      <w:pPr>
        <w:pStyle w:val="RedaliaNormal"/>
        <w:bidi w:val="false"/>
      </w:pPr>
      <w:r>
        <w:rPr>
          <w:rtl w:val="false"/>
        </w:rPr>
        <w:t xml:space="preserve">In case of disputes between the parties, Article 43 of the CCAG PI will be applied.</w:t>
      </w:r>
    </w:p>
    <w:p w:rsidR="00ED2B6B" w:rsidRDefault="00C65ECF" w14:paraId="5E6CF0D7" w14:textId="77777777">
      <w:pPr>
        <w:pStyle w:val="RedaliaNormal"/>
        <w:bidi w:val="false"/>
      </w:pPr>
      <w:r>
        <w:rPr>
          <w:rtl w:val="false"/>
        </w:rPr>
        <w:t xml:space="preserve">French law is the only applicable law.</w:t>
      </w:r>
    </w:p>
    <w:p w:rsidR="00ED2B6B" w:rsidRDefault="00C65ECF" w14:paraId="14603EF3" w14:textId="77777777">
      <w:pPr>
        <w:pStyle w:val="RedaliaNormal"/>
        <w:bidi w:val="false"/>
      </w:pPr>
      <w:r>
        <w:rPr>
          <w:rtl w:val="false"/>
        </w:rPr>
        <w:t xml:space="preserve">In case of dispute, the competent court is the Administrative Tribunal of Paris.</w:t>
      </w:r>
    </w:p>
    <w:p w:rsidR="00ED2B6B" w:rsidRDefault="00C65ECF" w14:paraId="4B5BB7C2" w14:textId="77777777">
      <w:pPr>
        <w:pStyle w:val="RedaliaTitre1"/>
        <w:bidi w:val="false"/>
      </w:pPr>
      <w:bookmarkStart w:name="_Toc180614154" w:id="328"/>
      <w:bookmarkStart w:name="__RefHeading___Toc11285_1436561398" w:id="329"/>
      <w:bookmarkStart w:name="_Toc200533659" w:id="330"/>
      <w:bookmarkStart w:name="_Toc201048546" w:id="331"/>
      <w:bookmarkStart w:name="_Toc217035029" w:id="332"/>
      <w:bookmarkStart w:name="_Toc221871313" w:id="333"/>
      <w:r>
        <w:rPr>
          <w:rtl w:val="false"/>
        </w:rPr>
        <w:t xml:space="preserve">Provisions applicable in the case of a foreign holder</w:t>
      </w:r>
      <w:bookmarkEnd w:id="328"/>
      <w:bookmarkEnd w:id="329"/>
      <w:bookmarkEnd w:id="330"/>
      <w:bookmarkEnd w:id="331"/>
      <w:bookmarkEnd w:id="332"/>
      <w:bookmarkEnd w:id="333"/>
    </w:p>
    <w:p w:rsidR="00ED2B6B" w:rsidRDefault="00C65ECF" w14:paraId="18A57242" w14:textId="77777777">
      <w:pPr>
        <w:pStyle w:val="RedaliaNormal"/>
        <w:bidi w:val="false"/>
      </w:pPr>
      <w:r>
        <w:rPr>
          <w:rtl w:val="false"/>
        </w:rPr>
        <w:t xml:space="preserve">French law is the only one applicable to this contract.</w:t>
      </w:r>
    </w:p>
    <w:p w:rsidR="00ED2B6B" w:rsidRDefault="00C65ECF" w14:paraId="1E1D0D38" w14:textId="77777777">
      <w:pPr>
        <w:pStyle w:val="RedaliaNormal"/>
        <w:bidi w:val="false"/>
      </w:pPr>
      <w:r>
        <w:rPr>
          <w:rtl w:val="false"/>
        </w:rPr>
        <w:t xml:space="preserve">With the exception of deliverables, all correspondence relating to this contract must be written in French, or may be written in English upon approval by AFD.</w:t>
      </w:r>
    </w:p>
    <w:p w:rsidR="00ED2B6B" w:rsidRDefault="00C65ECF" w14:paraId="5B90DC82" w14:textId="77777777">
      <w:pPr>
        <w:pStyle w:val="RedaliaTitre1"/>
        <w:bidi w:val="false"/>
      </w:pPr>
      <w:bookmarkStart w:name="_Toc180614155" w:id="334"/>
      <w:bookmarkStart w:name="__RefHeading___Toc11287_1436561398" w:id="335"/>
      <w:bookmarkStart w:name="_Toc200533660" w:id="336"/>
      <w:bookmarkStart w:name="_Toc201048547" w:id="337"/>
      <w:bookmarkStart w:name="_Toc217035030" w:id="338"/>
      <w:bookmarkStart w:name="_Toc221871314" w:id="339"/>
      <w:r>
        <w:rPr>
          <w:rtl w:val="false"/>
        </w:rPr>
        <w:t xml:space="preserve">Derogations from general documents</w:t>
      </w:r>
      <w:bookmarkEnd w:id="5"/>
      <w:bookmarkEnd w:id="334"/>
      <w:bookmarkEnd w:id="335"/>
      <w:bookmarkEnd w:id="336"/>
      <w:bookmarkEnd w:id="337"/>
      <w:bookmarkEnd w:id="338"/>
      <w:bookmarkEnd w:id="339"/>
    </w:p>
    <w:p w:rsidR="00ED2B6B" w:rsidRDefault="00C65ECF" w14:paraId="5F6845C9" w14:textId="77777777">
      <w:pPr>
        <w:pStyle w:val="RedaliaNormal"/>
        <w:bidi w:val="false"/>
      </w:pPr>
      <w:r>
        <w:rPr>
          <w:rtl w:val="false"/>
        </w:rPr>
        <w:t xml:space="preserve">By way of derogation from Article 1 of the CCAG-PI, derogations from the provisions of the CCAG-PI are not summarized in this article but are expressly indicated during the reading of it.</w:t>
      </w:r>
    </w:p>
    <w:p w:rsidR="00ED2B6B" w:rsidRDefault="00C65ECF" w14:paraId="3E4A12B3" w14:textId="77777777">
      <w:pPr>
        <w:pStyle w:val="RedaliaTitre1"/>
        <w:bidi w:val="false"/>
      </w:pPr>
      <w:bookmarkStart w:name="_Toc180614157" w:id="340"/>
      <w:bookmarkStart w:name="__RefHeading___Toc11289_1436561398" w:id="341"/>
      <w:bookmarkStart w:name="_Toc200533661" w:id="342"/>
      <w:bookmarkStart w:name="_Toc201048548" w:id="343"/>
      <w:bookmarkStart w:name="_Toc217035031" w:id="344"/>
      <w:bookmarkStart w:name="_Toc221871315" w:id="345"/>
      <w:r>
        <w:rPr>
          <w:rtl w:val="false"/>
        </w:rPr>
        <w:lastRenderedPageBreak/>
        <w:t xml:space="preserve">Signature of the candidate</w:t>
      </w:r>
      <w:bookmarkEnd w:id="340"/>
      <w:bookmarkEnd w:id="341"/>
      <w:bookmarkEnd w:id="342"/>
      <w:bookmarkEnd w:id="343"/>
      <w:bookmarkEnd w:id="344"/>
      <w:bookmarkEnd w:id="345"/>
    </w:p>
    <w:p w:rsidR="00ED2B6B" w:rsidRDefault="00C65ECF" w14:paraId="3ABC3F55" w14:textId="77777777">
      <w:pPr>
        <w:pStyle w:val="RedaliaNormal"/>
        <w:bidi w:val="false"/>
      </w:pPr>
      <w:r>
        <w:rPr>
          <w:rtl w:val="false"/>
        </w:rPr>
        <w:t xml:space="preserve">The candidate is reminded that the signing of this Contract constitutes acceptance of all contractual documents.</w:t>
      </w:r>
    </w:p>
    <w:p w:rsidR="00ED2B6B" w:rsidRDefault="00ED2B6B" w14:paraId="62D685B4" w14:textId="77777777">
      <w:pPr>
        <w:pStyle w:val="RedaliaNormal"/>
      </w:pPr>
    </w:p>
    <w:p w:rsidR="00ED2B6B" w:rsidRDefault="00C65ECF" w14:paraId="5AD444D2" w14:textId="77777777">
      <w:pPr>
        <w:pStyle w:val="RedaliaNormal"/>
        <w:bidi w:val="false"/>
      </w:pPr>
      <w:r>
        <w:rPr>
          <w:rtl w:val="false"/>
        </w:rPr>
        <w:t xml:space="preserve">The supplier adheres to the Supplier Relations Charter presented </w:t>
      </w:r>
      <w:hyperlink w:history="1" r:id="rId69">
        <w:r>
          <w:rPr>
            <w:rStyle w:val="Lienhypertexte"/>
            <w:rFonts w:ascii="Calibri" w:hAnsi="Calibri"/>
            <w:i/>
            <w:iCs/>
            <w:color w:val="4472C4"/>
            <w:rtl w:val="false"/>
          </w:rPr>
          <w:t xml:space="preserve">here</w:t>
        </w:r>
      </w:hyperlink>
      <w:r>
        <w:rPr>
          <w:rtl w:val="false"/>
        </w:rPr>
        <w:t xml:space="preserve"> and undertakes to respect the principles and commitments set out above, throughout the entire purchasing process and contractual relationship with the AFD group.</w:t>
      </w:r>
    </w:p>
    <w:p w:rsidR="00ED2B6B" w:rsidRDefault="00C65ECF" w14:paraId="1C6124DA" w14:textId="77777777">
      <w:pPr>
        <w:pStyle w:val="RedaliaNormal"/>
        <w:bidi w:val="false"/>
      </w:pPr>
      <w:r>
        <w:rPr>
          <w:rtl w:val="false"/>
        </w:rPr>
        <w:t xml:space="preserve">The supplier also undertakes to make known and ensure compliance with the commitments of this Charter by all its employees, including temporary and interim workers, partners, suppliers, and subcontractors.</w:t>
      </w:r>
    </w:p>
    <w:p w:rsidR="00ED2B6B" w:rsidRDefault="00ED2B6B" w14:paraId="55CF7CA3" w14:textId="77777777">
      <w:pPr>
        <w:pStyle w:val="RedaliaNormal"/>
      </w:pPr>
    </w:p>
    <w:p w:rsidR="00ED2B6B" w:rsidRDefault="00C65ECF" w14:paraId="13ED50F5" w14:textId="77777777">
      <w:pPr>
        <w:pStyle w:val="RedaliaNormal"/>
        <w:bidi w:val="false"/>
      </w:pPr>
      <w:r>
        <w:rPr>
          <w:rtl w:val="false"/>
        </w:rPr>
        <w:t xml:space="preserve">Made in a single original</w:t>
      </w:r>
    </w:p>
    <w:p w:rsidR="00ED2B6B" w:rsidRDefault="00C65ECF" w14:paraId="12479562" w14:textId="77777777">
      <w:pPr>
        <w:pStyle w:val="RedaliaNormal"/>
        <w:bidi w:val="false"/>
      </w:pPr>
      <w:r>
        <w:rPr>
          <w:rtl w:val="false"/>
        </w:rPr>
        <w:t xml:space="preserve">A:</w:t>
      </w:r>
    </w:p>
    <w:p w:rsidR="00ED2B6B" w:rsidRDefault="00C65ECF" w14:paraId="5F3A83ED" w14:textId="77777777">
      <w:pPr>
        <w:pStyle w:val="RedaliaNormal"/>
        <w:bidi w:val="false"/>
      </w:pPr>
      <w:r>
        <w:rPr>
          <w:rtl w:val="false"/>
        </w:rPr>
        <w:t xml:space="preserve">The</w:t>
      </w:r>
    </w:p>
    <w:p w:rsidR="00ED2B6B" w:rsidRDefault="00C65ECF" w14:paraId="62E40532" w14:textId="77777777">
      <w:pPr>
        <w:pStyle w:val="RedaliaNormal"/>
        <w:bidi w:val="false"/>
      </w:pPr>
      <w:r>
        <w:rPr>
          <w:rtl w:val="false"/>
        </w:rPr>
        <w:t xml:space="preserve">Signature(s) of the holder or, in the case of a group of undertakings, of the authorised representative or each member of the group:</w:t>
      </w:r>
    </w:p>
    <w:p w:rsidR="00ED2B6B" w:rsidRDefault="00C65ECF" w14:paraId="60A830CB" w14:textId="77777777">
      <w:pPr>
        <w:pStyle w:val="RedaliaTitre1"/>
        <w:bidi w:val="false"/>
      </w:pPr>
      <w:bookmarkStart w:name="_Toc180614158" w:id="346"/>
      <w:bookmarkStart w:name="__RefHeading___Toc3787_850954893" w:id="347"/>
      <w:bookmarkStart w:name="_Toc200533662" w:id="348"/>
      <w:bookmarkStart w:name="_Toc201048549" w:id="349"/>
      <w:bookmarkStart w:name="_Toc217035032" w:id="350"/>
      <w:bookmarkStart w:name="_Toc221871316" w:id="351"/>
      <w:r>
        <w:rPr>
          <w:rtl w:val="false"/>
        </w:rPr>
        <w:t xml:space="preserve">Acceptance of the offer by the Contracting Authority</w:t>
      </w:r>
      <w:bookmarkEnd w:id="346"/>
      <w:r>
        <w:rPr>
          <w:rtl w:val="false"/>
        </w:rPr>
        <w:t xml:space="preserve"/>
      </w:r>
      <w:bookmarkEnd w:id="347"/>
      <w:bookmarkEnd w:id="348"/>
      <w:bookmarkEnd w:id="349"/>
      <w:bookmarkEnd w:id="350"/>
      <w:bookmarkEnd w:id="351"/>
    </w:p>
    <w:p w:rsidR="00ED2B6B" w:rsidRDefault="00C65ECF" w14:paraId="2F64CF96" w14:textId="77777777">
      <w:pPr>
        <w:pStyle w:val="RedaliaNormal"/>
        <w:bidi w:val="false"/>
      </w:pPr>
      <w:r>
        <w:rPr>
          <w:rtl w:val="false"/>
        </w:rPr>
        <w:t xml:space="preserve">The subcontractors proposed in the subcontracting acts annexed to this Contract are accepted as being entitled to direct payment and the payment conditions indicated are approved.</w:t>
      </w:r>
    </w:p>
    <w:p w:rsidR="00ED2B6B" w:rsidRDefault="00ED2B6B" w14:paraId="497C804A" w14:textId="77777777">
      <w:pPr>
        <w:pStyle w:val="RedaliaNormal"/>
      </w:pPr>
    </w:p>
    <w:p w:rsidR="00ED2B6B" w:rsidRDefault="00C65ECF" w14:paraId="485265B5" w14:textId="77777777">
      <w:pPr>
        <w:pStyle w:val="RedaliaNormal"/>
        <w:bidi w:val="false"/>
      </w:pPr>
      <w:r>
        <w:rPr>
          <w:rtl w:val="false"/>
        </w:rPr>
        <w:t xml:space="preserve">Is accepted this offer to be considered as a deed of commitment.</w:t>
      </w:r>
    </w:p>
    <w:p w:rsidR="00ED2B6B" w:rsidRDefault="00ED2B6B" w14:paraId="1C14ADE4" w14:textId="77777777">
      <w:pPr>
        <w:pStyle w:val="RedaliaNormal"/>
      </w:pPr>
    </w:p>
    <w:p w:rsidR="00ED2B6B" w:rsidRDefault="00C65ECF" w14:paraId="605FD533" w14:textId="77777777">
      <w:pPr>
        <w:pStyle w:val="RedaliaNormal"/>
        <w:bidi w:val="false"/>
      </w:pPr>
      <w:r>
        <w:rPr>
          <w:rtl w:val="false"/>
        </w:rPr>
        <w:t xml:space="preserve">A</w:t>
      </w:r>
    </w:p>
    <w:p w:rsidR="00ED2B6B" w:rsidRDefault="00C65ECF" w14:paraId="5782E968" w14:textId="77777777">
      <w:pPr>
        <w:pStyle w:val="RedaliaNormal"/>
        <w:bidi w:val="false"/>
      </w:pPr>
      <w:r>
        <w:rPr>
          <w:rtl w:val="false"/>
        </w:rPr>
        <w:t xml:space="preserve">The</w:t>
      </w:r>
    </w:p>
    <w:p w:rsidR="00ED2B6B" w:rsidRDefault="00C65ECF" w14:paraId="5441197D" w14:textId="77777777">
      <w:pPr>
        <w:pStyle w:val="RedaliaNormal"/>
        <w:bidi w:val="false"/>
      </w:pPr>
      <w:r>
        <w:rPr>
          <w:rtl w:val="false"/>
        </w:rPr>
        <w:t xml:space="preserve">The Contracting Authority</w:t>
      </w:r>
    </w:p>
    <w:p w:rsidR="00ED2B6B" w:rsidRDefault="00ED2B6B" w14:paraId="607BC107" w14:textId="77777777">
      <w:pPr>
        <w:pStyle w:val="RedaliaNormal"/>
      </w:pPr>
    </w:p>
    <w:p w:rsidR="00ED2B6B" w:rsidRDefault="00ED2B6B" w14:paraId="06A9039C" w14:textId="77777777">
      <w:pPr>
        <w:pStyle w:val="RedaliaNormal"/>
        <w:pageBreakBefore/>
      </w:pPr>
    </w:p>
    <w:p w:rsidR="00ED2B6B" w:rsidRDefault="00C65ECF" w14:paraId="1CFC37E3" w14:textId="77777777">
      <w:pPr>
        <w:pStyle w:val="RedaliaTitre1"/>
        <w:bidi w:val="false"/>
      </w:pPr>
      <w:bookmarkStart w:name="__RefHeading___Toc11291_1436561398" w:id="352"/>
      <w:bookmarkStart w:name="_Toc200533663" w:id="353"/>
      <w:bookmarkStart w:name="_Toc201048550" w:id="354"/>
      <w:bookmarkStart w:name="_Toc217035033" w:id="355"/>
      <w:bookmarkStart w:name="_Toc221871317" w:id="356"/>
      <w:r>
        <w:rPr>
          <w:rtl w:val="false"/>
        </w:rPr>
        <w:t xml:space="preserve">Annex: Subcontracting declaration</w:t>
      </w:r>
      <w:bookmarkEnd w:id="352"/>
      <w:bookmarkEnd w:id="353"/>
      <w:bookmarkEnd w:id="354"/>
      <w:bookmarkEnd w:id="355"/>
      <w:bookmarkEnd w:id="356"/>
    </w:p>
    <w:p w:rsidR="00ED2B6B" w:rsidRDefault="00C65ECF" w14:paraId="12F8CC7F" w14:textId="77777777">
      <w:pPr>
        <w:pStyle w:val="RdaliaTitreparagraphe"/>
        <w:bidi w:val="false"/>
      </w:pPr>
      <w:r>
        <w:rPr>
          <w:rtl w:val="false"/>
        </w:rPr>
        <w:t xml:space="preserve">Annex to the deed of commitment</w:t>
      </w:r>
    </w:p>
    <w:p w:rsidR="00ED2B6B" w:rsidRDefault="00C65ECF" w14:paraId="6DC9CD1F" w14:textId="77777777">
      <w:pPr>
        <w:pStyle w:val="RdaliaTitreparagraphe"/>
        <w:bidi w:val="false"/>
      </w:pPr>
      <w:r>
        <w:rPr>
          <w:rtl w:val="false"/>
        </w:rPr>
        <w:t xml:space="preserve">Contracting Authority: French Development Agency</w:t>
      </w:r>
    </w:p>
    <w:p w:rsidR="00ED2B6B" w:rsidRDefault="00C65ECF" w14:paraId="71CF05CF" w14:textId="77777777">
      <w:pPr>
        <w:pStyle w:val="RedaliaRetraitPuceniveau1"/>
        <w:numPr>
          <w:ilvl w:val="0"/>
          <w:numId w:val="33"/>
        </w:numPr>
        <w:bidi w:val="false"/>
      </w:pPr>
      <w:r>
        <w:rPr>
          <w:rtl w:val="false"/>
        </w:rPr>
        <w:t xml:space="preserve">Designation of the buyer:</w:t>
      </w:r>
    </w:p>
    <w:p w:rsidR="00ED2B6B" w:rsidRDefault="00C65ECF" w14:paraId="2E1ED79A" w14:textId="77777777">
      <w:pPr>
        <w:pStyle w:val="RedaliaNormal"/>
      </w:pPr>
      <w:r>
        <w:tab/>
      </w:r>
    </w:p>
    <w:p w:rsidR="00ED2B6B" w:rsidRDefault="00C65ECF" w14:paraId="7041FD18" w14:textId="77777777">
      <w:pPr>
        <w:pStyle w:val="RedaliaNormal"/>
      </w:pPr>
      <w:r>
        <w:tab/>
      </w:r>
    </w:p>
    <w:p w:rsidR="00ED2B6B" w:rsidRDefault="00ED2B6B" w14:paraId="2E976CDE" w14:textId="77777777">
      <w:pPr>
        <w:pStyle w:val="RedaliaRetraitavecpuce"/>
        <w:ind w:left="360"/>
      </w:pPr>
    </w:p>
    <w:p w:rsidR="00ED2B6B" w:rsidRDefault="00C65ECF" w14:paraId="023850E7" w14:textId="77777777">
      <w:pPr>
        <w:pStyle w:val="RedaliaRetraitPuceniveau1"/>
        <w:numPr>
          <w:ilvl w:val="0"/>
          <w:numId w:val="33"/>
        </w:numPr>
        <w:bidi w:val="false"/>
      </w:pPr>
      <w:r>
        <w:rPr>
          <w:rtl w:val="false"/>
        </w:rPr>
        <w:t xml:space="preserve">Person authorized to provide information regarding pledges or assignments of debts:</w:t>
      </w:r>
    </w:p>
    <w:p w:rsidR="00ED2B6B" w:rsidRDefault="00C65ECF" w14:paraId="45844FA3" w14:textId="77777777">
      <w:pPr>
        <w:pStyle w:val="RedaliaNormal"/>
      </w:pPr>
      <w:r>
        <w:tab/>
      </w:r>
    </w:p>
    <w:p w:rsidR="00ED2B6B" w:rsidRDefault="00C65ECF" w14:paraId="7FEFF003" w14:textId="77777777">
      <w:pPr>
        <w:pStyle w:val="RedaliaNormal"/>
      </w:pPr>
      <w:r>
        <w:tab/>
      </w:r>
    </w:p>
    <w:p w:rsidR="00ED2B6B" w:rsidRDefault="00C65ECF" w14:paraId="32D7A517" w14:textId="77777777">
      <w:pPr>
        <w:pStyle w:val="RdaliaTitreparagraphe"/>
        <w:bidi w:val="false"/>
      </w:pPr>
      <w:r>
        <w:rPr>
          <w:rtl w:val="false"/>
        </w:rPr>
        <w:t xml:space="preserve">Subject of the contract </w:t>
      </w:r>
    </w:p>
    <w:p w:rsidR="00ED2B6B" w:rsidRDefault="00C65ECF" w14:paraId="15E542E4" w14:textId="77777777">
      <w:pPr>
        <w:pStyle w:val="RedaliaNormal"/>
        <w:bidi w:val="false"/>
        <w:rPr>
          <w:b/>
        </w:rPr>
      </w:pPr>
      <w:r>
        <w:rPr>
          <w:b/>
          <w:rtl w:val="false"/>
        </w:rPr>
        <w:t xml:space="preserve">Subject of the consultation: Development of a sustainable tourism master plan for the region of Korça (Albania)</w:t>
      </w:r>
    </w:p>
    <w:p w:rsidR="00ED2B6B" w:rsidRDefault="00ED2B6B" w14:paraId="1743EF03" w14:textId="77777777">
      <w:pPr>
        <w:pStyle w:val="RedaliaNormal"/>
        <w:rPr>
          <w:b/>
        </w:rPr>
      </w:pPr>
    </w:p>
    <w:p w:rsidR="00ED2B6B" w:rsidRDefault="00C65ECF" w14:paraId="2434F2D3" w14:textId="77777777">
      <w:pPr>
        <w:pStyle w:val="RedaliaNormal"/>
        <w:bidi w:val="false"/>
      </w:pPr>
      <w:r>
        <w:rPr>
          <w:rtl w:val="false"/>
        </w:rPr>
        <w:t xml:space="preserve">Subject matter of the framework agreement: Development of a sustainable tourism master plan for the region of Korça (Albania)</w:t>
      </w:r>
    </w:p>
    <w:p w:rsidR="00ED2B6B" w:rsidRDefault="00C65ECF" w14:paraId="1E544CFD" w14:textId="77777777">
      <w:pPr>
        <w:pStyle w:val="RdaliaTitreparagraphe"/>
        <w:bidi w:val="false"/>
      </w:pPr>
      <w:r>
        <w:rPr>
          <w:rtl w:val="false"/>
        </w:rPr>
        <w:t xml:space="preserve">Purpose of the subcontractor’s declaration</w:t>
      </w:r>
    </w:p>
    <w:p w:rsidR="00ED2B6B" w:rsidRDefault="00C65ECF" w14:paraId="231A5290" w14:textId="77777777">
      <w:pPr>
        <w:pStyle w:val="RedaliaNormal"/>
        <w:bidi w:val="false"/>
      </w:pPr>
      <w:r>
        <w:rPr>
          <w:rtl w:val="false"/>
        </w:rPr>
        <w:t xml:space="preserve">This subcontracting declaration constitutes:</w:t>
      </w:r>
    </w:p>
    <w:p w:rsidR="00ED2B6B" w:rsidRDefault="00ED2B6B" w14:paraId="43DE312F" w14:textId="77777777">
      <w:pPr>
        <w:pStyle w:val="RedaliaNormal"/>
      </w:pPr>
    </w:p>
    <w:p w:rsidR="00ED2B6B" w:rsidRDefault="00C65ECF" w14:paraId="3E11ADDE" w14:textId="77777777">
      <w:pPr>
        <w:pStyle w:val="RedaliaNormal"/>
        <w:bidi w:val="false"/>
      </w:pPr>
      <w:r>
        <w:rPr>
          <w:rFonts w:ascii="Wingdings" w:hAnsi="Wingdings" w:eastAsia="Wingdings" w:cs="Wingdings"/>
        </w:rPr>
        <w:t></w:t>
      </w:r>
      <w:r>
        <w:rPr>
          <w:rtl w:val="false"/>
        </w:rPr>
        <w:t xml:space="preserve"> A document attached to the tenderer’s offer.</w:t>
      </w:r>
    </w:p>
    <w:p w:rsidR="00ED2B6B" w:rsidRDefault="00ED2B6B" w14:paraId="4747F6AA" w14:textId="77777777">
      <w:pPr>
        <w:pStyle w:val="RedaliaNormal"/>
      </w:pPr>
    </w:p>
    <w:p w:rsidR="00ED2B6B" w:rsidRDefault="00C65ECF" w14:paraId="2ECEA982" w14:textId="77777777">
      <w:pPr>
        <w:pStyle w:val="RedaliaNormal"/>
        <w:bidi w:val="false"/>
      </w:pPr>
      <w:r>
        <w:rPr>
          <w:rFonts w:ascii="Wingdings" w:hAnsi="Wingdings" w:eastAsia="Wingdings" w:cs="Wingdings"/>
        </w:rPr>
        <w:t></w:t>
      </w:r>
      <w:r>
        <w:rPr>
          <w:rtl w:val="false"/>
        </w:rPr>
        <w:t xml:space="preserve"> A special act accepting the subcontractor and approving its payment conditions </w:t>
      </w:r>
      <w:r>
        <w:rPr>
          <w:i/>
          <w:iCs/>
          <w:sz w:val="20"/>
          <w:szCs w:val="18"/>
          <w:rtl w:val="false"/>
        </w:rPr>
        <w:t xml:space="preserve">(subcontractor presented after the award of the framework agreement)</w:t>
      </w:r>
    </w:p>
    <w:p w:rsidR="00ED2B6B" w:rsidRDefault="00ED2B6B" w14:paraId="49499A39" w14:textId="77777777">
      <w:pPr>
        <w:pStyle w:val="RedaliaNormal"/>
      </w:pPr>
    </w:p>
    <w:p w:rsidR="00ED2B6B" w:rsidRDefault="00C65ECF" w14:paraId="27AE46D0" w14:textId="77777777">
      <w:pPr>
        <w:pStyle w:val="RedaliaNormal"/>
        <w:bidi w:val="false"/>
      </w:pPr>
      <w:r>
        <w:rPr>
          <w:rFonts w:ascii="Wingdings" w:hAnsi="Wingdings" w:eastAsia="Wingdings" w:cs="Wingdings"/>
        </w:rPr>
        <w:t></w:t>
      </w:r>
      <w:r>
        <w:rPr>
          <w:rtl w:val="false"/>
        </w:rPr>
        <w:t xml:space="preserve"> A special amending act: it cancels and replaces the subcontracting declaration of ...........</w:t>
      </w:r>
    </w:p>
    <w:p w:rsidR="00ED2B6B" w:rsidRDefault="00ED2B6B" w14:paraId="63DF65B0" w14:textId="77777777">
      <w:pPr>
        <w:pStyle w:val="RedaliaNormal"/>
      </w:pPr>
    </w:p>
    <w:p w:rsidR="00ED2B6B" w:rsidRDefault="00C65ECF" w14:paraId="0C4CFFC3" w14:textId="77777777">
      <w:pPr>
        <w:pStyle w:val="RdaliaTitreparagraphe"/>
        <w:bidi w:val="false"/>
      </w:pPr>
      <w:r>
        <w:rPr>
          <w:rtl w:val="false"/>
        </w:rPr>
        <w:t xml:space="preserve">Identification of the tenderer or holder</w:t>
      </w:r>
    </w:p>
    <w:p w:rsidR="00ED2B6B" w:rsidRDefault="00C65ECF" w14:paraId="00FC81C2" w14:textId="77777777">
      <w:pPr>
        <w:pStyle w:val="RedaliaNormal"/>
        <w:bidi w:val="false"/>
      </w:pPr>
      <w:r>
        <w:rPr>
          <w:rtl w:val="false"/>
        </w:rPr>
        <w:t xml:space="preserve">Commercial name and legal name of the unit or establishment that will perform the service, postal address and registered office (if different from the postal address), email address, telephone and fax numbers, SIRET number:</w:t>
      </w:r>
    </w:p>
    <w:p w:rsidR="00ED2B6B" w:rsidRDefault="00C65ECF" w14:paraId="720A9F81" w14:textId="77777777">
      <w:pPr>
        <w:pStyle w:val="RedaliaNormal"/>
      </w:pPr>
      <w:r>
        <w:lastRenderedPageBreak/>
        <w:tab/>
      </w:r>
    </w:p>
    <w:p w:rsidR="00ED2B6B" w:rsidRDefault="00C65ECF" w14:paraId="1C960244" w14:textId="77777777">
      <w:pPr>
        <w:pStyle w:val="RedaliaNormal"/>
      </w:pPr>
      <w:r>
        <w:tab/>
      </w:r>
    </w:p>
    <w:p w:rsidR="00ED2B6B" w:rsidRDefault="00C65ECF" w14:paraId="41E1A705" w14:textId="77777777">
      <w:pPr>
        <w:pStyle w:val="RedaliaNormal"/>
      </w:pPr>
      <w:r>
        <w:tab/>
      </w:r>
    </w:p>
    <w:p w:rsidR="00ED2B6B" w:rsidRDefault="00ED2B6B" w14:paraId="08D14D20" w14:textId="77777777">
      <w:pPr>
        <w:pStyle w:val="RedaliaNormal"/>
      </w:pPr>
    </w:p>
    <w:p w:rsidR="00ED2B6B" w:rsidRDefault="00C65ECF" w14:paraId="60888416" w14:textId="77777777">
      <w:pPr>
        <w:pStyle w:val="RedaliaNormal"/>
        <w:bidi w:val="false"/>
      </w:pPr>
      <w:r>
        <w:rPr>
          <w:rtl w:val="false"/>
        </w:rPr>
        <w:t xml:space="preserve">Legal form of the individual tenderer, holder or member of the group (individual enterprise, SA, SARL, EURL, association, public establishment, etc.):</w:t>
      </w:r>
    </w:p>
    <w:p w:rsidR="00ED2B6B" w:rsidRDefault="00C65ECF" w14:paraId="70403A6C" w14:textId="77777777">
      <w:pPr>
        <w:pStyle w:val="RedaliaNormal"/>
      </w:pPr>
      <w:r>
        <w:tab/>
      </w:r>
    </w:p>
    <w:p w:rsidR="00ED2B6B" w:rsidRDefault="00C65ECF" w14:paraId="6B0E39CB" w14:textId="77777777">
      <w:pPr>
        <w:pStyle w:val="RedaliaNormal"/>
      </w:pPr>
      <w:r>
        <w:tab/>
      </w:r>
    </w:p>
    <w:p w:rsidR="00ED2B6B" w:rsidRDefault="00C65ECF" w14:paraId="1BCC04A1" w14:textId="77777777">
      <w:pPr>
        <w:pStyle w:val="RedaliaNormal"/>
      </w:pPr>
      <w:r>
        <w:tab/>
      </w:r>
    </w:p>
    <w:p w:rsidR="00ED2B6B" w:rsidRDefault="00ED2B6B" w14:paraId="7CDA4CE8" w14:textId="77777777">
      <w:pPr>
        <w:pStyle w:val="RedaliaNormal"/>
      </w:pPr>
    </w:p>
    <w:p w:rsidR="00ED2B6B" w:rsidRDefault="00C65ECF" w14:paraId="5DC557DE" w14:textId="77777777">
      <w:pPr>
        <w:pStyle w:val="RedaliaNormal"/>
        <w:bidi w:val="false"/>
      </w:pPr>
      <w:r>
        <w:rPr>
          <w:rtl w:val="false"/>
        </w:rPr>
        <w:t xml:space="preserve">In the event of a temporary grouping of companies, identification and contact details of the group’s representative:</w:t>
      </w:r>
    </w:p>
    <w:p w:rsidR="00ED2B6B" w:rsidRDefault="00C65ECF" w14:paraId="76C8B597" w14:textId="77777777">
      <w:pPr>
        <w:pStyle w:val="RedaliaNormal"/>
      </w:pPr>
      <w:r>
        <w:tab/>
      </w:r>
    </w:p>
    <w:p w:rsidR="00ED2B6B" w:rsidRDefault="00C65ECF" w14:paraId="0CEB48CF" w14:textId="77777777">
      <w:pPr>
        <w:pStyle w:val="RedaliaNormal"/>
      </w:pPr>
      <w:r>
        <w:tab/>
      </w:r>
    </w:p>
    <w:p w:rsidR="00ED2B6B" w:rsidRDefault="00C65ECF" w14:paraId="3954F6DB" w14:textId="77777777">
      <w:pPr>
        <w:pStyle w:val="RedaliaNormal"/>
      </w:pPr>
      <w:r>
        <w:tab/>
      </w:r>
    </w:p>
    <w:p w:rsidR="00ED2B6B" w:rsidRDefault="00C65ECF" w14:paraId="0B8EF83E" w14:textId="77777777">
      <w:pPr>
        <w:pStyle w:val="RdaliaTitreparagraphe"/>
        <w:bidi w:val="false"/>
      </w:pPr>
      <w:r>
        <w:rPr>
          <w:rtl w:val="false"/>
        </w:rPr>
        <w:t xml:space="preserve">Identification of the subcontractor</w:t>
      </w:r>
    </w:p>
    <w:p w:rsidR="00ED2B6B" w:rsidRDefault="00C65ECF" w14:paraId="06D61D59" w14:textId="77777777">
      <w:pPr>
        <w:pStyle w:val="RedaliaNormal"/>
        <w:bidi w:val="false"/>
      </w:pPr>
      <w:r>
        <w:rPr>
          <w:rtl w:val="false"/>
        </w:rPr>
        <w:t xml:space="preserve">Commercial name and legal name of the unit or establishment that will perform the service, postal address and registered office (if different from the postal address), email address, telephone and fax numbers, SIRET number:</w:t>
      </w:r>
    </w:p>
    <w:p w:rsidR="00ED2B6B" w:rsidRDefault="00C65ECF" w14:paraId="5F3082FF" w14:textId="77777777">
      <w:pPr>
        <w:pStyle w:val="RedaliaNormal"/>
      </w:pPr>
      <w:r>
        <w:tab/>
      </w:r>
    </w:p>
    <w:p w:rsidR="00ED2B6B" w:rsidRDefault="00C65ECF" w14:paraId="631E5C28" w14:textId="77777777">
      <w:pPr>
        <w:pStyle w:val="RedaliaNormal"/>
      </w:pPr>
      <w:r>
        <w:tab/>
      </w:r>
    </w:p>
    <w:p w:rsidR="00ED2B6B" w:rsidRDefault="00C65ECF" w14:paraId="1EC25D79" w14:textId="77777777">
      <w:pPr>
        <w:pStyle w:val="RedaliaNormal"/>
      </w:pPr>
      <w:r>
        <w:tab/>
      </w:r>
    </w:p>
    <w:p w:rsidR="00ED2B6B" w:rsidRDefault="00ED2B6B" w14:paraId="2188B6DD" w14:textId="77777777">
      <w:pPr>
        <w:pStyle w:val="RedaliaNormal"/>
        <w:rPr>
          <w:u w:val="single"/>
        </w:rPr>
      </w:pPr>
    </w:p>
    <w:p w:rsidR="00ED2B6B" w:rsidRDefault="00C65ECF" w14:paraId="14DBEFD7" w14:textId="77777777">
      <w:pPr>
        <w:pStyle w:val="RedaliaNormal"/>
        <w:bidi w:val="false"/>
      </w:pPr>
      <w:r>
        <w:rPr>
          <w:rtl w:val="false"/>
        </w:rPr>
        <w:t xml:space="preserve">Legal form of the individual tenderer, holder or member of the group (individual enterprise, SA, SARL, EURL, association, public establishment, etc.):</w:t>
      </w:r>
    </w:p>
    <w:p w:rsidR="00ED2B6B" w:rsidRDefault="00C65ECF" w14:paraId="548CBD62" w14:textId="77777777">
      <w:pPr>
        <w:pStyle w:val="RedaliaNormal"/>
      </w:pPr>
      <w:r>
        <w:tab/>
      </w:r>
    </w:p>
    <w:p w:rsidR="00ED2B6B" w:rsidRDefault="00C65ECF" w14:paraId="364A2DDF" w14:textId="77777777">
      <w:pPr>
        <w:pStyle w:val="RedaliaNormal"/>
      </w:pPr>
      <w:r>
        <w:tab/>
      </w:r>
    </w:p>
    <w:p w:rsidR="00ED2B6B" w:rsidRDefault="00C65ECF" w14:paraId="56CE929C" w14:textId="77777777">
      <w:pPr>
        <w:pStyle w:val="RedaliaNormal"/>
      </w:pPr>
      <w:r>
        <w:tab/>
      </w:r>
    </w:p>
    <w:p w:rsidR="00ED2B6B" w:rsidRDefault="00ED2B6B" w14:paraId="4DDB5944" w14:textId="77777777">
      <w:pPr>
        <w:pStyle w:val="RedaliaNormal"/>
      </w:pPr>
    </w:p>
    <w:p w:rsidR="00ED2B6B" w:rsidRDefault="00C65ECF" w14:paraId="72FC6370" w14:textId="77777777">
      <w:pPr>
        <w:pStyle w:val="RedaliaNormal"/>
        <w:bidi w:val="false"/>
      </w:pPr>
      <w:r>
        <w:rPr>
          <w:rtl w:val="false"/>
        </w:rPr>
        <w:t xml:space="preserve">Natural person(s) having the power to engage the subcontractor: (Indicate the name, first name and capacity of each person):  </w:t>
      </w:r>
    </w:p>
    <w:p w:rsidR="00ED2B6B" w:rsidRDefault="00C65ECF" w14:paraId="577FA271" w14:textId="77777777">
      <w:pPr>
        <w:pStyle w:val="RedaliaNormal"/>
      </w:pPr>
      <w:r>
        <w:tab/>
      </w:r>
    </w:p>
    <w:p w:rsidR="00ED2B6B" w:rsidRDefault="00C65ECF" w14:paraId="5687B279" w14:textId="77777777">
      <w:pPr>
        <w:pStyle w:val="RedaliaNormal"/>
      </w:pPr>
      <w:r>
        <w:tab/>
      </w:r>
    </w:p>
    <w:p w:rsidR="00ED2B6B" w:rsidRDefault="00C65ECF" w14:paraId="2ED6BB9A" w14:textId="77777777">
      <w:pPr>
        <w:pStyle w:val="RedaliaNormal"/>
      </w:pPr>
      <w:r>
        <w:tab/>
      </w:r>
    </w:p>
    <w:p w:rsidR="00ED2B6B" w:rsidRDefault="00ED2B6B" w14:paraId="7EE7CF25" w14:textId="77777777">
      <w:pPr>
        <w:pStyle w:val="RedaliaNormal"/>
      </w:pPr>
    </w:p>
    <w:p w:rsidR="00ED2B6B" w:rsidRDefault="00C65ECF" w14:paraId="1E02B43B" w14:textId="77777777">
      <w:pPr>
        <w:pStyle w:val="RedaliaNormal"/>
        <w:bidi w:val="false"/>
      </w:pPr>
      <w:r>
        <w:rPr>
          <w:rtl w:val="false"/>
        </w:rPr>
        <w:t xml:space="preserve">Is the subcontractor a micro, small or medium-sized enterprise within the meaning of the Commission recommendation of 6 May 2003 concerning the definition of micro, small and medium-sized enterprises or an artisan within the meaning of Article 19 of the law of 5 July 1996 No 96-603 amended relating to the development and promotion of trade and crafts? </w:t>
      </w:r>
      <w:r>
        <w:rPr>
          <w:i/>
          <w:iCs/>
          <w:sz w:val="20"/>
          <w:szCs w:val="18"/>
          <w:rtl w:val="false"/>
        </w:rPr>
        <w:t xml:space="preserve">(Art. R. 2151-13 and R. 2351-12 of the Public Procurement Code)</w:t>
      </w:r>
    </w:p>
    <w:p w:rsidR="00ED2B6B" w:rsidRDefault="00ED2B6B" w14:paraId="68C90396" w14:textId="77777777">
      <w:pPr>
        <w:pStyle w:val="RedaliaNormal"/>
        <w:rPr>
          <w:sz w:val="12"/>
          <w:szCs w:val="10"/>
        </w:rPr>
      </w:pPr>
    </w:p>
    <w:p w:rsidR="00ED2B6B" w:rsidRDefault="00C65ECF" w14:paraId="029B8EA0" w14:textId="77777777">
      <w:pPr>
        <w:pStyle w:val="RedaliaRetraitavecpuce"/>
        <w:bidi w:val="false"/>
        <w:ind w:left="720" w:hanging="360"/>
        <w:jc w:val="center"/>
      </w:pPr>
      <w:r>
        <w:rPr>
          <w:rFonts w:ascii="Wingdings" w:hAnsi="Wingdings" w:eastAsia="Wingdings" w:cs="Wingdings"/>
        </w:rPr>
        <w:t></w:t>
      </w:r>
      <w:r>
        <w:rPr>
          <w:rtl w:val="false"/>
        </w:rPr>
        <w:t xml:space="preserve"> YES NO</w:t>
      </w:r>
      <w:r>
        <w:rPr>
          <w:rFonts w:ascii="Wingdings" w:hAnsi="Wingdings" w:eastAsia="Wingdings" w:cs="Wingdings"/>
        </w:rPr>
        <w:t></w:t>
      </w:r>
      <w:r>
        <w:rPr>
          <w:rtl w:val="false"/>
        </w:rPr>
        <w:t xml:space="preserve"/>
      </w:r>
    </w:p>
    <w:p w:rsidR="00ED2B6B" w:rsidRDefault="00C65ECF" w14:paraId="24BB50A4" w14:textId="77777777">
      <w:pPr>
        <w:pStyle w:val="RdaliaTitreparagraphe"/>
        <w:bidi w:val="false"/>
      </w:pPr>
      <w:r>
        <w:rPr>
          <w:rtl w:val="false"/>
        </w:rPr>
        <w:lastRenderedPageBreak/>
        <w:t xml:space="preserve">Nature of the subcontracted services</w:t>
      </w:r>
    </w:p>
    <w:p w:rsidR="00ED2B6B" w:rsidRDefault="00C65ECF" w14:paraId="4111661E" w14:textId="77777777">
      <w:pPr>
        <w:pStyle w:val="RedaliaNormal"/>
        <w:bidi w:val="false"/>
      </w:pPr>
      <w:r>
        <w:rPr>
          <w:b/>
          <w:rtl w:val="false"/>
        </w:rPr>
        <w:t xml:space="preserve">Nature of the subcontracted services</w:t>
      </w:r>
      <w:r>
        <w:rPr>
          <w:rtl w:val="false"/>
        </w:rPr>
        <w:t xml:space="preserve">:</w:t>
      </w:r>
      <w:r>
        <w:rPr>
          <w:rtl w:val="false"/>
        </w:rPr>
        <w:tab/>
      </w:r>
    </w:p>
    <w:p w:rsidR="00ED2B6B" w:rsidRDefault="00C65ECF" w14:paraId="538762C4" w14:textId="77777777">
      <w:pPr>
        <w:pStyle w:val="RedaliaNormal"/>
      </w:pPr>
      <w:r>
        <w:tab/>
      </w:r>
    </w:p>
    <w:p w:rsidR="00ED2B6B" w:rsidRDefault="00ED2B6B" w14:paraId="0BE4D931" w14:textId="77777777">
      <w:pPr>
        <w:pStyle w:val="RedaliaNormal"/>
      </w:pPr>
    </w:p>
    <w:p w:rsidR="00ED2B6B" w:rsidRDefault="00C65ECF" w14:paraId="656CD410" w14:textId="77777777">
      <w:pPr>
        <w:pStyle w:val="RedaliaNormal"/>
        <w:bidi w:val="false"/>
        <w:rPr>
          <w:b/>
        </w:rPr>
      </w:pPr>
      <w:r>
        <w:rPr>
          <w:b/>
          <w:rtl w:val="false"/>
        </w:rPr>
        <w:t xml:space="preserve">Subcontracting of personal data processing:</w:t>
      </w:r>
    </w:p>
    <w:p w:rsidR="00ED2B6B" w:rsidRDefault="00C65ECF" w14:paraId="1B104A8C" w14:textId="77777777">
      <w:pPr>
        <w:pStyle w:val="RedaliaNormal"/>
        <w:bidi w:val="false"/>
        <w:rPr>
          <w:bCs/>
          <w:i/>
          <w:iCs/>
          <w:sz w:val="18"/>
          <w:szCs w:val="16"/>
        </w:rPr>
      </w:pPr>
      <w:r>
        <w:rPr>
          <w:bCs/>
          <w:i/>
          <w:iCs/>
          <w:sz w:val="18"/>
          <w:szCs w:val="16"/>
          <w:rtl w:val="false"/>
        </w:rPr>
        <w:t xml:space="preserve">(To be completed if applicable)</w:t>
      </w:r>
    </w:p>
    <w:p w:rsidR="00ED2B6B" w:rsidRDefault="00C65ECF" w14:paraId="5B08A371" w14:textId="77777777">
      <w:pPr>
        <w:pStyle w:val="RedaliaNormal"/>
      </w:pPr>
      <w:r>
        <w:tab/>
      </w:r>
    </w:p>
    <w:p w:rsidR="00ED2B6B" w:rsidRDefault="00C65ECF" w14:paraId="757303EF" w14:textId="77777777">
      <w:pPr>
        <w:pStyle w:val="RedaliaNormal"/>
      </w:pPr>
      <w:r>
        <w:tab/>
      </w:r>
    </w:p>
    <w:p w:rsidR="00ED2B6B" w:rsidRDefault="00ED2B6B" w14:paraId="586AD884" w14:textId="77777777">
      <w:pPr>
        <w:pStyle w:val="RedaliaNormal"/>
      </w:pPr>
    </w:p>
    <w:p w:rsidR="00ED2B6B" w:rsidRDefault="00C65ECF" w14:paraId="160120FD" w14:textId="77777777">
      <w:pPr>
        <w:pStyle w:val="RedaliaNormal"/>
        <w:bidi w:val="false"/>
      </w:pPr>
      <w:r>
        <w:rPr>
          <w:rtl w:val="false"/>
        </w:rPr>
        <w:t xml:space="preserve">The processor is entitled to process personal data necessary for providing the following service(s): ...............</w:t>
      </w:r>
    </w:p>
    <w:p w:rsidR="00ED2B6B" w:rsidRDefault="00ED2B6B" w14:paraId="445B4601" w14:textId="77777777">
      <w:pPr>
        <w:pStyle w:val="RedaliaNormal"/>
      </w:pPr>
    </w:p>
    <w:p w:rsidR="00ED2B6B" w:rsidRDefault="00C65ECF" w14:paraId="7C9961C3" w14:textId="77777777">
      <w:pPr>
        <w:pStyle w:val="RedaliaNormal"/>
        <w:bidi w:val="false"/>
      </w:pPr>
      <w:r>
        <w:rPr>
          <w:rtl w:val="false"/>
        </w:rPr>
        <w:t xml:space="preserve">The duration of treatment is: ..............</w:t>
      </w:r>
    </w:p>
    <w:p w:rsidR="00ED2B6B" w:rsidRDefault="00ED2B6B" w14:paraId="23486808" w14:textId="77777777">
      <w:pPr>
        <w:pStyle w:val="RedaliaNormal"/>
      </w:pPr>
    </w:p>
    <w:p w:rsidR="00ED2B6B" w:rsidRDefault="00C65ECF" w14:paraId="2BCBCDDA" w14:textId="77777777">
      <w:pPr>
        <w:pStyle w:val="RedaliaNormal"/>
        <w:bidi w:val="false"/>
      </w:pPr>
      <w:r>
        <w:rPr>
          <w:rtl w:val="false"/>
        </w:rPr>
        <w:t xml:space="preserve">The nature of the operations performed on the data is: ………………….</w:t>
      </w:r>
    </w:p>
    <w:p w:rsidR="00ED2B6B" w:rsidRDefault="00ED2B6B" w14:paraId="44A500F5" w14:textId="77777777">
      <w:pPr>
        <w:pStyle w:val="RedaliaNormal"/>
      </w:pPr>
    </w:p>
    <w:p w:rsidR="00ED2B6B" w:rsidRDefault="00C65ECF" w14:paraId="09228BE7" w14:textId="77777777">
      <w:pPr>
        <w:pStyle w:val="RedaliaNormal"/>
        <w:bidi w:val="false"/>
      </w:pPr>
      <w:r>
        <w:rPr>
          <w:rtl w:val="false"/>
        </w:rPr>
        <w:t xml:space="preserve">The purpose(s) of the processing is (are): ...............</w:t>
      </w:r>
    </w:p>
    <w:p w:rsidR="00ED2B6B" w:rsidRDefault="00ED2B6B" w14:paraId="0D5DC8AE" w14:textId="77777777">
      <w:pPr>
        <w:pStyle w:val="RedaliaNormal"/>
      </w:pPr>
    </w:p>
    <w:p w:rsidR="00ED2B6B" w:rsidRDefault="00C65ECF" w14:paraId="61E871AF" w14:textId="77777777">
      <w:pPr>
        <w:pStyle w:val="RedaliaNormal"/>
        <w:bidi w:val="false"/>
      </w:pPr>
      <w:r>
        <w:rPr>
          <w:rtl w:val="false"/>
        </w:rPr>
        <w:t xml:space="preserve">The personal data processed are: ………………</w:t>
      </w:r>
    </w:p>
    <w:p w:rsidR="00ED2B6B" w:rsidRDefault="00ED2B6B" w14:paraId="2D5E2270" w14:textId="77777777">
      <w:pPr>
        <w:pStyle w:val="RedaliaNormal"/>
      </w:pPr>
    </w:p>
    <w:p w:rsidR="00ED2B6B" w:rsidRDefault="00C65ECF" w14:paraId="0F5BF0B1" w14:textId="77777777">
      <w:pPr>
        <w:pStyle w:val="RedaliaNormal"/>
        <w:bidi w:val="false"/>
      </w:pPr>
      <w:r>
        <w:rPr>
          <w:rtl w:val="false"/>
        </w:rPr>
        <w:t xml:space="preserve">The categories of persons concerned are: ………………….</w:t>
      </w:r>
    </w:p>
    <w:p w:rsidR="00ED2B6B" w:rsidRDefault="00ED2B6B" w14:paraId="552D6D26" w14:textId="77777777">
      <w:pPr>
        <w:pStyle w:val="RedaliaNormal"/>
      </w:pPr>
    </w:p>
    <w:p w:rsidR="00ED2B6B" w:rsidRDefault="00C65ECF" w14:paraId="4AC12325" w14:textId="77777777">
      <w:pPr>
        <w:pStyle w:val="RedaliaNormal"/>
        <w:bidi w:val="false"/>
      </w:pPr>
      <w:r>
        <w:rPr>
          <w:rtl w:val="false"/>
        </w:rPr>
        <w:t xml:space="preserve">The bidder/holder states that:</w:t>
      </w:r>
    </w:p>
    <w:p w:rsidR="00ED2B6B" w:rsidRDefault="00C65ECF" w14:paraId="6E6E2232" w14:textId="77777777">
      <w:pPr>
        <w:pStyle w:val="RedaliaNormal"/>
        <w:bidi w:val="false"/>
      </w:pPr>
      <w:r>
        <w:rPr>
          <w:rFonts w:ascii="Wingdings" w:hAnsi="Wingdings" w:eastAsia="Wingdings" w:cs="Wingdings"/>
        </w:rPr>
        <w:t></w:t>
      </w:r>
      <w:r>
        <w:rPr>
          <w:rtl w:val="false"/>
        </w:rPr>
        <w:t xml:space="preserve"> The subcontractor presents sufficient guarantees for the implementation of technical and organizational measures to ensure the protection of personal data;</w:t>
      </w:r>
    </w:p>
    <w:p w:rsidR="00ED2B6B" w:rsidRDefault="00C65ECF" w14:paraId="1222DD9D" w14:textId="77777777">
      <w:pPr>
        <w:pStyle w:val="RedaliaNormal"/>
        <w:bidi w:val="false"/>
      </w:pPr>
      <w:r>
        <w:rPr>
          <w:rFonts w:ascii="Wingdings" w:hAnsi="Wingdings" w:eastAsia="Wingdings" w:cs="Wingdings"/>
        </w:rPr>
        <w:t></w:t>
      </w:r>
      <w:r>
        <w:rPr>
          <w:rtl w:val="false"/>
        </w:rP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rsidR="00ED2B6B" w:rsidRDefault="00ED2B6B" w14:paraId="5E9C96D7" w14:textId="77777777">
      <w:pPr>
        <w:pStyle w:val="RedaliaNormal"/>
      </w:pPr>
    </w:p>
    <w:p w:rsidR="00ED2B6B" w:rsidRDefault="00C65ECF" w14:paraId="3853A8E5" w14:textId="77777777">
      <w:pPr>
        <w:pStyle w:val="RdaliaTitreparagraphe"/>
        <w:bidi w:val="false"/>
      </w:pPr>
      <w:r>
        <w:rPr>
          <w:rtl w:val="false"/>
        </w:rPr>
        <w:t xml:space="preserve">Price of subcontracted services</w:t>
      </w:r>
    </w:p>
    <w:p w:rsidR="00ED2B6B" w:rsidRDefault="00C65ECF" w14:paraId="7C833D84" w14:textId="77777777">
      <w:pPr>
        <w:pStyle w:val="RedaliaNormal"/>
        <w:bidi w:val="false"/>
      </w:pPr>
      <w:r>
        <w:rPr>
          <w:b/>
          <w:rtl w:val="false"/>
        </w:rPr>
        <w:t xml:space="preserve">Amount of subcontracted benefits</w:t>
      </w:r>
      <w:r>
        <w:rPr>
          <w:rtl w:val="false"/>
        </w:rPr>
        <w:t xml:space="preserve">:</w:t>
      </w:r>
    </w:p>
    <w:p w:rsidR="00ED2B6B" w:rsidRDefault="00ED2B6B" w14:paraId="51DBF979" w14:textId="77777777">
      <w:pPr>
        <w:pStyle w:val="RedaliaNormal"/>
      </w:pPr>
    </w:p>
    <w:p w:rsidR="00ED2B6B" w:rsidRDefault="00C65ECF" w14:paraId="7EFE6EFF" w14:textId="77777777">
      <w:pPr>
        <w:pStyle w:val="RedaliaNormal"/>
        <w:bidi w:val="false"/>
      </w:pPr>
      <w:r>
        <w:rPr>
          <w:rtl w:val="false"/>
        </w:rPr>
        <w:t xml:space="preserve">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rsidR="00ED2B6B" w:rsidRDefault="00ED2B6B" w14:paraId="01F516E4" w14:textId="77777777">
      <w:pPr>
        <w:pStyle w:val="RedaliaNormal"/>
      </w:pPr>
    </w:p>
    <w:p w:rsidR="00ED2B6B" w:rsidRDefault="00C65ECF" w14:paraId="327BCBD2" w14:textId="77777777">
      <w:pPr>
        <w:pStyle w:val="RedaliaNormal"/>
        <w:bidi w:val="false"/>
      </w:pPr>
      <w:r>
        <w:rPr>
          <w:b/>
          <w:rtl w:val="false"/>
        </w:rPr>
        <w:t xml:space="preserve">a)</w:t>
      </w:r>
      <w:r>
        <w:rPr>
          <w:rtl w:val="false"/>
        </w:rPr>
        <w:t xml:space="preserve"> Amount of the subcontracting contract in the case of services not covered by b) below:</w:t>
      </w:r>
    </w:p>
    <w:p w:rsidR="00ED2B6B" w:rsidRDefault="00C65ECF" w14:paraId="52470A76" w14:textId="77777777">
      <w:pPr>
        <w:pStyle w:val="RedaliaNormal"/>
        <w:bidi w:val="false"/>
      </w:pPr>
      <w:r>
        <w:rPr>
          <w:rtl w:val="false"/>
        </w:rPr>
        <w:t xml:space="preserve">- VAT rate: …………………………………..</w:t>
      </w:r>
    </w:p>
    <w:p w:rsidR="00ED2B6B" w:rsidRDefault="00C65ECF" w14:paraId="0A69332D" w14:textId="77777777">
      <w:pPr>
        <w:pStyle w:val="RedaliaNormal"/>
        <w:bidi w:val="false"/>
      </w:pPr>
      <w:r>
        <w:rPr>
          <w:rtl w:val="false"/>
        </w:rPr>
        <w:t xml:space="preserve">- Amount excluding tax (€): …………………………..</w:t>
      </w:r>
    </w:p>
    <w:p w:rsidR="00ED2B6B" w:rsidRDefault="00C65ECF" w14:paraId="00DD04D1" w14:textId="77777777">
      <w:pPr>
        <w:pStyle w:val="RedaliaNormal"/>
        <w:bidi w:val="false"/>
      </w:pPr>
      <w:r>
        <w:rPr>
          <w:rtl w:val="false"/>
        </w:rPr>
        <w:lastRenderedPageBreak/>
        <w:t xml:space="preserve">- Amount including tax (€): …………………………</w:t>
      </w:r>
    </w:p>
    <w:p w:rsidR="00ED2B6B" w:rsidRDefault="00ED2B6B" w14:paraId="3A0E73A2" w14:textId="77777777">
      <w:pPr>
        <w:pStyle w:val="RedaliaNormal"/>
      </w:pPr>
    </w:p>
    <w:p w:rsidR="00ED2B6B" w:rsidRDefault="00C65ECF" w14:paraId="5776E00C" w14:textId="77777777">
      <w:pPr>
        <w:pStyle w:val="RedaliaNormal"/>
        <w:bidi w:val="false"/>
      </w:pPr>
      <w:r>
        <w:rPr>
          <w:b/>
          <w:rtl w:val="false"/>
        </w:rPr>
        <w:t xml:space="preserve">b)</w:t>
      </w:r>
      <w:r>
        <w:rPr>
          <w:rtl w:val="false"/>
        </w:rPr>
        <w:t xml:space="preserve"> Amount of the subcontracting contract in the case of subcontracted works under article 283-2 nonies of the General Tax Code:</w:t>
      </w:r>
    </w:p>
    <w:p w:rsidR="00ED2B6B" w:rsidRDefault="00C65ECF" w14:paraId="067E1BA2" w14:textId="77777777">
      <w:pPr>
        <w:pStyle w:val="RedaliaNormal"/>
        <w:bidi w:val="false"/>
      </w:pPr>
      <w:r>
        <w:rPr>
          <w:rtl w:val="false"/>
        </w:rPr>
        <w:t xml:space="preserve">- VAT rate: self-assessment (the VAT is due by the holder)</w:t>
      </w:r>
    </w:p>
    <w:p w:rsidR="00ED2B6B" w:rsidRDefault="00C65ECF" w14:paraId="2EF6BF37" w14:textId="77777777">
      <w:pPr>
        <w:pStyle w:val="RedaliaNormal"/>
        <w:bidi w:val="false"/>
      </w:pPr>
      <w:r>
        <w:rPr>
          <w:rtl w:val="false"/>
        </w:rPr>
        <w:t xml:space="preserve">- Amount excluding VAT (€): …………………………..</w:t>
      </w:r>
    </w:p>
    <w:p w:rsidR="00ED2B6B" w:rsidRDefault="00ED2B6B" w14:paraId="4B125EA5" w14:textId="77777777">
      <w:pPr>
        <w:pStyle w:val="RedaliaNormal"/>
      </w:pPr>
    </w:p>
    <w:p w:rsidR="00ED2B6B" w:rsidRDefault="00C65ECF" w14:paraId="1AC5CC97" w14:textId="77777777">
      <w:pPr>
        <w:pStyle w:val="RedaliaNormal"/>
        <w:bidi w:val="false"/>
      </w:pPr>
      <w:r>
        <w:rPr>
          <w:b/>
          <w:rtl w:val="false"/>
        </w:rPr>
        <w:t xml:space="preserve">Price variation methods:</w:t>
      </w:r>
      <w:r>
        <w:rPr>
          <w:rtl w:val="false"/>
        </w:rPr>
        <w:t xml:space="preserve"> </w:t>
      </w:r>
      <w:r>
        <w:rPr>
          <w:rtl w:val="false"/>
        </w:rPr>
        <w:tab/>
      </w:r>
    </w:p>
    <w:p w:rsidR="00ED2B6B" w:rsidRDefault="00C65ECF" w14:paraId="31467EDE" w14:textId="77777777">
      <w:pPr>
        <w:pStyle w:val="RedaliaNormal"/>
      </w:pPr>
      <w:r>
        <w:tab/>
      </w:r>
    </w:p>
    <w:p w:rsidR="00ED2B6B" w:rsidRDefault="00ED2B6B" w14:paraId="787DE575" w14:textId="77777777">
      <w:pPr>
        <w:pStyle w:val="RedaliaNormal"/>
      </w:pPr>
    </w:p>
    <w:p w:rsidR="00ED2B6B" w:rsidRDefault="00C65ECF" w14:paraId="10D8BF67" w14:textId="77777777">
      <w:pPr>
        <w:pStyle w:val="RedaliaNormal"/>
        <w:bidi w:val="false"/>
      </w:pPr>
      <w:r>
        <w:rPr>
          <w:rtl w:val="false"/>
        </w:rPr>
        <w:t xml:space="preserve">The contractor states that its subcontractor meets the conditions to be </w:t>
      </w:r>
      <w:r>
        <w:rPr>
          <w:b/>
          <w:rtl w:val="false"/>
        </w:rPr>
        <w:t xml:space="preserve">entitled to direct payment:</w:t>
      </w:r>
    </w:p>
    <w:p w:rsidR="00ED2B6B" w:rsidRDefault="00C65ECF" w14:paraId="66339CAB" w14:textId="77777777">
      <w:pPr>
        <w:pStyle w:val="RedaliaNormal"/>
        <w:bidi w:val="false"/>
        <w:rPr>
          <w:i/>
          <w:iCs/>
          <w:sz w:val="20"/>
          <w:szCs w:val="18"/>
        </w:rPr>
      </w:pPr>
      <w:r>
        <w:rPr>
          <w:i/>
          <w:iCs/>
          <w:sz w:val="20"/>
          <w:szCs w:val="18"/>
          <w:rtl w:val="false"/>
        </w:rPr>
        <w:t xml:space="preserve">(Art R. 2193-10 or Art R. 2393-33 of the Public Procurement Code)</w:t>
      </w:r>
    </w:p>
    <w:p w:rsidR="00ED2B6B" w:rsidRDefault="00ED2B6B" w14:paraId="650E4C8C" w14:textId="77777777">
      <w:pPr>
        <w:pStyle w:val="RedaliaNormal"/>
        <w:rPr>
          <w:i/>
          <w:iCs/>
          <w:sz w:val="12"/>
          <w:szCs w:val="10"/>
        </w:rPr>
      </w:pPr>
    </w:p>
    <w:p w:rsidR="00ED2B6B" w:rsidRDefault="00C65ECF" w14:paraId="709B7D6F" w14:textId="77777777">
      <w:pPr>
        <w:pStyle w:val="RedaliaNormal"/>
        <w:bidi w:val="false"/>
        <w:jc w:val="center"/>
      </w:pPr>
      <w:r>
        <w:rPr>
          <w:rFonts w:ascii="Wingdings" w:hAnsi="Wingdings" w:eastAsia="Wingdings" w:cs="Wingdings"/>
        </w:rPr>
        <w:t></w:t>
      </w:r>
      <w:r>
        <w:rPr>
          <w:rtl w:val="false"/>
        </w:rPr>
        <w:t xml:space="preserve"> YES NO</w:t>
      </w:r>
      <w:r>
        <w:rPr>
          <w:rFonts w:ascii="Wingdings" w:hAnsi="Wingdings" w:eastAsia="Wingdings" w:cs="Wingdings"/>
        </w:rPr>
        <w:t></w:t>
      </w:r>
      <w:r>
        <w:rPr>
          <w:rtl w:val="false"/>
        </w:rPr>
        <w:t xml:space="preserve"/>
      </w:r>
    </w:p>
    <w:p w:rsidR="00ED2B6B" w:rsidRDefault="00C65ECF" w14:paraId="1827FEB7" w14:textId="77777777">
      <w:pPr>
        <w:pStyle w:val="RdaliaTitreparagraphe"/>
        <w:bidi w:val="false"/>
      </w:pPr>
      <w:r>
        <w:rPr>
          <w:rtl w:val="false"/>
        </w:rPr>
        <w:t xml:space="preserve">Payment condition</w:t>
      </w:r>
    </w:p>
    <w:p w:rsidR="00ED2B6B" w:rsidRDefault="00C65ECF" w14:paraId="516381D4" w14:textId="77777777">
      <w:pPr>
        <w:pStyle w:val="RedaliaNormal"/>
        <w:bidi w:val="false"/>
      </w:pPr>
      <w:r>
        <w:rPr>
          <w:rtl w:val="false"/>
        </w:rPr>
        <w:t xml:space="preserve">Bank references:</w:t>
      </w:r>
    </w:p>
    <w:p w:rsidR="00ED2B6B" w:rsidRDefault="00C65ECF" w14:paraId="71788990" w14:textId="77777777">
      <w:pPr>
        <w:pStyle w:val="RdaliaLgende"/>
        <w:bidi w:val="false"/>
      </w:pPr>
      <w:r>
        <w:rPr>
          <w:rtl w:val="false"/>
        </w:rPr>
        <w:t xml:space="preserve">(Attach an IBAN)</w:t>
      </w:r>
    </w:p>
    <w:p w:rsidR="00ED2B6B" w:rsidRDefault="00ED2B6B" w14:paraId="38425A91" w14:textId="77777777">
      <w:pPr>
        <w:pStyle w:val="RedaliaNormal"/>
      </w:pPr>
    </w:p>
    <w:p w:rsidR="00ED2B6B" w:rsidRDefault="00C65ECF" w14:paraId="64992CE3" w14:textId="77777777">
      <w:pPr>
        <w:pStyle w:val="RedaliaNormal"/>
        <w:bidi w:val="false"/>
      </w:pPr>
      <w:r>
        <w:rPr>
          <w:rtl w:val="false"/>
        </w:rPr>
        <w:t xml:space="preserve">IBAN: </w:t>
      </w:r>
      <w:r>
        <w:rPr>
          <w:rtl w:val="false"/>
        </w:rPr>
        <w:tab/>
      </w:r>
    </w:p>
    <w:p w:rsidR="00ED2B6B" w:rsidRDefault="00C65ECF" w14:paraId="635BF3DA" w14:textId="77777777">
      <w:pPr>
        <w:pStyle w:val="RedaliaNormal"/>
        <w:bidi w:val="false"/>
      </w:pPr>
      <w:r>
        <w:rPr>
          <w:rtl w:val="false"/>
        </w:rPr>
        <w:t xml:space="preserve">BIC: </w:t>
      </w:r>
      <w:r>
        <w:rPr>
          <w:rtl w:val="false"/>
        </w:rPr>
        <w:tab/>
      </w:r>
    </w:p>
    <w:p w:rsidR="00ED2B6B" w:rsidRDefault="00ED2B6B" w14:paraId="59A6E7E8" w14:textId="77777777">
      <w:pPr>
        <w:pStyle w:val="RedaliaNormal"/>
      </w:pPr>
    </w:p>
    <w:p w:rsidR="00ED2B6B" w:rsidRDefault="00C65ECF" w14:paraId="731B96D4" w14:textId="77777777">
      <w:pPr>
        <w:pStyle w:val="RedaliaNormal"/>
        <w:bidi w:val="false"/>
      </w:pPr>
      <w:r>
        <w:rPr>
          <w:rtl w:val="false"/>
        </w:rPr>
        <w:t xml:space="preserve">The subcontractor requests an advance:</w:t>
      </w:r>
    </w:p>
    <w:p w:rsidR="00ED2B6B" w:rsidRDefault="00ED2B6B" w14:paraId="04764445" w14:textId="77777777">
      <w:pPr>
        <w:pStyle w:val="RedaliaNormal"/>
        <w:rPr>
          <w:sz w:val="12"/>
          <w:szCs w:val="10"/>
        </w:rPr>
      </w:pPr>
    </w:p>
    <w:p w:rsidR="00ED2B6B" w:rsidRDefault="00C65ECF" w14:paraId="4825CB48" w14:textId="77777777">
      <w:pPr>
        <w:pStyle w:val="RedaliaNormal"/>
        <w:bidi w:val="false"/>
        <w:jc w:val="center"/>
      </w:pPr>
      <w:r>
        <w:rPr>
          <w:rFonts w:ascii="Wingdings" w:hAnsi="Wingdings" w:eastAsia="Wingdings" w:cs="Wingdings"/>
        </w:rPr>
        <w:t></w:t>
      </w:r>
      <w:r>
        <w:rPr>
          <w:rtl w:val="false"/>
        </w:rPr>
        <w:t xml:space="preserve"> YES NO</w:t>
      </w:r>
      <w:r>
        <w:rPr>
          <w:rFonts w:ascii="Wingdings" w:hAnsi="Wingdings" w:eastAsia="Wingdings" w:cs="Wingdings"/>
        </w:rPr>
        <w:t></w:t>
      </w:r>
      <w:r>
        <w:rPr>
          <w:rtl w:val="false"/>
        </w:rPr>
        <w:t xml:space="preserve"/>
      </w:r>
    </w:p>
    <w:p w:rsidR="00ED2B6B" w:rsidRDefault="00C65ECF" w14:paraId="6CF4562E" w14:textId="77777777">
      <w:pPr>
        <w:pStyle w:val="RdaliaTitreparagraphe"/>
        <w:bidi w:val="false"/>
        <w:jc w:val="both"/>
      </w:pPr>
      <w:r>
        <w:rPr>
          <w:rtl w:val="false"/>
        </w:rPr>
        <w:t xml:space="preserve">Capabilities of the subcontractor</w:t>
      </w:r>
    </w:p>
    <w:p w:rsidR="00ED2B6B" w:rsidRDefault="00C65ECF" w14:paraId="749B186C" w14:textId="77777777">
      <w:pPr>
        <w:pStyle w:val="RdaliaLgende"/>
        <w:bidi w:val="false"/>
        <w:ind w:left="0" w:firstLine="0"/>
      </w:pPr>
      <w:r>
        <w:rPr>
          <w:rtl w:val="false"/>
        </w:rPr>
        <w:t xml:space="preserve">(Note: this information is only required when the purchaser requires it and it has not already been submitted under DC2 - see section H of DC2.)</w:t>
      </w:r>
    </w:p>
    <w:p w:rsidR="00ED2B6B" w:rsidRDefault="00ED2B6B" w14:paraId="7D04CEDB" w14:textId="77777777">
      <w:pPr>
        <w:pStyle w:val="RedaliaNormal"/>
      </w:pPr>
    </w:p>
    <w:p w:rsidR="00ED2B6B" w:rsidRDefault="00C65ECF" w14:paraId="3C80AFDB" w14:textId="77777777">
      <w:pPr>
        <w:pStyle w:val="RedaliaNormal"/>
        <w:bidi w:val="false"/>
      </w:pPr>
      <w:r>
        <w:rPr>
          <w:rtl w:val="false"/>
        </w:rPr>
        <w:t xml:space="preserve">Summary of the information and data, or documents, requested by the buyer in the consultation documents that must be provided, in the annex to this document, by the subcontractor to prove his ability to engage in the professional activity concerned, its economic and financial capacities or its professional and technical capacities:</w:t>
      </w:r>
    </w:p>
    <w:p w:rsidR="00ED2B6B" w:rsidRDefault="00ED2B6B" w14:paraId="2FE7279F" w14:textId="77777777">
      <w:pPr>
        <w:pStyle w:val="RedaliaNormal"/>
      </w:pPr>
    </w:p>
    <w:p w:rsidR="00ED2B6B" w:rsidRDefault="00C65ECF" w14:paraId="51E7C80A" w14:textId="77777777">
      <w:pPr>
        <w:pStyle w:val="RedaliaNormal"/>
        <w:bidi w:val="false"/>
      </w:pPr>
      <w:r>
        <w:rPr>
          <w:rtl w:val="false"/>
        </w:rPr>
        <w:t xml:space="preserve"> </w:t>
      </w:r>
    </w:p>
    <w:p w:rsidR="00ED2B6B" w:rsidRDefault="00ED2B6B" w14:paraId="43F21A33" w14:textId="77777777">
      <w:pPr>
        <w:pStyle w:val="RedaliaNormal"/>
      </w:pPr>
    </w:p>
    <w:p w:rsidR="00ED2B6B" w:rsidRDefault="00C65ECF" w14:paraId="39E3E5F4" w14:textId="77777777">
      <w:pPr>
        <w:pStyle w:val="RedaliaNormal"/>
        <w:bidi w:val="false"/>
      </w:pPr>
      <w:r>
        <w:rPr>
          <w:rtl w:val="false"/>
        </w:rPr>
        <w:t xml:space="preserve">Where applicable, the internet address to which supporting documents and means of proof are accessible directly and free of charge, as well as all the information necessary to access them:</w:t>
      </w:r>
    </w:p>
    <w:p w:rsidR="00ED2B6B" w:rsidRDefault="00ED2B6B" w14:paraId="76F989CB" w14:textId="77777777">
      <w:pPr>
        <w:pStyle w:val="RedaliaNormal"/>
      </w:pPr>
    </w:p>
    <w:p w:rsidR="00ED2B6B" w:rsidRDefault="00C65ECF" w14:paraId="5E282DE0" w14:textId="77777777">
      <w:pPr>
        <w:pStyle w:val="RedaliaNormal"/>
        <w:bidi w:val="false"/>
      </w:pPr>
      <w:r>
        <w:rPr>
          <w:rtl w:val="false"/>
        </w:rPr>
        <w:t xml:space="preserve">- Internet address: </w:t>
      </w:r>
      <w:r>
        <w:rPr>
          <w:rtl w:val="false"/>
        </w:rPr>
        <w:tab/>
      </w:r>
    </w:p>
    <w:p w:rsidR="00ED2B6B" w:rsidRDefault="00C65ECF" w14:paraId="4674D167" w14:textId="77777777">
      <w:pPr>
        <w:pStyle w:val="RedaliaNormal"/>
      </w:pPr>
      <w:r>
        <w:tab/>
      </w:r>
    </w:p>
    <w:p w:rsidR="00ED2B6B" w:rsidRDefault="00ED2B6B" w14:paraId="0A922CE5" w14:textId="77777777">
      <w:pPr>
        <w:pStyle w:val="RedaliaNormal"/>
      </w:pPr>
    </w:p>
    <w:p w:rsidR="00ED2B6B" w:rsidRDefault="00ED2B6B" w14:paraId="24D103D1" w14:textId="77777777">
      <w:pPr>
        <w:pStyle w:val="RedaliaNormal"/>
      </w:pPr>
    </w:p>
    <w:p w:rsidR="00ED2B6B" w:rsidRDefault="00C65ECF" w14:paraId="018C2C5E" w14:textId="77777777">
      <w:pPr>
        <w:pStyle w:val="RedaliaNormal"/>
        <w:bidi w:val="false"/>
      </w:pPr>
      <w:r>
        <w:rPr>
          <w:rtl w:val="false"/>
        </w:rPr>
        <w:t xml:space="preserve">- Information required to access it: </w:t>
      </w:r>
      <w:r>
        <w:rPr>
          <w:rtl w:val="false"/>
        </w:rPr>
        <w:tab/>
      </w:r>
    </w:p>
    <w:p w:rsidR="00ED2B6B" w:rsidRDefault="00C65ECF" w14:paraId="798EB18A" w14:textId="77777777">
      <w:pPr>
        <w:pStyle w:val="RedaliaNormal"/>
      </w:pPr>
      <w:r>
        <w:tab/>
      </w:r>
    </w:p>
    <w:p w:rsidR="00ED2B6B" w:rsidRDefault="00C65ECF" w14:paraId="723DFF74" w14:textId="77777777">
      <w:pPr>
        <w:pStyle w:val="RdaliaTitreparagraphe"/>
        <w:bidi w:val="false"/>
        <w:jc w:val="both"/>
      </w:pPr>
      <w:r>
        <w:rPr>
          <w:rtl w:val="false"/>
        </w:rPr>
        <w:t xml:space="preserve">Certificates on the honor of the subcontractor regarding the exclusions from the procedure</w:t>
      </w:r>
    </w:p>
    <w:p w:rsidR="00ED2B6B" w:rsidRDefault="00C65ECF" w14:paraId="4F7E0857" w14:textId="77777777">
      <w:pPr>
        <w:pStyle w:val="RedaliaNormal"/>
        <w:bidi w:val="false"/>
      </w:pPr>
      <w:r>
        <w:rPr>
          <w:b/>
          <w:rtl w:val="false"/>
        </w:rPr>
        <w:t xml:space="preserve">The subcontractor declares on his honor</w:t>
      </w:r>
      <w:r>
        <w:rPr>
          <w:rtl w:val="false"/>
        </w:rPr>
        <w:t xml:space="preserve"> </w:t>
      </w:r>
      <w:r>
        <w:rPr>
          <w:vertAlign w:val="superscript"/>
          <w:rtl w:val="false"/>
        </w:rPr>
        <w:t xml:space="preserve">(*)</w:t>
      </w:r>
      <w:r>
        <w:rPr>
          <w:rtl w:val="false"/>
        </w:rPr>
        <w:t xml:space="preserve"> not to fall into one of the exclusion cases provided for in articles L. 2141-1 to L. 2141-5 or articles L. 2141-7 to L. 2141-10 of the Public Procurement Code </w:t>
      </w:r>
      <w:r>
        <w:rPr>
          <w:vertAlign w:val="superscript"/>
          <w:rtl w:val="false"/>
        </w:rPr>
        <w:t xml:space="preserve">(**)</w:t>
      </w:r>
    </w:p>
    <w:p w:rsidR="00ED2B6B" w:rsidRDefault="00ED2B6B" w14:paraId="3112CD8B" w14:textId="77777777">
      <w:pPr>
        <w:pStyle w:val="RedaliaNormal"/>
      </w:pPr>
    </w:p>
    <w:p w:rsidR="00ED2B6B" w:rsidRDefault="00C65ECF" w14:paraId="39642277" w14:textId="77777777">
      <w:pPr>
        <w:pStyle w:val="RedaliaNormal"/>
        <w:bidi w:val="false"/>
      </w:pPr>
      <w:r>
        <w:rPr>
          <w:rtl w:val="false"/>
        </w:rPr>
        <w:t xml:space="preserve">In order to certify that the subcontractor is not in one of these instances of prohibition from bidding, check the following box: </w:t>
      </w:r>
      <w:r>
        <w:rPr>
          <w:rFonts w:ascii="Wingdings" w:hAnsi="Wingdings" w:eastAsia="Wingdings" w:cs="Wingdings"/>
        </w:rPr>
        <w:t></w:t>
      </w:r>
    </w:p>
    <w:p w:rsidR="00ED2B6B" w:rsidRDefault="00ED2B6B" w14:paraId="518B0852" w14:textId="77777777">
      <w:pPr>
        <w:pStyle w:val="RedaliaNormal"/>
      </w:pPr>
    </w:p>
    <w:p w:rsidR="00ED2B6B" w:rsidRDefault="00C65ECF" w14:paraId="5DCB0A81" w14:textId="77777777">
      <w:pPr>
        <w:pStyle w:val="RdaliaLgende"/>
        <w:bidi w:val="false"/>
        <w:ind w:left="0" w:firstLine="0"/>
      </w:pPr>
      <w:r>
        <w:rPr>
          <w:rtl w:val="false"/>
        </w:rP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rsidR="00ED2B6B" w:rsidRDefault="00C65ECF" w14:paraId="515ED319" w14:textId="77777777">
      <w:pPr>
        <w:pStyle w:val="RdaliaLgende"/>
        <w:bidi w:val="false"/>
        <w:ind w:left="0" w:firstLine="0"/>
      </w:pPr>
      <w:r>
        <w:rPr>
          <w:rtl w:val="false"/>
        </w:rPr>
        <w:t xml:space="preserve">(**) In the event that the subcontractor is admitted to insolvency proceedings, his attention is drawn to the fact that he will have to prove that he has been authorised to continue his activities for the foreseeable duration of the public contract.</w:t>
      </w:r>
    </w:p>
    <w:p w:rsidR="00ED2B6B" w:rsidRDefault="00ED2B6B" w14:paraId="3DD556ED" w14:textId="77777777">
      <w:pPr>
        <w:pStyle w:val="RedaliaNormal"/>
      </w:pPr>
    </w:p>
    <w:p w:rsidR="00ED2B6B" w:rsidRDefault="00C65ECF" w14:paraId="3C748AB4" w14:textId="77777777">
      <w:pPr>
        <w:pStyle w:val="RedaliaNormal"/>
        <w:bidi w:val="false"/>
      </w:pPr>
      <w:r>
        <w:rPr>
          <w:b/>
          <w:rtl w:val="false"/>
        </w:rPr>
        <w:t xml:space="preserve">Evidence documents available online:</w:t>
      </w:r>
      <w:r>
        <w:rPr>
          <w:rtl w:val="false"/>
        </w:rPr>
        <w:t xml:space="preserve"/>
      </w:r>
    </w:p>
    <w:p w:rsidR="00ED2B6B" w:rsidRDefault="00ED2B6B" w14:paraId="5DF9F59A" w14:textId="77777777">
      <w:pPr>
        <w:pStyle w:val="RedaliaNormal"/>
      </w:pPr>
    </w:p>
    <w:p w:rsidR="00ED2B6B" w:rsidRDefault="00C65ECF" w14:paraId="59500975" w14:textId="77777777">
      <w:pPr>
        <w:pStyle w:val="RedaliaNormal"/>
        <w:bidi w:val="false"/>
      </w:pPr>
      <w:r>
        <w:rPr>
          <w:rtl w:val="false"/>
        </w:rPr>
        <w:t xml:space="preserve">Where applicable, the internet address to which supporting documents and means of proof are accessible directly and free of charge, as well as all the information necessary to access them:</w:t>
      </w:r>
    </w:p>
    <w:p w:rsidR="00ED2B6B" w:rsidRDefault="00C65ECF" w14:paraId="6E87B8A6" w14:textId="77777777">
      <w:pPr>
        <w:pStyle w:val="RdaliaLgende"/>
        <w:bidi w:val="false"/>
      </w:pPr>
      <w:r>
        <w:rPr>
          <w:rtl w:val="false"/>
        </w:rPr>
        <w:t xml:space="preserve">(If the address and information are identical to those provided above, simply refer to the relevant section.)</w:t>
      </w:r>
    </w:p>
    <w:p w:rsidR="00ED2B6B" w:rsidRDefault="00ED2B6B" w14:paraId="67C3AEC4" w14:textId="77777777">
      <w:pPr>
        <w:pStyle w:val="RedaliaNormal"/>
      </w:pPr>
    </w:p>
    <w:p w:rsidR="00ED2B6B" w:rsidRDefault="00C65ECF" w14:paraId="591475C9" w14:textId="77777777">
      <w:pPr>
        <w:pStyle w:val="RedaliaNormal"/>
        <w:bidi w:val="false"/>
      </w:pPr>
      <w:r>
        <w:rPr>
          <w:rtl w:val="false"/>
        </w:rPr>
        <w:t xml:space="preserve">- Internet address: </w:t>
      </w:r>
      <w:r>
        <w:rPr>
          <w:rtl w:val="false"/>
        </w:rPr>
        <w:tab/>
      </w:r>
    </w:p>
    <w:p w:rsidR="00ED2B6B" w:rsidRDefault="00C65ECF" w14:paraId="00F77F08" w14:textId="77777777">
      <w:pPr>
        <w:pStyle w:val="RedaliaNormal"/>
      </w:pPr>
      <w:r>
        <w:tab/>
      </w:r>
    </w:p>
    <w:p w:rsidR="00ED2B6B" w:rsidRDefault="00ED2B6B" w14:paraId="31D115AC" w14:textId="77777777">
      <w:pPr>
        <w:pStyle w:val="RedaliaNormal"/>
      </w:pPr>
    </w:p>
    <w:p w:rsidR="00ED2B6B" w:rsidRDefault="00C65ECF" w14:paraId="3D393111" w14:textId="77777777">
      <w:pPr>
        <w:pStyle w:val="RedaliaNormal"/>
        <w:bidi w:val="false"/>
      </w:pPr>
      <w:r>
        <w:rPr>
          <w:rtl w:val="false"/>
        </w:rPr>
        <w:t xml:space="preserve">- Information required to access it: </w:t>
      </w:r>
      <w:r>
        <w:rPr>
          <w:rtl w:val="false"/>
        </w:rPr>
        <w:tab/>
      </w:r>
    </w:p>
    <w:p w:rsidR="00ED2B6B" w:rsidRDefault="00C65ECF" w14:paraId="561C2663" w14:textId="77777777">
      <w:pPr>
        <w:pStyle w:val="RedaliaNormal"/>
      </w:pPr>
      <w:r>
        <w:tab/>
      </w:r>
    </w:p>
    <w:p w:rsidR="00ED2B6B" w:rsidRDefault="00C65ECF" w14:paraId="10F997F5" w14:textId="77777777">
      <w:pPr>
        <w:pStyle w:val="RdaliaTitreparagraphe"/>
        <w:bidi w:val="false"/>
        <w:jc w:val="both"/>
      </w:pPr>
      <w:r>
        <w:rPr>
          <w:rtl w:val="false"/>
        </w:rPr>
        <w:t xml:space="preserve">Assignment or pledge of claims resulting from the public market</w:t>
      </w:r>
    </w:p>
    <w:p w:rsidR="00ED2B6B" w:rsidRDefault="00C65ECF" w14:paraId="52474C5F" w14:textId="77777777">
      <w:pPr>
        <w:pStyle w:val="RedaliaNormal"/>
        <w:bidi w:val="false"/>
      </w:pPr>
      <w:r>
        <w:rPr>
          <w:rFonts w:ascii="Wingdings" w:hAnsi="Wingdings" w:eastAsia="Wingdings" w:cs="Wingdings"/>
        </w:rPr>
        <w:t></w:t>
      </w:r>
      <w:r>
        <w:rPr>
          <w:rtl w:val="false"/>
        </w:rPr>
        <w:t xml:space="preserve"> </w:t>
      </w:r>
      <w:r>
        <w:rPr>
          <w:b/>
          <w:rtl w:val="false"/>
        </w:rPr>
        <w:t xml:space="preserve">1st hypothesis:</w:t>
      </w:r>
      <w:r>
        <w:rPr>
          <w:rtl w:val="false"/>
        </w:rPr>
        <w:t xml:space="preserve"> The present subcontracting declaration constitutes a </w:t>
      </w:r>
      <w:r>
        <w:rPr>
          <w:b/>
          <w:rtl w:val="false"/>
        </w:rPr>
        <w:t xml:space="preserve">special act.</w:t>
      </w:r>
    </w:p>
    <w:p w:rsidR="00ED2B6B" w:rsidRDefault="00ED2B6B" w14:paraId="1449C576" w14:textId="77777777">
      <w:pPr>
        <w:pStyle w:val="RedaliaNormal"/>
      </w:pPr>
    </w:p>
    <w:p w:rsidR="00ED2B6B" w:rsidRDefault="00C65ECF" w14:paraId="6D28F763" w14:textId="77777777">
      <w:pPr>
        <w:pStyle w:val="RedaliaNormal"/>
        <w:bidi w:val="false"/>
      </w:pPr>
      <w:r>
        <w:rPr>
          <w:rtl w:val="false"/>
        </w:rPr>
        <w:t xml:space="preserve">The contractor establishes that no assignment or pledge of claims resulting from the public contract prevent direct payment to the subcontractor, under the conditions provided for in Article R. 2193-22 or Article R. 2393-40 of the Code de la commande publique.</w:t>
      </w:r>
    </w:p>
    <w:p w:rsidR="00ED2B6B" w:rsidRDefault="00C65ECF" w14:paraId="57A781A8" w14:textId="77777777">
      <w:pPr>
        <w:pStyle w:val="RedaliaNormal"/>
        <w:bidi w:val="false"/>
      </w:pPr>
      <w:r>
        <w:rPr>
          <w:rtl w:val="false"/>
        </w:rPr>
        <w:t xml:space="preserve">As a result, the holder produces with the DC4:</w:t>
      </w:r>
    </w:p>
    <w:p w:rsidR="00ED2B6B" w:rsidRDefault="00C65ECF" w14:paraId="5025EB10" w14:textId="77777777">
      <w:pPr>
        <w:pStyle w:val="RedaliaNormal"/>
        <w:bidi w:val="false"/>
        <w:ind w:left="1701" w:hanging="1701"/>
      </w:pPr>
      <w:r>
        <w:rPr>
          <w:rtl w:val="false"/>
        </w:rPr>
        <w:tab/>
      </w:r>
      <w:r>
        <w:rPr>
          <w:rFonts w:ascii="Wingdings" w:hAnsi="Wingdings" w:eastAsia="Wingdings" w:cs="Wingdings"/>
        </w:rPr>
        <w:t></w:t>
      </w:r>
      <w:r>
        <w:rPr>
          <w:rtl w:val="false"/>
        </w:rPr>
        <w:t xml:space="preserve"> The single copy or certificate of transferability of the public contract that has been issued to it,</w:t>
      </w:r>
    </w:p>
    <w:p w:rsidR="00ED2B6B" w:rsidRDefault="00C65ECF" w14:paraId="59B7A744" w14:textId="77777777">
      <w:pPr>
        <w:pStyle w:val="RedaliaNormal"/>
        <w:bidi w:val="false"/>
        <w:rPr>
          <w:u w:val="single"/>
        </w:rPr>
      </w:pPr>
      <w:r>
        <w:rPr>
          <w:u w:val="single"/>
          <w:rtl w:val="false"/>
        </w:rPr>
        <w:t xml:space="preserve">OR</w:t>
      </w:r>
    </w:p>
    <w:p w:rsidR="00ED2B6B" w:rsidRDefault="00C65ECF" w14:paraId="7598CF77" w14:textId="77777777">
      <w:pPr>
        <w:pStyle w:val="RedaliaNormal"/>
        <w:tabs>
          <w:tab w:val="left" w:pos="1701"/>
        </w:tabs>
        <w:bidi w:val="false"/>
      </w:pPr>
      <w:r>
        <w:rPr>
          <w:rtl w:val="false"/>
        </w:rPr>
        <w:tab/>
      </w:r>
      <w:r>
        <w:rPr>
          <w:rFonts w:ascii="Wingdings" w:hAnsi="Wingdings" w:eastAsia="Wingdings" w:cs="Wingdings"/>
        </w:rPr>
        <w:t></w:t>
      </w:r>
      <w:r>
        <w:rPr>
          <w:rtl w:val="false"/>
        </w:rPr>
        <w:t xml:space="preserve"> A certificate or release from the beneficiary of the assignment or pledge of receivables.</w:t>
      </w:r>
    </w:p>
    <w:p w:rsidR="00ED2B6B" w:rsidRDefault="00ED2B6B" w14:paraId="025BFA6D" w14:textId="77777777">
      <w:pPr>
        <w:pStyle w:val="RedaliaNormal"/>
      </w:pPr>
    </w:p>
    <w:p w:rsidR="00ED2B6B" w:rsidRDefault="00C65ECF" w14:paraId="1DA2D42F" w14:textId="77777777">
      <w:pPr>
        <w:pStyle w:val="RedaliaNormal"/>
        <w:bidi w:val="false"/>
      </w:pPr>
      <w:r>
        <w:rPr>
          <w:rFonts w:ascii="Wingdings" w:hAnsi="Wingdings" w:eastAsia="Wingdings" w:cs="Wingdings"/>
        </w:rPr>
        <w:lastRenderedPageBreak/>
        <w:t></w:t>
      </w:r>
      <w:r>
        <w:rPr>
          <w:rtl w:val="false"/>
        </w:rPr>
        <w:t xml:space="preserve"> </w:t>
      </w:r>
      <w:r>
        <w:rPr>
          <w:b/>
          <w:rtl w:val="false"/>
        </w:rPr>
        <w:t xml:space="preserve">2nd hypothesis:</w:t>
      </w:r>
      <w:r>
        <w:rPr>
          <w:rtl w:val="false"/>
        </w:rPr>
        <w:t xml:space="preserve"> The present subcontracting declaration constitutes a </w:t>
      </w:r>
      <w:r>
        <w:rPr>
          <w:b/>
          <w:rtl w:val="false"/>
        </w:rPr>
        <w:t xml:space="preserve">special amending act:</w:t>
      </w:r>
    </w:p>
    <w:p w:rsidR="00ED2B6B" w:rsidRDefault="00C65ECF" w14:paraId="0AB2C57A" w14:textId="77777777">
      <w:pPr>
        <w:pStyle w:val="RedaliaNormal"/>
        <w:bidi w:val="false"/>
        <w:ind w:left="1701" w:hanging="1701"/>
      </w:pPr>
      <w:r>
        <w:rPr>
          <w:rtl w:val="false"/>
        </w:rPr>
        <w:tab/>
      </w:r>
      <w:r>
        <w:rPr>
          <w:rFonts w:ascii="Wingdings" w:hAnsi="Wingdings" w:eastAsia="Wingdings" w:cs="Wingdings"/>
        </w:rPr>
        <w:t></w:t>
      </w:r>
      <w:r>
        <w:rPr>
          <w:rtl w:val="false"/>
        </w:rPr>
        <w:t xml:space="preserve"> The holder requests the modification of the single copy or the certificate of transferability, provided for in Article R. 2193-22 or Article R. 2393-40 of the Public Procurement Code, which is attached to this document;</w:t>
      </w:r>
    </w:p>
    <w:p w:rsidR="00ED2B6B" w:rsidRDefault="00C65ECF" w14:paraId="074E9EDC" w14:textId="77777777">
      <w:pPr>
        <w:pStyle w:val="RedaliaNormal"/>
        <w:bidi w:val="false"/>
        <w:rPr>
          <w:b/>
          <w:u w:val="single"/>
        </w:rPr>
      </w:pPr>
      <w:r>
        <w:rPr>
          <w:b/>
          <w:u w:val="single"/>
          <w:rtl w:val="false"/>
        </w:rPr>
        <w:t xml:space="preserve">OR</w:t>
      </w:r>
    </w:p>
    <w:p w:rsidR="00ED2B6B" w:rsidRDefault="00C65ECF" w14:paraId="6E31009C" w14:textId="77777777">
      <w:pPr>
        <w:pStyle w:val="RedaliaNormal"/>
        <w:bidi w:val="false"/>
        <w:ind w:left="1701" w:hanging="1701"/>
      </w:pPr>
      <w:r>
        <w:rPr>
          <w:rtl w:val="false"/>
        </w:rPr>
        <w:tab/>
      </w:r>
      <w:r>
        <w:rPr>
          <w:rFonts w:ascii="Wingdings" w:hAnsi="Wingdings" w:eastAsia="Wingdings" w:cs="Wingdings"/>
        </w:rPr>
        <w:t></w:t>
      </w:r>
      <w:r>
        <w:rPr>
          <w:rtl w:val="false"/>
        </w:rPr>
        <w:t xml:space="preserve"> The single copy or the certificate of transferability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in order for this payment to be possible.</w:t>
      </w:r>
    </w:p>
    <w:p w:rsidR="00ED2B6B" w:rsidRDefault="00C65ECF" w14:paraId="68F164B2" w14:textId="77777777">
      <w:pPr>
        <w:pStyle w:val="RedaliaNormal"/>
        <w:bidi w:val="false"/>
        <w:ind w:left="1701" w:hanging="1701"/>
      </w:pPr>
      <w:r>
        <w:rPr>
          <w:rtl w:val="false"/>
        </w:rPr>
        <w:tab/>
        <w:t xml:space="preserve">This justification is given by a certificate or release from the beneficiary of the assignment or pledge of claims resulting from the contract which is attached to this document.</w:t>
      </w:r>
    </w:p>
    <w:p w:rsidR="00ED2B6B" w:rsidRDefault="00C65ECF" w14:paraId="0FB0DC9B" w14:textId="77777777">
      <w:pPr>
        <w:pStyle w:val="RdaliaTitreparagraphe"/>
        <w:bidi w:val="false"/>
        <w:jc w:val="both"/>
      </w:pPr>
      <w:r>
        <w:rPr>
          <w:rtl w:val="false"/>
        </w:rPr>
        <w:t xml:space="preserve">Acceptance and approval of the subcontractor’s payment conditions</w:t>
      </w:r>
    </w:p>
    <w:p w:rsidR="00ED2B6B" w:rsidRDefault="00C65ECF" w14:paraId="0F0BD4EB" w14:textId="77777777">
      <w:pPr>
        <w:pStyle w:val="RedaliaNormal"/>
        <w:tabs>
          <w:tab w:val="clear" w:pos="8505"/>
          <w:tab w:val="left" w:leader="dot" w:pos="2694"/>
        </w:tabs>
        <w:bidi w:val="false"/>
      </w:pPr>
      <w:r>
        <w:rPr>
          <w:rtl w:val="false"/>
        </w:rPr>
        <w:t xml:space="preserve">A …………………. , the …………………………</w:t>
      </w:r>
      <w:r>
        <w:rPr>
          <w:rtl w:val="false"/>
        </w:rPr>
        <w:tab/>
        <w:t xml:space="preserve">A …………………. , the …………………………</w:t>
      </w:r>
    </w:p>
    <w:p w:rsidR="00ED2B6B" w:rsidRDefault="00ED2B6B" w14:paraId="53F3EE19" w14:textId="77777777">
      <w:pPr>
        <w:pStyle w:val="RedaliaNormal"/>
        <w:tabs>
          <w:tab w:val="clear" w:pos="8505"/>
          <w:tab w:val="left" w:leader="dot" w:pos="2694"/>
        </w:tabs>
      </w:pPr>
    </w:p>
    <w:p w:rsidR="00ED2B6B" w:rsidRDefault="00C65ECF" w14:paraId="50020DCC" w14:textId="77777777">
      <w:pPr>
        <w:pStyle w:val="RedaliaNormal"/>
        <w:tabs>
          <w:tab w:val="clear" w:pos="8505"/>
          <w:tab w:val="left" w:pos="2694"/>
        </w:tabs>
        <w:bidi w:val="false"/>
      </w:pPr>
      <w:r>
        <w:rPr>
          <w:rtl w:val="false"/>
        </w:rPr>
        <w:t xml:space="preserve">The subcontractor:</w:t>
      </w:r>
      <w:r>
        <w:rPr>
          <w:rtl w:val="false"/>
        </w:rPr>
        <w:tab/>
      </w:r>
      <w:r>
        <w:rPr>
          <w:rtl w:val="false"/>
        </w:rPr>
        <w:tab/>
      </w:r>
      <w:r>
        <w:rPr>
          <w:rtl w:val="false"/>
        </w:rPr>
        <w:tab/>
      </w:r>
      <w:r>
        <w:rPr>
          <w:rtl w:val="false"/>
        </w:rPr>
        <w:tab/>
      </w:r>
      <w:r>
        <w:rPr>
          <w:rtl w:val="false"/>
        </w:rPr>
        <w:tab/>
        <w:t xml:space="preserve">The bidder or holder:</w:t>
      </w:r>
    </w:p>
    <w:p w:rsidR="00ED2B6B" w:rsidRDefault="00C65ECF" w14:paraId="79D82758" w14:textId="77777777">
      <w:pPr>
        <w:pStyle w:val="RedaliaNormal"/>
        <w:tabs>
          <w:tab w:val="clear" w:pos="8505"/>
          <w:tab w:val="left" w:pos="2694"/>
        </w:tabs>
        <w:bidi w:val="false"/>
      </w:pPr>
      <w:r>
        <w:rPr>
          <w:rtl w:val="false"/>
        </w:rPr>
        <w:t xml:space="preserve">…………………………</w:t>
      </w:r>
      <w:r>
        <w:rPr>
          <w:rtl w:val="false"/>
        </w:rPr>
        <w:tab/>
      </w:r>
      <w:r>
        <w:rPr>
          <w:rtl w:val="false"/>
        </w:rPr>
        <w:tab/>
      </w:r>
      <w:r>
        <w:rPr>
          <w:rtl w:val="false"/>
        </w:rPr>
        <w:tab/>
      </w:r>
      <w:r>
        <w:rPr>
          <w:rtl w:val="false"/>
        </w:rPr>
        <w:tab/>
      </w:r>
      <w:r>
        <w:rPr>
          <w:rtl w:val="false"/>
        </w:rPr>
        <w:tab/>
        <w:t xml:space="preserve">…………………………</w:t>
      </w:r>
      <w:r>
        <w:rPr>
          <w:rtl w:val="false"/>
        </w:rPr>
        <w:tab/>
      </w:r>
      <w:r>
        <w:rPr>
          <w:rtl w:val="false"/>
        </w:rPr>
        <w:tab/>
      </w:r>
      <w:r>
        <w:rPr>
          <w:rtl w:val="false"/>
        </w:rPr>
        <w:tab/>
      </w:r>
      <w:r>
        <w:rPr>
          <w:rtl w:val="false"/>
        </w:rPr>
        <w:tab/>
      </w:r>
      <w:r>
        <w:rPr>
          <w:rtl w:val="false"/>
        </w:rPr>
        <w:tab/>
      </w:r>
    </w:p>
    <w:p w:rsidR="00ED2B6B" w:rsidRDefault="00ED2B6B" w14:paraId="746A4BCF" w14:textId="77777777">
      <w:pPr>
        <w:pStyle w:val="RedaliaNormal"/>
        <w:tabs>
          <w:tab w:val="clear" w:pos="8505"/>
          <w:tab w:val="left" w:leader="dot" w:pos="2694"/>
        </w:tabs>
      </w:pPr>
    </w:p>
    <w:p w:rsidR="00ED2B6B" w:rsidRDefault="00ED2B6B" w14:paraId="2CEB3352" w14:textId="77777777">
      <w:pPr>
        <w:pStyle w:val="RedaliaNormal"/>
      </w:pPr>
    </w:p>
    <w:p w:rsidR="00ED2B6B" w:rsidRDefault="00C65ECF" w14:paraId="561C92A6" w14:textId="77777777">
      <w:pPr>
        <w:pStyle w:val="RedaliaNormal"/>
        <w:bidi w:val="false"/>
      </w:pPr>
      <w:r>
        <w:rPr>
          <w:rtl w:val="false"/>
        </w:rPr>
        <w:t xml:space="preserve">The buyer’s representative, competent to sign the contract, accepts the subcontractor and approves its payment terms.</w:t>
      </w:r>
    </w:p>
    <w:p w:rsidR="00ED2B6B" w:rsidRDefault="00ED2B6B" w14:paraId="2132DD8C" w14:textId="77777777">
      <w:pPr>
        <w:pStyle w:val="RedaliaNormal"/>
      </w:pPr>
    </w:p>
    <w:p w:rsidR="00ED2B6B" w:rsidRDefault="00C65ECF" w14:paraId="376A0546" w14:textId="77777777">
      <w:pPr>
        <w:pStyle w:val="RedaliaNormal"/>
        <w:tabs>
          <w:tab w:val="clear" w:pos="8505"/>
          <w:tab w:val="left" w:leader="dot" w:pos="1843"/>
        </w:tabs>
        <w:bidi w:val="false"/>
      </w:pPr>
      <w:r>
        <w:rPr>
          <w:rtl w:val="false"/>
        </w:rPr>
        <w:t xml:space="preserve">A </w:t>
      </w:r>
      <w:r>
        <w:rPr>
          <w:rtl w:val="false"/>
        </w:rPr>
        <w:tab/>
        <w:t xml:space="preserve">, the …………………………..</w:t>
      </w:r>
    </w:p>
    <w:p w:rsidR="00ED2B6B" w:rsidRDefault="00ED2B6B" w14:paraId="795917DB" w14:textId="77777777">
      <w:pPr>
        <w:pStyle w:val="RedaliaNormal"/>
      </w:pPr>
    </w:p>
    <w:p w:rsidR="00ED2B6B" w:rsidRDefault="00C65ECF" w14:paraId="69F52D0F" w14:textId="77777777">
      <w:pPr>
        <w:pStyle w:val="RedaliaNormal"/>
        <w:bidi w:val="false"/>
      </w:pPr>
      <w:r>
        <w:rPr>
          <w:rtl w:val="false"/>
        </w:rPr>
        <w:t xml:space="preserve">The buyer’s representative:</w:t>
      </w:r>
    </w:p>
    <w:p w:rsidR="00ED2B6B" w:rsidRDefault="00ED2B6B" w14:paraId="7DCE8611" w14:textId="77777777">
      <w:pPr>
        <w:pStyle w:val="RedaliaNormal"/>
      </w:pPr>
    </w:p>
    <w:p w:rsidR="00ED2B6B" w:rsidRDefault="00ED2B6B" w14:paraId="76FA3069" w14:textId="77777777">
      <w:pPr>
        <w:pStyle w:val="RedaliaNormal"/>
      </w:pPr>
    </w:p>
    <w:p w:rsidR="00ED2B6B" w:rsidRDefault="00C65ECF" w14:paraId="77201E42" w14:textId="77777777">
      <w:pPr>
        <w:pStyle w:val="RdaliaTitreparagraphe"/>
        <w:bidi w:val="false"/>
        <w:jc w:val="both"/>
      </w:pPr>
      <w:r>
        <w:rPr>
          <w:rtl w:val="false"/>
        </w:rPr>
        <w:t xml:space="preserve">Notification of the special act to the holder</w:t>
      </w:r>
    </w:p>
    <w:p w:rsidR="00ED2B6B" w:rsidRDefault="00C65ECF" w14:paraId="2635BC65" w14:textId="77777777">
      <w:pPr>
        <w:pStyle w:val="RedaliaNormal"/>
        <w:pBdr>
          <w:top w:val="single" w:color="000000" w:sz="4" w:space="1"/>
          <w:left w:val="single" w:color="000000" w:sz="4" w:space="4"/>
          <w:bottom w:val="single" w:color="000000" w:sz="4" w:space="1"/>
          <w:right w:val="single" w:color="000000" w:sz="4" w:space="4"/>
        </w:pBdr>
        <w:bidi w:val="false"/>
      </w:pPr>
      <w:r>
        <w:rPr>
          <w:b/>
          <w:bCs/>
          <w:rtl w:val="false"/>
        </w:rPr>
        <w:t xml:space="preserve">In case of sending by registered letter with acknowledgment of receipt</w:t>
      </w:r>
      <w:r>
        <w:rPr>
          <w:rtl w:val="false"/>
        </w:rPr>
        <w:t xml:space="preserve">:</w:t>
      </w:r>
    </w:p>
    <w:p w:rsidR="00ED2B6B" w:rsidRDefault="00C65ECF" w14:paraId="76893040" w14:textId="77777777">
      <w:pPr>
        <w:pStyle w:val="RedaliaNormal"/>
        <w:pBdr>
          <w:top w:val="single" w:color="000000" w:sz="4" w:space="1"/>
          <w:left w:val="single" w:color="000000" w:sz="4" w:space="4"/>
          <w:bottom w:val="single" w:color="000000" w:sz="4" w:space="1"/>
          <w:right w:val="single" w:color="000000" w:sz="4" w:space="4"/>
        </w:pBdr>
        <w:bidi w:val="false"/>
        <w:rPr>
          <w:i/>
          <w:sz w:val="20"/>
          <w:szCs w:val="18"/>
        </w:rPr>
      </w:pPr>
      <w:r>
        <w:rPr>
          <w:i/>
          <w:sz w:val="20"/>
          <w:szCs w:val="18"/>
          <w:rtl w:val="false"/>
        </w:rPr>
        <w:t xml:space="preserve">(Paste in this context the postal acknowledgment of receipt, dated and signed by the holder)</w:t>
      </w:r>
    </w:p>
    <w:p w:rsidR="00ED2B6B" w:rsidRDefault="00ED2B6B" w14:paraId="080D04FC" w14:textId="77777777">
      <w:pPr>
        <w:pStyle w:val="RedaliaNormal"/>
        <w:pBdr>
          <w:top w:val="single" w:color="000000" w:sz="4" w:space="1"/>
          <w:left w:val="single" w:color="000000" w:sz="4" w:space="4"/>
          <w:bottom w:val="single" w:color="000000" w:sz="4" w:space="1"/>
          <w:right w:val="single" w:color="000000" w:sz="4" w:space="4"/>
        </w:pBdr>
      </w:pPr>
    </w:p>
    <w:p w:rsidR="00ED2B6B" w:rsidRDefault="00ED2B6B" w14:paraId="7684E33A" w14:textId="77777777">
      <w:pPr>
        <w:pStyle w:val="RedaliaNormal"/>
        <w:pBdr>
          <w:top w:val="single" w:color="000000" w:sz="4" w:space="1"/>
          <w:left w:val="single" w:color="000000" w:sz="4" w:space="4"/>
          <w:bottom w:val="single" w:color="000000" w:sz="4" w:space="1"/>
          <w:right w:val="single" w:color="000000" w:sz="4" w:space="4"/>
        </w:pBdr>
      </w:pPr>
    </w:p>
    <w:p w:rsidR="00ED2B6B" w:rsidRDefault="00ED2B6B" w14:paraId="630E244D" w14:textId="77777777">
      <w:pPr>
        <w:pStyle w:val="RedaliaNormal"/>
        <w:pBdr>
          <w:top w:val="single" w:color="000000" w:sz="4" w:space="1"/>
          <w:left w:val="single" w:color="000000" w:sz="4" w:space="4"/>
          <w:bottom w:val="single" w:color="000000" w:sz="4" w:space="1"/>
          <w:right w:val="single" w:color="000000" w:sz="4" w:space="4"/>
        </w:pBdr>
      </w:pPr>
    </w:p>
    <w:p w:rsidR="00ED2B6B" w:rsidRDefault="00ED2B6B" w14:paraId="30937E1B" w14:textId="77777777">
      <w:pPr>
        <w:pStyle w:val="RedaliaNormal"/>
        <w:pBdr>
          <w:top w:val="single" w:color="000000" w:sz="4" w:space="1"/>
          <w:left w:val="single" w:color="000000" w:sz="4" w:space="4"/>
          <w:bottom w:val="single" w:color="000000" w:sz="4" w:space="1"/>
          <w:right w:val="single" w:color="000000" w:sz="4" w:space="4"/>
        </w:pBdr>
      </w:pPr>
    </w:p>
    <w:p w:rsidR="00ED2B6B" w:rsidRDefault="00ED2B6B" w14:paraId="2559AD5F" w14:textId="77777777">
      <w:pPr>
        <w:pStyle w:val="RedaliaNormal"/>
        <w:pBdr>
          <w:top w:val="single" w:color="000000" w:sz="4" w:space="1"/>
          <w:left w:val="single" w:color="000000" w:sz="4" w:space="4"/>
          <w:bottom w:val="single" w:color="000000" w:sz="4" w:space="1"/>
          <w:right w:val="single" w:color="000000" w:sz="4" w:space="4"/>
        </w:pBdr>
      </w:pPr>
    </w:p>
    <w:p w:rsidR="00ED2B6B" w:rsidRDefault="00ED2B6B" w14:paraId="7C5CEE00" w14:textId="77777777">
      <w:pPr>
        <w:pBdr>
          <w:top w:val="single" w:color="000000" w:sz="4" w:space="1"/>
          <w:left w:val="single" w:color="000000" w:sz="4" w:space="4"/>
          <w:bottom w:val="single" w:color="000000" w:sz="4" w:space="1"/>
          <w:right w:val="single" w:color="000000" w:sz="4" w:space="4"/>
        </w:pBdr>
        <w:rPr>
          <w:rFonts w:cs="Arial"/>
        </w:rPr>
      </w:pPr>
    </w:p>
    <w:p w:rsidR="00ED2B6B" w:rsidRDefault="00ED2B6B" w14:paraId="142363B3" w14:textId="77777777">
      <w:pPr>
        <w:rPr>
          <w:rFonts w:cs="Arial"/>
        </w:rPr>
      </w:pPr>
    </w:p>
    <w:p w:rsidR="00ED2B6B" w:rsidRDefault="00C65ECF" w14:paraId="2CB47A82" w14:textId="77777777">
      <w:pPr>
        <w:pStyle w:val="RedaliaNormal"/>
        <w:pBdr>
          <w:top w:val="single" w:color="000000" w:sz="4" w:space="1"/>
          <w:left w:val="single" w:color="000000" w:sz="4" w:space="4"/>
          <w:bottom w:val="single" w:color="000000" w:sz="4" w:space="1"/>
          <w:right w:val="single" w:color="000000" w:sz="4" w:space="4"/>
        </w:pBdr>
        <w:bidi w:val="false"/>
      </w:pPr>
      <w:r>
        <w:rPr>
          <w:b/>
          <w:bCs/>
          <w:rtl w:val="false"/>
        </w:rPr>
        <w:lastRenderedPageBreak/>
        <w:t xml:space="preserve">In case of delivery against receipt</w:t>
      </w:r>
      <w:r>
        <w:rPr>
          <w:rtl w:val="false"/>
        </w:rPr>
        <w:t xml:space="preserve">:</w:t>
      </w:r>
    </w:p>
    <w:p w:rsidR="00ED2B6B" w:rsidRDefault="00ED2B6B" w14:paraId="22CC94B6" w14:textId="77777777">
      <w:pPr>
        <w:pStyle w:val="RedaliaNormal"/>
        <w:pBdr>
          <w:top w:val="single" w:color="000000" w:sz="4" w:space="1"/>
          <w:left w:val="single" w:color="000000" w:sz="4" w:space="4"/>
          <w:bottom w:val="single" w:color="000000" w:sz="4" w:space="1"/>
          <w:right w:val="single" w:color="000000" w:sz="4" w:space="4"/>
        </w:pBdr>
      </w:pPr>
    </w:p>
    <w:p w:rsidR="00ED2B6B" w:rsidRDefault="00C65ECF" w14:paraId="1D71C889"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The holder receives as notification a copy of this special act:</w:t>
      </w:r>
    </w:p>
    <w:p w:rsidR="00ED2B6B" w:rsidRDefault="00ED2B6B" w14:paraId="3126EF03" w14:textId="77777777">
      <w:pPr>
        <w:pStyle w:val="RedaliaNormal"/>
        <w:pBdr>
          <w:top w:val="single" w:color="000000" w:sz="4" w:space="1"/>
          <w:left w:val="single" w:color="000000" w:sz="4" w:space="4"/>
          <w:bottom w:val="single" w:color="000000" w:sz="4" w:space="1"/>
          <w:right w:val="single" w:color="000000" w:sz="4" w:space="4"/>
        </w:pBdr>
      </w:pPr>
    </w:p>
    <w:p w:rsidR="00ED2B6B" w:rsidRDefault="00C65ECF" w14:paraId="3DAC0541" w14:textId="77777777">
      <w:pPr>
        <w:pStyle w:val="RedaliaNormal"/>
        <w:pBdr>
          <w:top w:val="single" w:color="000000" w:sz="4" w:space="1"/>
          <w:left w:val="single" w:color="000000" w:sz="4" w:space="4"/>
          <w:bottom w:val="single" w:color="000000" w:sz="4" w:space="1"/>
          <w:right w:val="single" w:color="000000" w:sz="4" w:space="4"/>
        </w:pBdr>
        <w:bidi w:val="false"/>
      </w:pPr>
      <w:r>
        <w:rPr>
          <w:rtl w:val="false"/>
        </w:rPr>
        <w:t xml:space="preserve">A ………………………. , the ……………………………..</w:t>
      </w:r>
    </w:p>
    <w:p w:rsidR="00ED2B6B" w:rsidRDefault="00C65ECF" w14:paraId="0B526D2D" w14:textId="77777777">
      <w:pPr>
        <w:pStyle w:val="RedaliaTitre1"/>
        <w:bidi w:val="false"/>
      </w:pPr>
      <w:bookmarkStart w:name="__RefHeading___Toc11293_1436561398" w:id="357"/>
      <w:bookmarkStart w:name="_Toc200533664" w:id="358"/>
      <w:bookmarkStart w:name="_Toc201048551" w:id="359"/>
      <w:bookmarkStart w:name="_Toc217035034" w:id="360"/>
      <w:bookmarkStart w:name="_Toc221871318" w:id="361"/>
      <w:r>
        <w:rPr>
          <w:rtl w:val="false"/>
        </w:rPr>
        <w:t xml:space="preserve">Annex: Designation of co-contractors and distribution of benefits.</w:t>
      </w:r>
      <w:bookmarkEnd w:id="357"/>
      <w:bookmarkEnd w:id="358"/>
      <w:bookmarkEnd w:id="359"/>
      <w:bookmarkEnd w:id="360"/>
      <w:bookmarkEnd w:id="361"/>
    </w:p>
    <w:p w:rsidR="00ED2B6B" w:rsidRDefault="00C65ECF" w14:paraId="743313A9" w14:textId="77777777">
      <w:pPr>
        <w:pStyle w:val="RedaliaNormal"/>
        <w:bidi w:val="false"/>
        <w:rPr>
          <w:b/>
          <w:sz w:val="28"/>
        </w:rPr>
      </w:pPr>
      <w:r>
        <w:rPr>
          <w:b/>
          <w:sz w:val="28"/>
          <w:rtl w:val="false"/>
        </w:rPr>
        <w:t xml:space="preserve">Annex to the deed of commitment</w:t>
      </w:r>
    </w:p>
    <w:p w:rsidR="00ED2B6B" w:rsidRDefault="00ED2B6B" w14:paraId="66864310" w14:textId="77777777">
      <w:pPr>
        <w:pStyle w:val="RedaliaNormal"/>
      </w:pPr>
    </w:p>
    <w:p w:rsidR="00ED2B6B" w:rsidRDefault="00C65ECF" w14:paraId="47C7A2A4" w14:textId="77777777">
      <w:pPr>
        <w:pStyle w:val="RedaliaNormal"/>
        <w:bidi w:val="false"/>
        <w:rPr>
          <w:i/>
        </w:rPr>
      </w:pPr>
      <w:r>
        <w:rPr>
          <w:i/>
          <w:rtl w:val="false"/>
        </w:rPr>
        <w:t xml:space="preserve">Fill out a copy by co-processor:</w:t>
      </w:r>
    </w:p>
    <w:p w:rsidR="00ED2B6B" w:rsidRDefault="00ED2B6B" w14:paraId="50B741A6" w14:textId="77777777">
      <w:pPr>
        <w:pStyle w:val="RedaliaNormal"/>
      </w:pPr>
    </w:p>
    <w:p w:rsidR="00ED2B6B" w:rsidRDefault="00C65ECF" w14:paraId="215E4F81" w14:textId="77777777">
      <w:pPr>
        <w:pStyle w:val="RedaliaNormal"/>
        <w:bidi w:val="false"/>
      </w:pPr>
      <w:r>
        <w:rPr>
          <w:rtl w:val="false"/>
        </w:rPr>
        <w:t xml:space="preserve">Business name and legal name of the candidate:</w:t>
      </w:r>
    </w:p>
    <w:p w:rsidR="00ED2B6B" w:rsidRDefault="00C65ECF" w14:paraId="3A1CC54E" w14:textId="77777777">
      <w:pPr>
        <w:pStyle w:val="RedaliaNormal"/>
        <w:bidi w:val="false"/>
      </w:pPr>
      <w:r>
        <w:rPr>
          <w:rtl w:val="false"/>
        </w:rPr>
        <w:t xml:space="preserve">...............................................................................................................................................</w:t>
      </w:r>
    </w:p>
    <w:p w:rsidR="00ED2B6B" w:rsidRDefault="00C65ECF" w14:paraId="7CCA1913" w14:textId="77777777">
      <w:pPr>
        <w:pStyle w:val="RedaliaNormal"/>
        <w:bidi w:val="false"/>
      </w:pPr>
      <w:r>
        <w:rPr>
          <w:rtl w:val="false"/>
        </w:rPr>
        <w:t xml:space="preserve">Address of the establishment:</w:t>
      </w:r>
    </w:p>
    <w:p w:rsidR="00ED2B6B" w:rsidRDefault="00C65ECF" w14:paraId="7030E2A3" w14:textId="77777777">
      <w:pPr>
        <w:pStyle w:val="RedaliaNormal"/>
        <w:bidi w:val="false"/>
      </w:pPr>
      <w:r>
        <w:rPr>
          <w:rtl w:val="false"/>
        </w:rPr>
        <w:t xml:space="preserve">...............................................................................................................................................</w:t>
      </w:r>
    </w:p>
    <w:p w:rsidR="00ED2B6B" w:rsidRDefault="00C65ECF" w14:paraId="1E73876B" w14:textId="77777777">
      <w:pPr>
        <w:pStyle w:val="RedaliaNormal"/>
        <w:bidi w:val="false"/>
      </w:pPr>
      <w:r>
        <w:rPr>
          <w:rtl w:val="false"/>
        </w:rPr>
        <w:t xml:space="preserve">...............................................................................................................................................</w:t>
      </w:r>
    </w:p>
    <w:p w:rsidR="00ED2B6B" w:rsidRDefault="00C65ECF" w14:paraId="511EE59E" w14:textId="77777777">
      <w:pPr>
        <w:pStyle w:val="RedaliaNormal"/>
        <w:bidi w:val="false"/>
      </w:pPr>
      <w:r>
        <w:rPr>
          <w:rtl w:val="false"/>
        </w:rPr>
        <w:t xml:space="preserve">...............................................................................................................................................</w:t>
      </w:r>
    </w:p>
    <w:p w:rsidR="00ED2B6B" w:rsidRDefault="00C65ECF" w14:paraId="295BBEC2" w14:textId="77777777">
      <w:pPr>
        <w:pStyle w:val="RedaliaNormal"/>
        <w:bidi w:val="false"/>
      </w:pPr>
      <w:r>
        <w:rPr>
          <w:rtl w:val="false"/>
        </w:rPr>
        <w:t xml:space="preserve">Address of the registered office: </w:t>
      </w:r>
      <w:r>
        <w:rPr>
          <w:i/>
          <w:iCs/>
          <w:sz w:val="18"/>
          <w:szCs w:val="16"/>
          <w:rtl w:val="false"/>
        </w:rPr>
        <w:t xml:space="preserve">(if different from the establishment)</w:t>
      </w:r>
    </w:p>
    <w:p w:rsidR="00ED2B6B" w:rsidRDefault="00C65ECF" w14:paraId="3FB1E295" w14:textId="77777777">
      <w:pPr>
        <w:pStyle w:val="RedaliaNormal"/>
        <w:bidi w:val="false"/>
      </w:pPr>
      <w:r>
        <w:rPr>
          <w:rtl w:val="false"/>
        </w:rPr>
        <w:t xml:space="preserve">...............................................................................................................................................</w:t>
      </w:r>
    </w:p>
    <w:p w:rsidR="00ED2B6B" w:rsidRDefault="00C65ECF" w14:paraId="264E3A42" w14:textId="77777777">
      <w:pPr>
        <w:pStyle w:val="RedaliaNormal"/>
        <w:bidi w:val="false"/>
      </w:pPr>
      <w:r>
        <w:rPr>
          <w:rtl w:val="false"/>
        </w:rPr>
        <w:t xml:space="preserve">...............................................................................................................................................</w:t>
      </w:r>
    </w:p>
    <w:p w:rsidR="00ED2B6B" w:rsidRDefault="00C65ECF" w14:paraId="221DBE6F" w14:textId="77777777">
      <w:pPr>
        <w:pStyle w:val="RedaliaNormal"/>
        <w:bidi w:val="false"/>
      </w:pPr>
      <w:r>
        <w:rPr>
          <w:rtl w:val="false"/>
        </w:rPr>
        <w:t xml:space="preserve">...............................................................................................................................................</w:t>
      </w:r>
    </w:p>
    <w:p w:rsidR="00ED2B6B" w:rsidRDefault="00C65ECF" w14:paraId="6A1F7499" w14:textId="77777777">
      <w:pPr>
        <w:pStyle w:val="RedaliaNormal"/>
        <w:bidi w:val="false"/>
      </w:pPr>
      <w:r>
        <w:rPr>
          <w:rtl w:val="false"/>
        </w:rPr>
        <w:t xml:space="preserve">Email address: ................................................</w:t>
      </w:r>
    </w:p>
    <w:p w:rsidR="00ED2B6B" w:rsidRDefault="00C65ECF" w14:paraId="53C90E56" w14:textId="77777777">
      <w:pPr>
        <w:pStyle w:val="RedaliaNormal"/>
        <w:bidi w:val="false"/>
      </w:pPr>
      <w:r>
        <w:rPr>
          <w:rtl w:val="false"/>
        </w:rPr>
        <w:t xml:space="preserve">Phone: ................................................</w:t>
      </w:r>
    </w:p>
    <w:p w:rsidR="00ED2B6B" w:rsidRDefault="00C65ECF" w14:paraId="6337E3A3" w14:textId="77777777">
      <w:pPr>
        <w:pStyle w:val="RedaliaNormal"/>
        <w:bidi w:val="false"/>
      </w:pPr>
      <w:r>
        <w:rPr>
          <w:rtl w:val="false"/>
        </w:rPr>
        <w:t xml:space="preserve">Fax: ................................................</w:t>
      </w:r>
    </w:p>
    <w:p w:rsidR="00ED2B6B" w:rsidRDefault="00C65ECF" w14:paraId="7224E1B8" w14:textId="77777777">
      <w:pPr>
        <w:pStyle w:val="RedaliaNormal"/>
        <w:bidi w:val="false"/>
      </w:pPr>
      <w:r>
        <w:rPr>
          <w:rtl w:val="false"/>
        </w:rPr>
        <w:t xml:space="preserve">N° SIRET : ................................................ APE : ................................................</w:t>
      </w:r>
    </w:p>
    <w:p w:rsidR="00ED2B6B" w:rsidRDefault="00C65ECF" w14:paraId="0BF43334" w14:textId="77777777">
      <w:pPr>
        <w:pStyle w:val="RedaliaNormal"/>
        <w:bidi w:val="false"/>
      </w:pPr>
      <w:r>
        <w:rPr>
          <w:rtl w:val="false"/>
        </w:rPr>
        <w:t xml:space="preserve">Intracommunity VAT number: ...........................................................</w:t>
      </w:r>
    </w:p>
    <w:p w:rsidR="00ED2B6B" w:rsidRDefault="00ED2B6B" w14:paraId="325CFFF9" w14:textId="77777777">
      <w:pPr>
        <w:pStyle w:val="RedaliaNormal"/>
      </w:pPr>
    </w:p>
    <w:p w:rsidR="00ED2B6B" w:rsidRDefault="00C65ECF" w14:paraId="34D4C222" w14:textId="77777777">
      <w:pPr>
        <w:pStyle w:val="RedaliaNormal"/>
        <w:bidi w:val="false"/>
      </w:pPr>
      <w:r>
        <w:rPr>
          <w:rtl w:val="false"/>
        </w:rPr>
        <w:t xml:space="preserve">Agree to receive the advance:</w:t>
      </w:r>
    </w:p>
    <w:p w:rsidR="00ED2B6B" w:rsidRDefault="00C65ECF" w14:paraId="6128618D" w14:textId="77777777">
      <w:pPr>
        <w:pStyle w:val="RedaliaNormal"/>
        <w:bidi w:val="false"/>
      </w:pPr>
      <w:bookmarkStart w:name="formcheckbox_off_30" w:id="362"/>
      <w:r>
        <w:rPr>
          <w:rFonts w:ascii="Wingdings" w:hAnsi="Wingdings" w:eastAsia="Wingdings" w:cs="Wingdings"/>
        </w:rPr>
        <w:t></w:t>
      </w:r>
      <w:bookmarkEnd w:id="362"/>
      <w:r>
        <w:rPr>
          <w:rFonts w:cs="Arial"/>
          <w:rtl w:val="false"/>
        </w:rPr>
        <w:t xml:space="preserve"> </w:t>
      </w:r>
      <w:r>
        <w:rPr>
          <w:rtl w:val="false"/>
        </w:rPr>
        <w:t xml:space="preserve">Yes</w:t>
      </w:r>
    </w:p>
    <w:p w:rsidR="00ED2B6B" w:rsidRDefault="00C65ECF" w14:paraId="653337D6" w14:textId="77777777">
      <w:pPr>
        <w:pStyle w:val="RedaliaNormal"/>
        <w:bidi w:val="false"/>
      </w:pPr>
      <w:bookmarkStart w:name="formcheckbox_off_31" w:id="363"/>
      <w:r>
        <w:rPr>
          <w:rFonts w:ascii="Wingdings" w:hAnsi="Wingdings" w:eastAsia="Wingdings" w:cs="Wingdings"/>
        </w:rPr>
        <w:t></w:t>
      </w:r>
      <w:bookmarkEnd w:id="363"/>
      <w:r>
        <w:rPr>
          <w:rFonts w:cs="Arial"/>
          <w:rtl w:val="false"/>
        </w:rPr>
        <w:t xml:space="preserve"> </w:t>
      </w:r>
      <w:r>
        <w:rPr>
          <w:rtl w:val="false"/>
        </w:rPr>
        <w:t xml:space="preserve">No</w:t>
      </w:r>
    </w:p>
    <w:p w:rsidR="00ED2B6B" w:rsidRDefault="00ED2B6B" w14:paraId="78F1EFDF" w14:textId="77777777">
      <w:pPr>
        <w:pStyle w:val="RedaliaNormal"/>
      </w:pPr>
    </w:p>
    <w:p w:rsidR="00ED2B6B" w:rsidRDefault="00C65ECF" w14:paraId="748C23C3" w14:textId="77777777">
      <w:pPr>
        <w:pStyle w:val="RedaliaNormal"/>
        <w:bidi w:val="false"/>
      </w:pPr>
      <w:r>
        <w:rPr>
          <w:rtl w:val="false"/>
        </w:rPr>
        <w:t xml:space="preserve">Bank references:</w:t>
      </w:r>
    </w:p>
    <w:p w:rsidR="00ED2B6B" w:rsidRDefault="00C65ECF" w14:paraId="3F44E374" w14:textId="77777777">
      <w:pPr>
        <w:pStyle w:val="RedaliaNormal"/>
        <w:bidi w:val="false"/>
      </w:pPr>
      <w:r>
        <w:rPr>
          <w:rtl w:val="false"/>
        </w:rPr>
        <w:t xml:space="preserve">IBAN: .......................................................................................................................................</w:t>
      </w:r>
    </w:p>
    <w:p w:rsidR="00ED2B6B" w:rsidRDefault="00C65ECF" w14:paraId="50D6BD78" w14:textId="77777777">
      <w:pPr>
        <w:pStyle w:val="RedaliaNormal"/>
        <w:bidi w:val="false"/>
      </w:pPr>
      <w:r>
        <w:rPr>
          <w:rtl w:val="false"/>
        </w:rPr>
        <w:t xml:space="preserve">BIC: .........................................................................................................................................</w:t>
      </w:r>
    </w:p>
    <w:p w:rsidR="00ED2B6B" w:rsidRDefault="00ED2B6B" w14:paraId="592F86C0" w14:textId="77777777">
      <w:pPr>
        <w:pStyle w:val="RedaliaNormal"/>
      </w:pPr>
    </w:p>
    <w:p w:rsidR="00ED2B6B" w:rsidRDefault="00ED2B6B" w14:paraId="0F514BA5" w14:textId="7777777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ED2B6B" w14:paraId="0D7593DF" w14:textId="77777777">
        <w:tblPrEx>
          <w:tblCellMar>
            <w:top w:w="0" w:type="dxa"/>
            <w:bottom w:w="0" w:type="dxa"/>
          </w:tblCellMar>
        </w:tblPrEx>
        <w:trPr>
          <w:cantSplit/>
          <w:trHeight w:val="38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3CCFAEE4" w14:textId="77777777">
            <w:pPr>
              <w:pStyle w:val="RedaliaNormal"/>
              <w:bidi w:val="false"/>
            </w:pPr>
            <w:r>
              <w:rPr>
                <w:rtl w:val="false"/>
              </w:rPr>
              <w:t xml:space="preserve">Designation of the company</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06753247" w14:textId="77777777">
            <w:pPr>
              <w:pStyle w:val="RedaliaNormal"/>
              <w:bidi w:val="false"/>
            </w:pPr>
            <w:r>
              <w:rPr>
                <w:rtl w:val="false"/>
              </w:rPr>
              <w:t xml:space="preserve">Services concerned</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59169247" w14:textId="77777777">
            <w:pPr>
              <w:pStyle w:val="RedaliaNormal"/>
              <w:bidi w:val="false"/>
            </w:pPr>
            <w:r>
              <w:rPr>
                <w:rtl w:val="false"/>
              </w:rPr>
              <w:t xml:space="preserve">Amount</w:t>
            </w:r>
          </w:p>
          <w:p w:rsidR="00ED2B6B" w:rsidRDefault="00C65ECF" w14:paraId="51F68861" w14:textId="77777777">
            <w:pPr>
              <w:pStyle w:val="RedaliaNormal"/>
              <w:bidi w:val="false"/>
            </w:pPr>
            <w:r>
              <w:rPr>
                <w:rtl w:val="false"/>
              </w:rPr>
              <w:t xml:space="preserve">HT (€)</w:t>
            </w: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79DAE23A" w14:textId="77777777">
            <w:pPr>
              <w:pStyle w:val="RedaliaNormal"/>
              <w:bidi w:val="false"/>
            </w:pPr>
            <w:r>
              <w:rPr>
                <w:rtl w:val="false"/>
              </w:rPr>
              <w:t xml:space="preserve">VAT rate</w:t>
            </w: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5D25C7F9" w14:textId="77777777">
            <w:pPr>
              <w:pStyle w:val="RedaliaNormal"/>
              <w:bidi w:val="false"/>
            </w:pPr>
            <w:r>
              <w:rPr>
                <w:rtl w:val="false"/>
              </w:rPr>
              <w:t xml:space="preserve">Amount including tax (€)</w:t>
            </w:r>
          </w:p>
        </w:tc>
      </w:tr>
      <w:tr w:rsidR="00ED2B6B" w14:paraId="1A743F6E" w14:textId="7777777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C65ECF" w14:paraId="72B68183" w14:textId="77777777">
            <w:pPr>
              <w:pStyle w:val="RedaliaContenudetableau"/>
              <w:bidi w:val="false"/>
            </w:pPr>
            <w:r>
              <w:rPr>
                <w:rtl w:val="false"/>
              </w:rPr>
              <w:t xml:space="preserve">Corporate name: .............</w:t>
            </w:r>
          </w:p>
          <w:p w:rsidR="00ED2B6B" w:rsidRDefault="00C65ECF" w14:paraId="5E9384EF" w14:textId="77777777">
            <w:pPr>
              <w:pStyle w:val="RedaliaContenudetableau"/>
              <w:bidi w:val="false"/>
            </w:pPr>
            <w:r>
              <w:rPr>
                <w:rtl w:val="false"/>
              </w:rPr>
              <w:t xml:space="preserve">...…………………………………...</w:t>
            </w:r>
          </w:p>
          <w:p w:rsidR="00ED2B6B" w:rsidRDefault="00C65ECF" w14:paraId="5C5FB8E3" w14:textId="77777777">
            <w:pPr>
              <w:pStyle w:val="RedaliaContenudetableau"/>
              <w:bidi w:val="false"/>
            </w:pPr>
            <w:r>
              <w:rPr>
                <w:rtl w:val="false"/>
              </w:rPr>
              <w:t xml:space="preserve">...…………………………………...</w:t>
            </w:r>
          </w:p>
          <w:p w:rsidR="00ED2B6B" w:rsidRDefault="00C65ECF" w14:paraId="5F44C42A" w14:textId="77777777">
            <w:pPr>
              <w:pStyle w:val="RedaliaContenudetableau"/>
              <w:bidi w:val="false"/>
            </w:pPr>
            <w:r>
              <w:rPr>
                <w:rtl w:val="false"/>
              </w:rPr>
              <w:t xml:space="preserve">...…………………………………...</w:t>
            </w:r>
          </w:p>
          <w:p w:rsidR="00ED2B6B" w:rsidRDefault="00C65ECF" w14:paraId="6C266815" w14:textId="77777777">
            <w:pPr>
              <w:pStyle w:val="RedaliaContenudetableau"/>
              <w:bidi w:val="false"/>
            </w:pPr>
            <w:r>
              <w:rPr>
                <w:rtl w:val="false"/>
              </w:rPr>
              <w:t xml:space="preserve">...…………………………………...</w:t>
            </w:r>
          </w:p>
          <w:p w:rsidR="00ED2B6B" w:rsidRDefault="00C65ECF" w14:paraId="1873CBE4" w14:textId="77777777">
            <w:pPr>
              <w:pStyle w:val="RedaliaContenudetableau"/>
              <w:bidi w:val="false"/>
            </w:pPr>
            <w:r>
              <w:rPr>
                <w:rtl w:val="false"/>
              </w:rP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2D61B0C9" w14:textId="77777777">
            <w:pPr>
              <w:pStyle w:val="RedaliaContenudetableau"/>
              <w:rPr>
                <w:sz w:val="16"/>
              </w:rPr>
            </w:pPr>
          </w:p>
          <w:p w:rsidR="00ED2B6B" w:rsidRDefault="00ED2B6B" w14:paraId="17C7E963" w14:textId="77777777">
            <w:pPr>
              <w:pStyle w:val="RedaliaContenudetableau"/>
              <w:rPr>
                <w:sz w:val="16"/>
              </w:rPr>
            </w:pPr>
          </w:p>
          <w:p w:rsidR="00ED2B6B" w:rsidRDefault="00ED2B6B" w14:paraId="6B5130B0" w14:textId="77777777">
            <w:pPr>
              <w:pStyle w:val="RedaliaContenudetableau"/>
              <w:rPr>
                <w:sz w:val="16"/>
              </w:rPr>
            </w:pPr>
          </w:p>
          <w:p w:rsidR="00ED2B6B" w:rsidRDefault="00ED2B6B" w14:paraId="24C5B2D8" w14:textId="77777777">
            <w:pPr>
              <w:pStyle w:val="RedaliaContenudetableau"/>
              <w:rPr>
                <w:sz w:val="16"/>
              </w:rPr>
            </w:pPr>
          </w:p>
          <w:p w:rsidR="00ED2B6B" w:rsidRDefault="00ED2B6B" w14:paraId="4F6AD951" w14:textId="77777777">
            <w:pPr>
              <w:pStyle w:val="RedaliaContenudetableau"/>
              <w:rPr>
                <w:sz w:val="16"/>
              </w:rPr>
            </w:pPr>
          </w:p>
          <w:p w:rsidR="00ED2B6B" w:rsidRDefault="00ED2B6B" w14:paraId="511FD1E4" w14:textId="77777777">
            <w:pPr>
              <w:pStyle w:val="RedaliaContenudetableau"/>
              <w:rPr>
                <w:sz w:val="16"/>
              </w:rPr>
            </w:pPr>
          </w:p>
          <w:p w:rsidR="00ED2B6B" w:rsidRDefault="00ED2B6B" w14:paraId="4CC3ED05"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1368C6D0"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359FE5EA"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52441F5E" w14:textId="77777777">
            <w:pPr>
              <w:pStyle w:val="RedaliaContenudetableau"/>
              <w:rPr>
                <w:sz w:val="16"/>
              </w:rPr>
            </w:pPr>
          </w:p>
        </w:tc>
      </w:tr>
      <w:tr w:rsidR="00ED2B6B" w14:paraId="58BC0D2D" w14:textId="777777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C65ECF" w14:paraId="78B2101C" w14:textId="77777777">
            <w:pPr>
              <w:pStyle w:val="RedaliaContenudetableau"/>
              <w:bidi w:val="false"/>
            </w:pPr>
            <w:r>
              <w:rPr>
                <w:rtl w:val="false"/>
              </w:rPr>
              <w:t xml:space="preserve">Corporate name: .............</w:t>
            </w:r>
          </w:p>
          <w:p w:rsidR="00ED2B6B" w:rsidRDefault="00C65ECF" w14:paraId="6221085E" w14:textId="77777777">
            <w:pPr>
              <w:pStyle w:val="RedaliaContenudetableau"/>
              <w:bidi w:val="false"/>
            </w:pPr>
            <w:r>
              <w:rPr>
                <w:rtl w:val="false"/>
              </w:rPr>
              <w:t xml:space="preserve">...…………………………………...</w:t>
            </w:r>
          </w:p>
          <w:p w:rsidR="00ED2B6B" w:rsidRDefault="00C65ECF" w14:paraId="284AE447" w14:textId="77777777">
            <w:pPr>
              <w:pStyle w:val="RedaliaContenudetableau"/>
              <w:bidi w:val="false"/>
            </w:pPr>
            <w:r>
              <w:rPr>
                <w:rtl w:val="false"/>
              </w:rPr>
              <w:t xml:space="preserve">...…………………………………...</w:t>
            </w:r>
          </w:p>
          <w:p w:rsidR="00ED2B6B" w:rsidRDefault="00C65ECF" w14:paraId="5C24415F" w14:textId="77777777">
            <w:pPr>
              <w:pStyle w:val="RedaliaContenudetableau"/>
              <w:bidi w:val="false"/>
            </w:pPr>
            <w:r>
              <w:rPr>
                <w:rtl w:val="false"/>
              </w:rPr>
              <w:t xml:space="preserve">...…………………………………...</w:t>
            </w:r>
          </w:p>
          <w:p w:rsidR="00ED2B6B" w:rsidRDefault="00C65ECF" w14:paraId="75ECC196" w14:textId="77777777">
            <w:pPr>
              <w:pStyle w:val="RedaliaContenudetableau"/>
              <w:bidi w:val="false"/>
            </w:pPr>
            <w:r>
              <w:rPr>
                <w:rtl w:val="false"/>
              </w:rPr>
              <w:t xml:space="preserve">...…………………………………...</w:t>
            </w:r>
          </w:p>
          <w:p w:rsidR="00ED2B6B" w:rsidRDefault="00C65ECF" w14:paraId="16CB7CCC" w14:textId="77777777">
            <w:pPr>
              <w:pStyle w:val="RedaliaContenudetableau"/>
              <w:bidi w:val="false"/>
            </w:pPr>
            <w:r>
              <w:rPr>
                <w:rtl w:val="false"/>
              </w:rP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177F67C4" w14:textId="77777777">
            <w:pPr>
              <w:pStyle w:val="RedaliaContenudetableau"/>
              <w:rPr>
                <w:sz w:val="16"/>
              </w:rPr>
            </w:pPr>
          </w:p>
          <w:p w:rsidR="00ED2B6B" w:rsidRDefault="00ED2B6B" w14:paraId="0DBC92E3" w14:textId="77777777">
            <w:pPr>
              <w:pStyle w:val="RedaliaContenudetableau"/>
              <w:rPr>
                <w:sz w:val="16"/>
              </w:rPr>
            </w:pPr>
          </w:p>
          <w:p w:rsidR="00ED2B6B" w:rsidRDefault="00ED2B6B" w14:paraId="165BC949" w14:textId="77777777">
            <w:pPr>
              <w:pStyle w:val="RedaliaContenudetableau"/>
              <w:rPr>
                <w:sz w:val="16"/>
              </w:rPr>
            </w:pPr>
          </w:p>
          <w:p w:rsidR="00ED2B6B" w:rsidRDefault="00ED2B6B" w14:paraId="5A45BF8C" w14:textId="77777777">
            <w:pPr>
              <w:pStyle w:val="RedaliaContenudetableau"/>
              <w:rPr>
                <w:sz w:val="16"/>
              </w:rPr>
            </w:pPr>
          </w:p>
          <w:p w:rsidR="00ED2B6B" w:rsidRDefault="00ED2B6B" w14:paraId="40D24962" w14:textId="77777777">
            <w:pPr>
              <w:pStyle w:val="RedaliaContenudetableau"/>
              <w:rPr>
                <w:sz w:val="16"/>
              </w:rPr>
            </w:pPr>
          </w:p>
          <w:p w:rsidR="00ED2B6B" w:rsidRDefault="00ED2B6B" w14:paraId="5E56012D" w14:textId="77777777">
            <w:pPr>
              <w:pStyle w:val="RedaliaContenudetableau"/>
              <w:rPr>
                <w:sz w:val="16"/>
              </w:rPr>
            </w:pPr>
          </w:p>
          <w:p w:rsidR="00ED2B6B" w:rsidRDefault="00ED2B6B" w14:paraId="24780D9E"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2CAF19F3" w14:textId="7777777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548357EB"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4DD0A7A4" w14:textId="77777777">
            <w:pPr>
              <w:pStyle w:val="RedaliaContenudetableau"/>
              <w:rPr>
                <w:sz w:val="16"/>
              </w:rPr>
            </w:pPr>
          </w:p>
        </w:tc>
      </w:tr>
      <w:tr w:rsidR="00ED2B6B" w14:paraId="38D6E819" w14:textId="7777777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C65ECF" w14:paraId="415265F1" w14:textId="77777777">
            <w:pPr>
              <w:pStyle w:val="RedaliaContenudetableau"/>
              <w:bidi w:val="false"/>
            </w:pPr>
            <w:r>
              <w:rPr>
                <w:rtl w:val="false"/>
              </w:rPr>
              <w:t xml:space="preserve">Corporate name: .............</w:t>
            </w:r>
          </w:p>
          <w:p w:rsidR="00ED2B6B" w:rsidRDefault="00C65ECF" w14:paraId="111DAC4A" w14:textId="77777777">
            <w:pPr>
              <w:pStyle w:val="RedaliaContenudetableau"/>
              <w:bidi w:val="false"/>
            </w:pPr>
            <w:r>
              <w:rPr>
                <w:rtl w:val="false"/>
              </w:rPr>
              <w:t xml:space="preserve">...…………………………………...</w:t>
            </w:r>
          </w:p>
          <w:p w:rsidR="00ED2B6B" w:rsidRDefault="00C65ECF" w14:paraId="3A674F47" w14:textId="77777777">
            <w:pPr>
              <w:pStyle w:val="RedaliaContenudetableau"/>
              <w:bidi w:val="false"/>
            </w:pPr>
            <w:r>
              <w:rPr>
                <w:rtl w:val="false"/>
              </w:rPr>
              <w:t xml:space="preserve">...…………………………………...</w:t>
            </w:r>
          </w:p>
          <w:p w:rsidR="00ED2B6B" w:rsidRDefault="00C65ECF" w14:paraId="285919B5" w14:textId="77777777">
            <w:pPr>
              <w:pStyle w:val="RedaliaContenudetableau"/>
              <w:bidi w:val="false"/>
            </w:pPr>
            <w:r>
              <w:rPr>
                <w:rtl w:val="false"/>
              </w:rPr>
              <w:t xml:space="preserve">...…………………………………...</w:t>
            </w:r>
          </w:p>
          <w:p w:rsidR="00ED2B6B" w:rsidRDefault="00C65ECF" w14:paraId="7D3BF018" w14:textId="77777777">
            <w:pPr>
              <w:pStyle w:val="RedaliaContenudetableau"/>
              <w:bidi w:val="false"/>
            </w:pPr>
            <w:r>
              <w:rPr>
                <w:rtl w:val="false"/>
              </w:rPr>
              <w:t xml:space="preserve">...…………………………………...</w:t>
            </w:r>
          </w:p>
          <w:p w:rsidR="00ED2B6B" w:rsidRDefault="00C65ECF" w14:paraId="7F76C386" w14:textId="77777777">
            <w:pPr>
              <w:pStyle w:val="RedaliaContenudetableau"/>
              <w:bidi w:val="false"/>
            </w:pPr>
            <w:r>
              <w:rPr>
                <w:rtl w:val="false"/>
              </w:rP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0A37E0CC" w14:textId="77777777">
            <w:pPr>
              <w:pStyle w:val="RedaliaContenudetableau"/>
              <w:rPr>
                <w:sz w:val="16"/>
              </w:rPr>
            </w:pPr>
          </w:p>
          <w:p w:rsidR="00ED2B6B" w:rsidRDefault="00ED2B6B" w14:paraId="1CB7A1FE" w14:textId="77777777">
            <w:pPr>
              <w:pStyle w:val="RedaliaContenudetableau"/>
              <w:rPr>
                <w:sz w:val="16"/>
              </w:rPr>
            </w:pPr>
          </w:p>
          <w:p w:rsidR="00ED2B6B" w:rsidRDefault="00ED2B6B" w14:paraId="4BCE435F" w14:textId="77777777">
            <w:pPr>
              <w:pStyle w:val="RedaliaContenudetableau"/>
              <w:rPr>
                <w:sz w:val="16"/>
              </w:rPr>
            </w:pPr>
          </w:p>
          <w:p w:rsidR="00ED2B6B" w:rsidRDefault="00ED2B6B" w14:paraId="42FB72E5" w14:textId="77777777">
            <w:pPr>
              <w:pStyle w:val="RedaliaContenudetableau"/>
              <w:rPr>
                <w:sz w:val="16"/>
              </w:rPr>
            </w:pPr>
          </w:p>
          <w:p w:rsidR="00ED2B6B" w:rsidRDefault="00ED2B6B" w14:paraId="43739DCC" w14:textId="77777777">
            <w:pPr>
              <w:pStyle w:val="RedaliaContenudetableau"/>
              <w:rPr>
                <w:sz w:val="16"/>
              </w:rPr>
            </w:pPr>
          </w:p>
          <w:p w:rsidR="00ED2B6B" w:rsidRDefault="00ED2B6B" w14:paraId="45797672" w14:textId="77777777">
            <w:pPr>
              <w:pStyle w:val="RedaliaContenudetableau"/>
              <w:rPr>
                <w:sz w:val="16"/>
              </w:rPr>
            </w:pPr>
          </w:p>
          <w:p w:rsidR="00ED2B6B" w:rsidRDefault="00ED2B6B" w14:paraId="5FC1DD5C"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2B560C7B"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1F29A067"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1AFB6178" w14:textId="77777777">
            <w:pPr>
              <w:pStyle w:val="RedaliaContenudetableau"/>
              <w:rPr>
                <w:sz w:val="16"/>
              </w:rPr>
            </w:pPr>
          </w:p>
        </w:tc>
      </w:tr>
      <w:tr w:rsidR="00ED2B6B" w14:paraId="26B5CBB0" w14:textId="777777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C65ECF" w14:paraId="2792E711" w14:textId="77777777">
            <w:pPr>
              <w:pStyle w:val="RedaliaContenudetableau"/>
              <w:bidi w:val="false"/>
            </w:pPr>
            <w:r>
              <w:rPr>
                <w:rtl w:val="false"/>
              </w:rPr>
              <w:t xml:space="preserve">Corporate name: .............</w:t>
            </w:r>
          </w:p>
          <w:p w:rsidR="00ED2B6B" w:rsidRDefault="00C65ECF" w14:paraId="49B744CD" w14:textId="77777777">
            <w:pPr>
              <w:pStyle w:val="RedaliaContenudetableau"/>
              <w:bidi w:val="false"/>
            </w:pPr>
            <w:r>
              <w:rPr>
                <w:rtl w:val="false"/>
              </w:rPr>
              <w:t xml:space="preserve">...…………………………………...</w:t>
            </w:r>
          </w:p>
          <w:p w:rsidR="00ED2B6B" w:rsidRDefault="00C65ECF" w14:paraId="16D74D35" w14:textId="77777777">
            <w:pPr>
              <w:pStyle w:val="RedaliaContenudetableau"/>
              <w:bidi w:val="false"/>
            </w:pPr>
            <w:r>
              <w:rPr>
                <w:rtl w:val="false"/>
              </w:rPr>
              <w:t xml:space="preserve">...…………………………………...</w:t>
            </w:r>
          </w:p>
          <w:p w:rsidR="00ED2B6B" w:rsidRDefault="00C65ECF" w14:paraId="5CB9B0D6" w14:textId="77777777">
            <w:pPr>
              <w:pStyle w:val="RedaliaContenudetableau"/>
              <w:bidi w:val="false"/>
            </w:pPr>
            <w:r>
              <w:rPr>
                <w:rtl w:val="false"/>
              </w:rPr>
              <w:t xml:space="preserve">...…………………………………...</w:t>
            </w:r>
          </w:p>
          <w:p w:rsidR="00ED2B6B" w:rsidRDefault="00C65ECF" w14:paraId="5AC1DFA0" w14:textId="77777777">
            <w:pPr>
              <w:pStyle w:val="RedaliaContenudetableau"/>
              <w:bidi w:val="false"/>
            </w:pPr>
            <w:r>
              <w:rPr>
                <w:rtl w:val="false"/>
              </w:rPr>
              <w:t xml:space="preserve">...…………………………………...</w:t>
            </w:r>
          </w:p>
          <w:p w:rsidR="00ED2B6B" w:rsidRDefault="00C65ECF" w14:paraId="5AACEDD1" w14:textId="77777777">
            <w:pPr>
              <w:pStyle w:val="RedaliaContenudetableau"/>
              <w:bidi w:val="false"/>
            </w:pPr>
            <w:r>
              <w:rPr>
                <w:rtl w:val="false"/>
              </w:rP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372C4BF5" w14:textId="77777777">
            <w:pPr>
              <w:pStyle w:val="RedaliaContenudetableau"/>
              <w:rPr>
                <w:sz w:val="16"/>
              </w:rPr>
            </w:pPr>
          </w:p>
          <w:p w:rsidR="00ED2B6B" w:rsidRDefault="00ED2B6B" w14:paraId="396AD876" w14:textId="77777777">
            <w:pPr>
              <w:pStyle w:val="RedaliaContenudetableau"/>
              <w:rPr>
                <w:sz w:val="16"/>
              </w:rPr>
            </w:pPr>
          </w:p>
          <w:p w:rsidR="00ED2B6B" w:rsidRDefault="00ED2B6B" w14:paraId="52FEF444" w14:textId="77777777">
            <w:pPr>
              <w:pStyle w:val="RedaliaContenudetableau"/>
              <w:rPr>
                <w:sz w:val="16"/>
              </w:rPr>
            </w:pPr>
          </w:p>
          <w:p w:rsidR="00ED2B6B" w:rsidRDefault="00ED2B6B" w14:paraId="19EDC6E6" w14:textId="77777777">
            <w:pPr>
              <w:pStyle w:val="RedaliaContenudetableau"/>
              <w:rPr>
                <w:sz w:val="16"/>
              </w:rPr>
            </w:pPr>
          </w:p>
          <w:p w:rsidR="00ED2B6B" w:rsidRDefault="00ED2B6B" w14:paraId="51F41223" w14:textId="77777777">
            <w:pPr>
              <w:pStyle w:val="RedaliaContenudetableau"/>
              <w:rPr>
                <w:sz w:val="16"/>
              </w:rPr>
            </w:pPr>
          </w:p>
          <w:p w:rsidR="00ED2B6B" w:rsidRDefault="00ED2B6B" w14:paraId="1B68A57B" w14:textId="77777777">
            <w:pPr>
              <w:pStyle w:val="RedaliaContenudetableau"/>
              <w:rPr>
                <w:sz w:val="16"/>
              </w:rPr>
            </w:pPr>
          </w:p>
          <w:p w:rsidR="00ED2B6B" w:rsidRDefault="00ED2B6B" w14:paraId="18A10E37"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75AB2619"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41E19048"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0568F619" w14:textId="77777777">
            <w:pPr>
              <w:pStyle w:val="RedaliaContenudetableau"/>
              <w:rPr>
                <w:sz w:val="16"/>
              </w:rPr>
            </w:pPr>
          </w:p>
        </w:tc>
      </w:tr>
      <w:tr w:rsidR="00ED2B6B" w14:paraId="64ABEB1B" w14:textId="7777777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C65ECF" w14:paraId="2753F807" w14:textId="77777777">
            <w:pPr>
              <w:pStyle w:val="RedaliaContenudetableau"/>
              <w:bidi w:val="false"/>
            </w:pPr>
            <w:r>
              <w:rPr>
                <w:rtl w:val="false"/>
              </w:rPr>
              <w:t xml:space="preserve">Corporate name: .............</w:t>
            </w:r>
          </w:p>
          <w:p w:rsidR="00ED2B6B" w:rsidRDefault="00C65ECF" w14:paraId="5B5EFD42" w14:textId="77777777">
            <w:pPr>
              <w:pStyle w:val="RedaliaContenudetableau"/>
              <w:bidi w:val="false"/>
            </w:pPr>
            <w:r>
              <w:rPr>
                <w:rtl w:val="false"/>
              </w:rPr>
              <w:t xml:space="preserve">...…………………………………...</w:t>
            </w:r>
          </w:p>
          <w:p w:rsidR="00ED2B6B" w:rsidRDefault="00C65ECF" w14:paraId="6626A936" w14:textId="77777777">
            <w:pPr>
              <w:pStyle w:val="RedaliaContenudetableau"/>
              <w:bidi w:val="false"/>
            </w:pPr>
            <w:r>
              <w:rPr>
                <w:rtl w:val="false"/>
              </w:rPr>
              <w:t xml:space="preserve">...…………………………………...</w:t>
            </w:r>
          </w:p>
          <w:p w:rsidR="00ED2B6B" w:rsidRDefault="00C65ECF" w14:paraId="74366D75" w14:textId="77777777">
            <w:pPr>
              <w:pStyle w:val="RedaliaContenudetableau"/>
              <w:bidi w:val="false"/>
            </w:pPr>
            <w:r>
              <w:rPr>
                <w:rtl w:val="false"/>
              </w:rPr>
              <w:t xml:space="preserve">...…………………………………...</w:t>
            </w:r>
          </w:p>
          <w:p w:rsidR="00ED2B6B" w:rsidRDefault="00C65ECF" w14:paraId="67121078" w14:textId="77777777">
            <w:pPr>
              <w:pStyle w:val="RedaliaContenudetableau"/>
              <w:bidi w:val="false"/>
            </w:pPr>
            <w:r>
              <w:rPr>
                <w:rtl w:val="false"/>
              </w:rPr>
              <w:t xml:space="preserve">...…………………………………...</w:t>
            </w:r>
          </w:p>
          <w:p w:rsidR="00ED2B6B" w:rsidRDefault="00C65ECF" w14:paraId="3B0ECC3F" w14:textId="77777777">
            <w:pPr>
              <w:pStyle w:val="RedaliaContenudetableau"/>
              <w:bidi w:val="false"/>
            </w:pPr>
            <w:r>
              <w:rPr>
                <w:rtl w:val="false"/>
              </w:rP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41BE6201" w14:textId="77777777">
            <w:pPr>
              <w:pStyle w:val="RedaliaContenudetableau"/>
              <w:rPr>
                <w:sz w:val="16"/>
              </w:rPr>
            </w:pPr>
          </w:p>
          <w:p w:rsidR="00ED2B6B" w:rsidRDefault="00ED2B6B" w14:paraId="3FC2A764" w14:textId="77777777">
            <w:pPr>
              <w:pStyle w:val="RedaliaContenudetableau"/>
              <w:rPr>
                <w:sz w:val="16"/>
              </w:rPr>
            </w:pPr>
          </w:p>
          <w:p w:rsidR="00ED2B6B" w:rsidRDefault="00ED2B6B" w14:paraId="299C77CE" w14:textId="77777777">
            <w:pPr>
              <w:pStyle w:val="RedaliaContenudetableau"/>
              <w:rPr>
                <w:sz w:val="16"/>
              </w:rPr>
            </w:pPr>
          </w:p>
          <w:p w:rsidR="00ED2B6B" w:rsidRDefault="00ED2B6B" w14:paraId="72ACD075" w14:textId="77777777">
            <w:pPr>
              <w:pStyle w:val="RedaliaContenudetableau"/>
              <w:rPr>
                <w:sz w:val="16"/>
              </w:rPr>
            </w:pPr>
          </w:p>
          <w:p w:rsidR="00ED2B6B" w:rsidRDefault="00ED2B6B" w14:paraId="6AC6024D" w14:textId="77777777">
            <w:pPr>
              <w:pStyle w:val="RedaliaContenudetableau"/>
              <w:rPr>
                <w:sz w:val="16"/>
              </w:rPr>
            </w:pPr>
          </w:p>
          <w:p w:rsidR="00ED2B6B" w:rsidRDefault="00ED2B6B" w14:paraId="49533018" w14:textId="77777777">
            <w:pPr>
              <w:pStyle w:val="RedaliaContenudetableau"/>
              <w:rPr>
                <w:sz w:val="16"/>
              </w:rPr>
            </w:pPr>
          </w:p>
          <w:p w:rsidR="00ED2B6B" w:rsidRDefault="00ED2B6B" w14:paraId="1768E6C2" w14:textId="7777777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2E695261" w14:textId="7777777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198A2C08" w14:textId="7777777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64C7EBBF" w14:textId="77777777">
            <w:pPr>
              <w:pStyle w:val="RedaliaContenudetableau"/>
              <w:rPr>
                <w:sz w:val="16"/>
              </w:rPr>
            </w:pPr>
          </w:p>
        </w:tc>
      </w:tr>
      <w:tr w:rsidR="00ED2B6B" w14:paraId="6A2AE5F4" w14:textId="77777777">
        <w:tblPrEx>
          <w:tblCellMar>
            <w:top w:w="0" w:type="dxa"/>
            <w:bottom w:w="0" w:type="dxa"/>
          </w:tblCellMar>
        </w:tblPrEx>
        <w:trPr>
          <w:cantSplit/>
          <w:trHeight w:val="547"/>
        </w:trPr>
        <w:tc>
          <w:tcPr>
            <w:tcW w:w="2836" w:type="dxa"/>
            <w:tcBorders>
              <w:top w:val="single" w:color="000000" w:sz="6" w:space="0"/>
              <w:right w:val="single" w:color="000000" w:sz="6" w:space="0"/>
            </w:tcBorders>
            <w:shd w:val="clear" w:color="auto" w:fill="auto"/>
            <w:tcMar>
              <w:top w:w="0" w:type="dxa"/>
              <w:left w:w="79" w:type="dxa"/>
              <w:bottom w:w="0" w:type="dxa"/>
              <w:right w:w="79" w:type="dxa"/>
            </w:tcMar>
          </w:tcPr>
          <w:p w:rsidR="00ED2B6B" w:rsidRDefault="00ED2B6B" w14:paraId="32675A27" w14:textId="77777777">
            <w:pPr>
              <w:pStyle w:val="RedaliaNormal"/>
            </w:pPr>
          </w:p>
          <w:p w:rsidR="00ED2B6B" w:rsidRDefault="00ED2B6B" w14:paraId="41FA60DC" w14:textId="77777777">
            <w:pPr>
              <w:pStyle w:val="RedaliaNormal"/>
            </w:pPr>
          </w:p>
          <w:p w:rsidR="00ED2B6B" w:rsidRDefault="00ED2B6B" w14:paraId="3D62B7D5" w14:textId="77777777">
            <w:pPr>
              <w:pStyle w:val="RedaliaNormal"/>
            </w:pP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D2B6B" w:rsidRDefault="00C65ECF" w14:paraId="0F332D0A" w14:textId="77777777">
            <w:pPr>
              <w:pStyle w:val="RedaliaNormal"/>
              <w:bidi w:val="false"/>
              <w:rPr>
                <w:i/>
              </w:rPr>
            </w:pPr>
            <w:r>
              <w:rPr>
                <w:i/>
                <w:rtl w:val="false"/>
              </w:rPr>
              <w:t xml:space="preserve">Totals</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39539720" w14:textId="7777777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56D96CD5" w14:textId="7777777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D2B6B" w:rsidRDefault="00ED2B6B" w14:paraId="6E3108C8" w14:textId="77777777">
            <w:pPr>
              <w:pStyle w:val="RedaliaNormal"/>
              <w:rPr>
                <w:sz w:val="16"/>
              </w:rPr>
            </w:pPr>
          </w:p>
        </w:tc>
      </w:tr>
    </w:tbl>
    <w:p w:rsidR="00ED2B6B" w:rsidRDefault="00ED2B6B" w14:paraId="0AC4A0E1" w14:textId="77777777">
      <w:pPr>
        <w:pStyle w:val="RedaliaNormal"/>
        <w:pageBreakBefore/>
      </w:pPr>
    </w:p>
    <w:p w:rsidR="00ED2B6B" w:rsidRDefault="00C65ECF" w14:paraId="345C860C" w14:textId="77777777">
      <w:pPr>
        <w:pStyle w:val="RedaliaTitre1"/>
        <w:bidi w:val="false"/>
      </w:pPr>
      <w:bookmarkStart w:name="__RefHeading___Toc11295_1436561398" w:id="364"/>
      <w:bookmarkStart w:name="_Toc200533665" w:id="365"/>
      <w:bookmarkStart w:name="_Toc201048552" w:id="366"/>
      <w:bookmarkStart w:name="_Toc217035035" w:id="367"/>
      <w:bookmarkStart w:name="_Toc221871319" w:id="368"/>
      <w:r>
        <w:rPr>
          <w:rtl w:val="false"/>
        </w:rPr>
        <w:t xml:space="preserve">Appendix: Pledge or assignment of receivables</w:t>
      </w:r>
      <w:bookmarkEnd w:id="364"/>
      <w:bookmarkEnd w:id="365"/>
      <w:bookmarkEnd w:id="366"/>
      <w:bookmarkEnd w:id="367"/>
      <w:bookmarkEnd w:id="368"/>
    </w:p>
    <w:p w:rsidR="00ED2B6B" w:rsidRDefault="00ED2B6B" w14:paraId="5C8F3793" w14:textId="77777777">
      <w:pPr>
        <w:pStyle w:val="RedaliaNormal"/>
      </w:pPr>
    </w:p>
    <w:p w:rsidR="00ED2B6B" w:rsidRDefault="00ED2B6B" w14:paraId="7D53EB99" w14:textId="77777777">
      <w:pPr>
        <w:pStyle w:val="RedaliaNormal"/>
      </w:pPr>
    </w:p>
    <w:p w:rsidR="00ED2B6B" w:rsidRDefault="00C65ECF" w14:paraId="17824DB0" w14:textId="77777777">
      <w:pPr>
        <w:pStyle w:val="RedaliaNormal"/>
        <w:bidi w:val="false"/>
      </w:pPr>
      <w:bookmarkStart w:name="formcheckbox_off_22" w:id="369"/>
      <w:r>
        <w:rPr>
          <w:rFonts w:ascii="Wingdings" w:hAnsi="Wingdings" w:eastAsia="Wingdings" w:cs="Wingdings"/>
        </w:rPr>
        <w:t></w:t>
      </w:r>
      <w:bookmarkEnd w:id="369"/>
      <w:r>
        <w:rPr>
          <w:rtl w:val="false"/>
        </w:rPr>
        <w:t xml:space="preserve"> </w:t>
      </w:r>
      <w:r>
        <w:rPr>
          <w:b/>
          <w:rtl w:val="false"/>
        </w:rPr>
        <w:t xml:space="preserve">Certificate of transferability</w:t>
      </w:r>
      <w:r>
        <w:rPr>
          <w:rtl w:val="false"/>
        </w:rPr>
        <w:t xml:space="preserve"> established (1) on the date of ………………………….. to ……………………………………</w:t>
      </w:r>
    </w:p>
    <w:p w:rsidR="00ED2B6B" w:rsidRDefault="00ED2B6B" w14:paraId="7CEB0B36" w14:textId="77777777">
      <w:pPr>
        <w:pStyle w:val="RedaliaNormal"/>
      </w:pPr>
    </w:p>
    <w:p w:rsidR="00ED2B6B" w:rsidRDefault="00C65ECF" w14:paraId="601A123F" w14:textId="77777777">
      <w:pPr>
        <w:pStyle w:val="RedaliaNormal"/>
        <w:bidi w:val="false"/>
        <w:jc w:val="center"/>
        <w:rPr>
          <w:b/>
        </w:rPr>
      </w:pPr>
      <w:r>
        <w:rPr>
          <w:b/>
          <w:rtl w:val="false"/>
        </w:rPr>
        <w:t xml:space="preserve">OR</w:t>
      </w:r>
    </w:p>
    <w:p w:rsidR="00ED2B6B" w:rsidRDefault="00ED2B6B" w14:paraId="633AEFFF" w14:textId="77777777">
      <w:pPr>
        <w:pStyle w:val="RedaliaNormal"/>
      </w:pPr>
    </w:p>
    <w:p w:rsidR="00ED2B6B" w:rsidRDefault="00C65ECF" w14:paraId="6716062A" w14:textId="77777777">
      <w:pPr>
        <w:pStyle w:val="RedaliaNormal"/>
        <w:bidi w:val="false"/>
      </w:pPr>
      <w:bookmarkStart w:name="formcheckbox_off_23" w:id="370"/>
      <w:r>
        <w:rPr>
          <w:rFonts w:ascii="Wingdings" w:hAnsi="Wingdings" w:eastAsia="Wingdings" w:cs="Wingdings"/>
        </w:rPr>
        <w:t></w:t>
      </w:r>
      <w:bookmarkEnd w:id="370"/>
      <w:r>
        <w:rPr>
          <w:rtl w:val="false"/>
        </w:rPr>
        <w:t xml:space="preserve"> </w:t>
      </w:r>
      <w:r>
        <w:rPr>
          <w:b/>
          <w:rtl w:val="false"/>
        </w:rPr>
        <w:t xml:space="preserve">Copy issued in a single copy</w:t>
      </w:r>
      <w:r>
        <w:rPr>
          <w:rtl w:val="false"/>
        </w:rPr>
        <w:t xml:space="preserve"> (1) to be handed over to the credit institution in case of assignment or pledge of debt of:</w:t>
      </w:r>
    </w:p>
    <w:p w:rsidR="00ED2B6B" w:rsidRDefault="00C65ECF" w14:paraId="52F7751D" w14:textId="77777777">
      <w:pPr>
        <w:pStyle w:val="RedaliaNormal"/>
        <w:bidi w:val="false"/>
      </w:pPr>
      <w:r>
        <w:rPr>
          <w:rtl w:val="false"/>
        </w:rPr>
        <w:t xml:space="preserve">1 The entirety of the framework agreement whose amount is </w:t>
      </w:r>
      <w:bookmarkStart w:name="formcheckbox_off_24" w:id="371"/>
      <w:r>
        <w:rPr>
          <w:rFonts w:ascii="Wingdings" w:hAnsi="Wingdings" w:eastAsia="Wingdings" w:cs="Wingdings"/>
        </w:rPr>
        <w:t></w:t>
      </w:r>
      <w:bookmarkEnd w:id="371"/>
      <w:r>
        <w:rPr>
          <w:rtl w:val="false"/>
        </w:rPr>
        <w:t xml:space="preserve"/>
      </w:r>
      <w:r>
        <w:rPr>
          <w:i/>
          <w:rtl w:val="false"/>
        </w:rPr>
        <w:t xml:space="preserve">(indicate the amount in figures and letters)</w:t>
      </w:r>
      <w:r>
        <w:rPr>
          <w:rtl w:val="false"/>
        </w:rPr>
        <w:t xml:space="preserve">: ……………………………………………………………………………………………………………</w:t>
      </w:r>
    </w:p>
    <w:p w:rsidR="00ED2B6B" w:rsidRDefault="00C65ECF" w14:paraId="7A54BD09" w14:textId="77777777">
      <w:pPr>
        <w:pStyle w:val="RedaliaNormal"/>
        <w:bidi w:val="false"/>
      </w:pPr>
      <w:r>
        <w:rPr>
          <w:rtl w:val="false"/>
        </w:rPr>
        <w:t xml:space="preserve">……………………………………………………………………………………………………………</w:t>
      </w:r>
    </w:p>
    <w:p w:rsidR="00ED2B6B" w:rsidRDefault="00C65ECF" w14:paraId="1FE50ADE" w14:textId="77777777">
      <w:pPr>
        <w:pStyle w:val="RedaliaNormal"/>
        <w:bidi w:val="false"/>
      </w:pPr>
      <w:r>
        <w:rPr>
          <w:rtl w:val="false"/>
        </w:rPr>
        <w:t xml:space="preserve">……………………………………………………………………………………………………………</w:t>
      </w:r>
    </w:p>
    <w:p w:rsidR="00ED2B6B" w:rsidRDefault="00C65ECF" w14:paraId="30DE9F38" w14:textId="77777777">
      <w:pPr>
        <w:pStyle w:val="RedaliaNormal"/>
        <w:bidi w:val="false"/>
      </w:pPr>
      <w:r>
        <w:rPr>
          <w:rtl w:val="false"/>
        </w:rPr>
        <w:t xml:space="preserve">2 The totality of PO No.………………………………… pertaining to </w:t>
      </w:r>
      <w:bookmarkStart w:name="formcheckbox_off_25" w:id="372"/>
      <w:r>
        <w:rPr>
          <w:rFonts w:ascii="Wingdings" w:hAnsi="Wingdings" w:eastAsia="Wingdings" w:cs="Wingdings"/>
        </w:rPr>
        <w:t></w:t>
      </w:r>
      <w:bookmarkEnd w:id="372"/>
      <w:r>
        <w:rPr>
          <w:rtl w:val="false"/>
        </w:rPr>
        <w:t xml:space="preserve"/>
      </w:r>
      <w:r>
        <w:rPr>
          <w:i/>
          <w:rtl w:val="false"/>
        </w:rPr>
        <w:t xml:space="preserve">the framework agreement (indicate amount in numbers and letters)</w:t>
      </w:r>
      <w:r>
        <w:rPr>
          <w:rtl w:val="false"/>
        </w:rPr>
        <w:t xml:space="preserve">:</w:t>
      </w:r>
    </w:p>
    <w:p w:rsidR="00ED2B6B" w:rsidRDefault="00C65ECF" w14:paraId="678F0680" w14:textId="77777777">
      <w:pPr>
        <w:pStyle w:val="RedaliaNormal"/>
        <w:bidi w:val="false"/>
      </w:pPr>
      <w:r>
        <w:rPr>
          <w:rtl w:val="false"/>
        </w:rPr>
        <w:t xml:space="preserve">……………………………………………………………………………………………………………</w:t>
      </w:r>
    </w:p>
    <w:p w:rsidR="00ED2B6B" w:rsidRDefault="00C65ECF" w14:paraId="74F95090" w14:textId="77777777">
      <w:pPr>
        <w:pStyle w:val="RedaliaNormal"/>
        <w:bidi w:val="false"/>
      </w:pPr>
      <w:r>
        <w:rPr>
          <w:rtl w:val="false"/>
        </w:rPr>
        <w:t xml:space="preserve">……………………………………………………………………………………………………………</w:t>
      </w:r>
    </w:p>
    <w:p w:rsidR="00ED2B6B" w:rsidRDefault="00C65ECF" w14:paraId="1B948C04" w14:textId="77777777">
      <w:pPr>
        <w:pStyle w:val="RedaliaNormal"/>
        <w:bidi w:val="false"/>
      </w:pPr>
      <w:r>
        <w:rPr>
          <w:rtl w:val="false"/>
        </w:rPr>
        <w:t xml:space="preserve">……………………………………………………………………………………………………………</w:t>
      </w:r>
    </w:p>
    <w:p w:rsidR="00ED2B6B" w:rsidRDefault="00C65ECF" w14:paraId="2CCC37EB" w14:textId="77777777">
      <w:pPr>
        <w:pStyle w:val="RedaliaNormal"/>
        <w:bidi w:val="false"/>
      </w:pPr>
      <w:r>
        <w:rPr>
          <w:rtl w:val="false"/>
        </w:rPr>
        <w:t xml:space="preserve">3 The part of the services that the contractor does not intend to entrust to subcontractors benefiting from direct payment is evaluated at </w:t>
      </w:r>
      <w:bookmarkStart w:name="formcheckbox_off_26" w:id="373"/>
      <w:r>
        <w:rPr>
          <w:rFonts w:ascii="Wingdings" w:hAnsi="Wingdings" w:eastAsia="Wingdings" w:cs="Wingdings"/>
        </w:rPr>
        <w:t></w:t>
      </w:r>
      <w:bookmarkEnd w:id="373"/>
      <w:r>
        <w:rPr>
          <w:rtl w:val="false"/>
        </w:rPr>
        <w:t xml:space="preserve"/>
      </w:r>
      <w:r>
        <w:rPr>
          <w:i/>
          <w:rtl w:val="false"/>
        </w:rPr>
        <w:t xml:space="preserve">(indicate in figures and letters)</w:t>
      </w:r>
      <w:r>
        <w:rPr>
          <w:rtl w:val="false"/>
        </w:rPr>
        <w:t xml:space="preserve">: ……………………………………………………………………………………………………………</w:t>
      </w:r>
    </w:p>
    <w:p w:rsidR="00ED2B6B" w:rsidRDefault="00C65ECF" w14:paraId="3189EA45" w14:textId="77777777">
      <w:pPr>
        <w:pStyle w:val="RedaliaNormal"/>
        <w:bidi w:val="false"/>
      </w:pPr>
      <w:r>
        <w:rPr>
          <w:rtl w:val="false"/>
        </w:rPr>
        <w:t xml:space="preserve">……………………………………………………………………………………………………………</w:t>
      </w:r>
    </w:p>
    <w:p w:rsidR="00ED2B6B" w:rsidRDefault="00C65ECF" w14:paraId="12ED1FE0" w14:textId="77777777">
      <w:pPr>
        <w:pStyle w:val="RedaliaNormal"/>
        <w:bidi w:val="false"/>
      </w:pPr>
      <w:r>
        <w:rPr>
          <w:rtl w:val="false"/>
        </w:rPr>
        <w:t xml:space="preserve">……………………………………………………………………………………………………………</w:t>
      </w:r>
    </w:p>
    <w:p w:rsidR="00ED2B6B" w:rsidRDefault="00C65ECF" w14:paraId="2DECA0CE" w14:textId="77777777">
      <w:pPr>
        <w:pStyle w:val="RedaliaNormal"/>
        <w:bidi w:val="false"/>
      </w:pPr>
      <w:r>
        <w:rPr>
          <w:rtl w:val="false"/>
        </w:rPr>
        <w:t xml:space="preserve">4 The portion of benefits assessed at </w:t>
      </w:r>
      <w:bookmarkStart w:name="formcheckbox_off_27" w:id="374"/>
      <w:r>
        <w:rPr>
          <w:rFonts w:ascii="Wingdings" w:hAnsi="Wingdings" w:eastAsia="Wingdings" w:cs="Wingdings"/>
        </w:rPr>
        <w:t></w:t>
      </w:r>
      <w:bookmarkEnd w:id="374"/>
      <w:r>
        <w:rPr>
          <w:rtl w:val="false"/>
        </w:rPr>
        <w:t xml:space="preserve"/>
      </w:r>
      <w:r>
        <w:rPr>
          <w:i/>
          <w:rtl w:val="false"/>
        </w:rPr>
        <w:t xml:space="preserve">(indicate amount in figures and letters)</w:t>
      </w:r>
      <w:r>
        <w:rPr>
          <w:rtl w:val="false"/>
        </w:rPr>
        <w:t xml:space="preserve">: ……………………………………………………………………………………………………………</w:t>
      </w:r>
    </w:p>
    <w:p w:rsidR="00ED2B6B" w:rsidRDefault="00C65ECF" w14:paraId="69E1BCCD" w14:textId="77777777">
      <w:pPr>
        <w:pStyle w:val="RedaliaNormal"/>
        <w:bidi w:val="false"/>
      </w:pPr>
      <w:r>
        <w:rPr>
          <w:rtl w:val="false"/>
        </w:rPr>
        <w:t xml:space="preserve">……………………………………………………………………………………………………………</w:t>
      </w:r>
    </w:p>
    <w:p w:rsidR="00ED2B6B" w:rsidRDefault="00C65ECF" w14:paraId="1414E6A2" w14:textId="77777777">
      <w:pPr>
        <w:pStyle w:val="RedaliaNormal"/>
        <w:bidi w:val="false"/>
      </w:pPr>
      <w:r>
        <w:rPr>
          <w:rtl w:val="false"/>
        </w:rPr>
        <w:t xml:space="preserve">……………………………………………………………………………………………………………</w:t>
      </w:r>
    </w:p>
    <w:p w:rsidR="00ED2B6B" w:rsidRDefault="00C65ECF" w14:paraId="00E08662" w14:textId="77777777">
      <w:pPr>
        <w:pStyle w:val="RedaliaNormal"/>
        <w:bidi w:val="false"/>
      </w:pPr>
      <w:r>
        <w:rPr>
          <w:rtl w:val="false"/>
        </w:rPr>
        <w:t xml:space="preserve">and to be executed by</w:t>
      </w:r>
    </w:p>
    <w:p w:rsidR="00ED2B6B" w:rsidRDefault="00C65ECF" w14:paraId="4090138D" w14:textId="77777777">
      <w:pPr>
        <w:pStyle w:val="RedaliaNormal"/>
        <w:bidi w:val="false"/>
      </w:pPr>
      <w:r>
        <w:rPr>
          <w:rtl w:val="false"/>
        </w:rPr>
        <w:t xml:space="preserve">……………………………………………………………………………………………………...........</w:t>
      </w:r>
    </w:p>
    <w:p w:rsidR="00ED2B6B" w:rsidRDefault="00C65ECF" w14:paraId="724AD9AB" w14:textId="77777777">
      <w:pPr>
        <w:pStyle w:val="RedaliaNormal"/>
        <w:bidi w:val="false"/>
      </w:pPr>
      <w:r>
        <w:rPr>
          <w:rtl w:val="false"/>
        </w:rPr>
        <w:t xml:space="preserve">in the capacity of:</w:t>
      </w:r>
    </w:p>
    <w:p w:rsidR="00ED2B6B" w:rsidRDefault="00C65ECF" w14:paraId="3C8D6B6F" w14:textId="77777777">
      <w:pPr>
        <w:pStyle w:val="RedaliaNormal"/>
        <w:bidi w:val="false"/>
      </w:pPr>
      <w:bookmarkStart w:name="formcheckbox_off_28" w:id="375"/>
      <w:r>
        <w:rPr>
          <w:rFonts w:ascii="Wingdings" w:hAnsi="Wingdings" w:eastAsia="Wingdings" w:cs="Wingdings"/>
        </w:rPr>
        <w:t></w:t>
      </w:r>
      <w:bookmarkEnd w:id="375"/>
      <w:r>
        <w:rPr>
          <w:rtl w:val="false"/>
        </w:rPr>
        <w:t xml:space="preserve"> member of a business group</w:t>
      </w:r>
    </w:p>
    <w:p w:rsidR="00ED2B6B" w:rsidRDefault="00C65ECF" w14:paraId="185F53F9" w14:textId="77777777">
      <w:pPr>
        <w:pStyle w:val="RedaliaNormal"/>
        <w:bidi w:val="false"/>
      </w:pPr>
      <w:bookmarkStart w:name="formcheckbox_off_29" w:id="376"/>
      <w:r>
        <w:rPr>
          <w:rFonts w:ascii="Wingdings" w:hAnsi="Wingdings" w:eastAsia="Wingdings" w:cs="Wingdings"/>
        </w:rPr>
        <w:t></w:t>
      </w:r>
      <w:bookmarkEnd w:id="376"/>
      <w:r>
        <w:rPr>
          <w:rtl w:val="false"/>
        </w:rPr>
        <w:t xml:space="preserve"> subcontractor</w:t>
      </w:r>
    </w:p>
    <w:p w:rsidR="00ED2B6B" w:rsidRDefault="00ED2B6B" w14:paraId="1C253859" w14:textId="77777777">
      <w:pPr>
        <w:pStyle w:val="RedaliaNormal"/>
      </w:pPr>
    </w:p>
    <w:p w:rsidR="00ED2B6B" w:rsidRDefault="00ED2B6B" w14:paraId="5AEF6D58" w14:textId="7777777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ED2B6B" w14:paraId="51CADE90"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D2B6B" w:rsidRDefault="00C65ECF" w14:paraId="2E42BFF5" w14:textId="77777777">
            <w:pPr>
              <w:pStyle w:val="RedaliaNormal"/>
              <w:bidi w:val="false"/>
            </w:pPr>
            <w:r>
              <w:rPr>
                <w:rtl w:val="false"/>
              </w:rPr>
              <w:t xml:space="preserve">A ……………………………………………..           le ……………………………………………..</w:t>
            </w:r>
          </w:p>
        </w:tc>
      </w:tr>
      <w:tr w:rsidR="00ED2B6B" w14:paraId="343F0085"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D2B6B" w:rsidRDefault="00C65ECF" w14:paraId="6EC91BDE" w14:textId="77777777">
            <w:pPr>
              <w:pStyle w:val="RedaliaNormal"/>
              <w:bidi w:val="false"/>
            </w:pPr>
            <w:r>
              <w:rPr>
                <w:rtl w:val="false"/>
              </w:rPr>
              <w:t xml:space="preserve">                                                                             Signature (2)</w:t>
            </w:r>
          </w:p>
        </w:tc>
      </w:tr>
    </w:tbl>
    <w:p w:rsidR="00ED2B6B" w:rsidRDefault="00ED2B6B" w14:paraId="7003C54E" w14:textId="77777777">
      <w:pPr>
        <w:pStyle w:val="RedaliaNormal"/>
      </w:pPr>
    </w:p>
    <w:p w:rsidR="00ED2B6B" w:rsidRDefault="00ED2B6B" w14:paraId="5BB53D1E" w14:textId="77777777">
      <w:pPr>
        <w:pStyle w:val="RedaliaNormal"/>
      </w:pPr>
    </w:p>
    <w:p w:rsidR="00ED2B6B" w:rsidRDefault="00ED2B6B" w14:paraId="52F6846F" w14:textId="77777777">
      <w:pPr>
        <w:pStyle w:val="RedaliaNormal"/>
      </w:pPr>
    </w:p>
    <w:p w:rsidR="00ED2B6B" w:rsidRDefault="00C65ECF" w14:paraId="56437CAD" w14:textId="77777777">
      <w:pPr>
        <w:pStyle w:val="RdaliaLgende"/>
        <w:bidi w:val="false"/>
      </w:pPr>
      <w:r>
        <w:rPr>
          <w:rtl w:val="false"/>
        </w:rPr>
        <w:t xml:space="preserve">(1) Check the box that corresponds to your choice, either a certificate of transferability or a copy issued in a single copy</w:t>
      </w:r>
    </w:p>
    <w:p w:rsidR="00ED2B6B" w:rsidRDefault="00C65ECF" w14:paraId="7612D754" w14:textId="77777777">
      <w:pPr>
        <w:pStyle w:val="RdaliaLgende"/>
        <w:bidi w:val="false"/>
      </w:pPr>
      <w:r>
        <w:rPr>
          <w:rtl w:val="false"/>
        </w:rPr>
        <w:t xml:space="preserve">(2) Original date and signature</w:t>
      </w:r>
    </w:p>
    <w:p w:rsidR="00ED2B6B" w:rsidRDefault="00ED2B6B" w14:paraId="4BDBB397" w14:textId="77777777">
      <w:pPr>
        <w:pStyle w:val="RedaliaNormal"/>
      </w:pPr>
    </w:p>
    <w:sectPr w:rsidR="00ED2B6B">
      <w:headerReference w:type="default" r:id="rId70"/>
      <w:footerReference w:type="default" r:id="rId7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5ECF" w:rsidRDefault="00C65ECF" w14:paraId="0E4BA727" w14:textId="77777777">
      <w:r>
        <w:separator/>
      </w:r>
    </w:p>
  </w:endnote>
  <w:endnote w:type="continuationSeparator" w:id="0">
    <w:p w:rsidR="00C65ECF" w:rsidRDefault="00C65ECF" w14:paraId="6179BA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65ECF" w:rsidRDefault="00C65ECF" w14:paraId="593D93FB" w14:textId="77777777">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5ECF" w14:paraId="109CB641" w14:textId="77777777">
      <w:tblPrEx>
        <w:tblCellMar>
          <w:top w:w="0" w:type="dxa"/>
          <w:bottom w:w="0" w:type="dxa"/>
        </w:tblCellMar>
      </w:tblPrEx>
      <w:tc>
        <w:tcPr>
          <w:tcW w:w="6770" w:type="dxa"/>
          <w:tcBorders>
            <w:top w:val="single" w:color="000000" w:sz="4" w:space="0"/>
          </w:tcBorders>
          <w:shd w:val="clear" w:color="auto" w:fill="auto"/>
          <w:tcMar>
            <w:top w:w="0" w:type="dxa"/>
            <w:left w:w="108" w:type="dxa"/>
            <w:bottom w:w="0" w:type="dxa"/>
            <w:right w:w="108" w:type="dxa"/>
          </w:tcMar>
        </w:tcPr>
        <w:p w:rsidR="00C65ECF" w:rsidRDefault="00C65ECF" w14:paraId="2A62F0C2" w14:textId="77777777">
          <w:pPr>
            <w:pStyle w:val="RdaliaLgende"/>
            <w:rPr>
              <w:rFonts w:cs="Calibri"/>
            </w:rPr>
          </w:pPr>
        </w:p>
      </w:tc>
      <w:tc>
        <w:tcPr>
          <w:tcW w:w="2234" w:type="dxa"/>
          <w:tcBorders>
            <w:top w:val="single" w:color="000000" w:sz="4" w:space="0"/>
          </w:tcBorders>
          <w:shd w:val="clear" w:color="auto" w:fill="auto"/>
          <w:tcMar>
            <w:top w:w="0" w:type="dxa"/>
            <w:left w:w="108" w:type="dxa"/>
            <w:bottom w:w="0" w:type="dxa"/>
            <w:right w:w="108" w:type="dxa"/>
          </w:tcMar>
        </w:tcPr>
        <w:p w:rsidR="00C65ECF" w:rsidRDefault="00C65ECF" w14:paraId="30BAFD85" w14:textId="77777777">
          <w:pPr>
            <w:pStyle w:val="RdaliaLgende"/>
            <w:bidi w:val="false"/>
            <w:ind w:left="605" w:firstLine="0"/>
          </w:pPr>
          <w:r>
            <w:rPr>
              <w:rFonts w:cs="Calibri"/>
              <w:rtl w:val="false"/>
            </w:rPr>
            <w:t xml:space="preserve">Page </w:t>
          </w:r>
          <w:r>
            <w:rPr>
              <w:rFonts w:cs="Calibri"/>
              <w:b/>
              <w:bCs/>
              <w:rtl w:val="false"/>
            </w:rPr>
            <w:fldChar w:fldCharType="begin"/>
          </w:r>
          <w:r>
            <w:rPr>
              <w:rFonts w:cs="Calibri"/>
              <w:b/>
              <w:bCs/>
              <w:rtl w:val="false"/>
            </w:rPr>
            <w:instrText xml:space="preserve"> PAGE \* ARABIC </w:instrText>
          </w:r>
          <w:r>
            <w:rPr>
              <w:rFonts w:cs="Calibri"/>
              <w:b/>
              <w:bCs/>
              <w:rtl w:val="false"/>
            </w:rPr>
            <w:fldChar w:fldCharType="separate"/>
          </w:r>
          <w:r>
            <w:rPr>
              <w:rFonts w:cs="Calibri"/>
              <w:b/>
              <w:bCs/>
              <w:rtl w:val="false"/>
            </w:rPr>
            <w:t xml:space="preserve">6</w:t>
          </w:r>
          <w:r>
            <w:rPr>
              <w:rFonts w:cs="Calibri"/>
              <w:b/>
              <w:bCs/>
              <w:rtl w:val="false"/>
            </w:rPr>
            <w:fldChar w:fldCharType="end"/>
          </w:r>
          <w:r>
            <w:rPr>
              <w:rFonts w:cs="Calibri"/>
              <w:rtl w:val="false"/>
            </w:rPr>
            <w:t xml:space="preserve"> of</w:t>
          </w:r>
          <w:r>
            <w:rPr>
              <w:rFonts w:cs="Calibri"/>
              <w:b/>
              <w:bCs/>
              <w:rtl w:val="false"/>
            </w:rPr>
            <w:fldChar w:fldCharType="begin"/>
          </w:r>
          <w:r>
            <w:rPr>
              <w:rFonts w:cs="Calibri"/>
              <w:b/>
              <w:bCs/>
              <w:rtl w:val="false"/>
            </w:rPr>
            <w:instrText xml:space="preserve"> NUMPAGES \* ARABIC </w:instrText>
          </w:r>
          <w:r>
            <w:rPr>
              <w:rFonts w:cs="Calibri"/>
              <w:b/>
              <w:bCs/>
              <w:rtl w:val="false"/>
            </w:rPr>
            <w:fldChar w:fldCharType="separate"/>
          </w:r>
          <w:r>
            <w:rPr>
              <w:rFonts w:cs="Calibri"/>
              <w:b/>
              <w:bCs/>
              <w:rtl w:val="false"/>
            </w:rPr>
            <w:t xml:space="preserve"> 42</w:t>
          </w:r>
          <w:r>
            <w:rPr>
              <w:rFonts w:cs="Calibri"/>
              <w:b/>
              <w:bCs/>
              <w:rtl w:val="false"/>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5ECF" w:rsidRDefault="00C65ECF" w14:paraId="0CB0459D" w14:textId="77777777">
      <w:r>
        <w:rPr>
          <w:color w:val="000000"/>
        </w:rPr>
        <w:separator/>
      </w:r>
    </w:p>
  </w:footnote>
  <w:footnote w:type="continuationSeparator" w:id="0">
    <w:p w:rsidR="00C65ECF" w:rsidRDefault="00C65ECF" w14:paraId="6BE6762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5ECF" w14:paraId="3A6E0BD1" w14:textId="77777777">
      <w:tblPrEx>
        <w:tblCellMar>
          <w:top w:w="0" w:type="dxa"/>
          <w:bottom w:w="0" w:type="dxa"/>
        </w:tblCellMar>
      </w:tblPrEx>
      <w:tc>
        <w:tcPr>
          <w:tcW w:w="6770" w:type="dxa"/>
          <w:shd w:val="clear" w:color="auto" w:fill="auto"/>
          <w:tcMar>
            <w:top w:w="0" w:type="dxa"/>
            <w:left w:w="108" w:type="dxa"/>
            <w:bottom w:w="0" w:type="dxa"/>
            <w:right w:w="108" w:type="dxa"/>
          </w:tcMar>
        </w:tcPr>
        <w:p w:rsidR="00C65ECF" w:rsidRDefault="00C65ECF" w14:paraId="29C65C43" w14:textId="77777777">
          <w:pPr>
            <w:pStyle w:val="RdaliaLgende"/>
            <w:rPr>
              <w:rFonts w:cs="Calibri"/>
            </w:rPr>
          </w:pPr>
        </w:p>
      </w:tc>
      <w:tc>
        <w:tcPr>
          <w:tcW w:w="2234" w:type="dxa"/>
          <w:shd w:val="clear" w:color="auto" w:fill="auto"/>
          <w:tcMar>
            <w:top w:w="0" w:type="dxa"/>
            <w:left w:w="108" w:type="dxa"/>
            <w:bottom w:w="0" w:type="dxa"/>
            <w:right w:w="108" w:type="dxa"/>
          </w:tcMar>
        </w:tcPr>
        <w:p w:rsidR="00C65ECF" w:rsidRDefault="00C65ECF" w14:paraId="39CE4D08" w14:textId="77777777">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0D4D"/>
    <w:multiLevelType w:val="multilevel"/>
    <w:tmpl w:val="FFFC0F9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82F1EAD"/>
    <w:multiLevelType w:val="multilevel"/>
    <w:tmpl w:val="28D8367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88E6E5A"/>
    <w:multiLevelType w:val="multilevel"/>
    <w:tmpl w:val="7ACECC16"/>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BD80F61"/>
    <w:multiLevelType w:val="multilevel"/>
    <w:tmpl w:val="752A3BE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0CE301F0"/>
    <w:multiLevelType w:val="multilevel"/>
    <w:tmpl w:val="123AAD9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0D907C01"/>
    <w:multiLevelType w:val="multilevel"/>
    <w:tmpl w:val="EDDEEF10"/>
    <w:styleLink w:val="WWOutlineListStyle1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0DF65907"/>
    <w:multiLevelType w:val="multilevel"/>
    <w:tmpl w:val="4AE810B4"/>
    <w:styleLink w:val="WWOutlineListStyle1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0FAF4F97"/>
    <w:multiLevelType w:val="multilevel"/>
    <w:tmpl w:val="2DF8E98A"/>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0FD22E3B"/>
    <w:multiLevelType w:val="multilevel"/>
    <w:tmpl w:val="A4FE2F6A"/>
    <w:styleLink w:val="WWOutlineListStyle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11B61C4A"/>
    <w:multiLevelType w:val="multilevel"/>
    <w:tmpl w:val="001EEC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2EB6C5A"/>
    <w:multiLevelType w:val="multilevel"/>
    <w:tmpl w:val="FC1C5BD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16420933"/>
    <w:multiLevelType w:val="multilevel"/>
    <w:tmpl w:val="29B6A87E"/>
    <w:styleLink w:val="WWOutlineListStyle2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17530390"/>
    <w:multiLevelType w:val="multilevel"/>
    <w:tmpl w:val="D908C948"/>
    <w:styleLink w:val="WWOutlineListStyle2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1AB968D9"/>
    <w:multiLevelType w:val="multilevel"/>
    <w:tmpl w:val="48FAEDAA"/>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1D893B78"/>
    <w:multiLevelType w:val="multilevel"/>
    <w:tmpl w:val="606EE73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055247B"/>
    <w:multiLevelType w:val="multilevel"/>
    <w:tmpl w:val="5BC61A0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231B71BA"/>
    <w:multiLevelType w:val="multilevel"/>
    <w:tmpl w:val="6A26A5C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2E5A5FF8"/>
    <w:multiLevelType w:val="multilevel"/>
    <w:tmpl w:val="E8E436F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30B30915"/>
    <w:multiLevelType w:val="multilevel"/>
    <w:tmpl w:val="514C27D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8376785"/>
    <w:multiLevelType w:val="multilevel"/>
    <w:tmpl w:val="2E88A480"/>
    <w:styleLink w:val="WWOutlineListStyle1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3D7A3A1B"/>
    <w:multiLevelType w:val="multilevel"/>
    <w:tmpl w:val="C9229238"/>
    <w:styleLink w:val="WWOutlineListStyle1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3FF8537A"/>
    <w:multiLevelType w:val="multilevel"/>
    <w:tmpl w:val="500667F8"/>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4028082F"/>
    <w:multiLevelType w:val="multilevel"/>
    <w:tmpl w:val="674EA20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5191C92"/>
    <w:multiLevelType w:val="multilevel"/>
    <w:tmpl w:val="8A6AAC3A"/>
    <w:styleLink w:val="WWOutlineListStyle1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B900FED"/>
    <w:multiLevelType w:val="multilevel"/>
    <w:tmpl w:val="67CED3B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4B9A17D1"/>
    <w:multiLevelType w:val="multilevel"/>
    <w:tmpl w:val="A78E7B3C"/>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6" w15:restartNumberingAfterBreak="0">
    <w:nsid w:val="4F2174DA"/>
    <w:multiLevelType w:val="multilevel"/>
    <w:tmpl w:val="1BE0DD7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509D57D1"/>
    <w:multiLevelType w:val="multilevel"/>
    <w:tmpl w:val="8C0AEC7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581B42C9"/>
    <w:multiLevelType w:val="multilevel"/>
    <w:tmpl w:val="DC9E56C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8A73522"/>
    <w:multiLevelType w:val="multilevel"/>
    <w:tmpl w:val="3D3A310C"/>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95B50FB"/>
    <w:multiLevelType w:val="multilevel"/>
    <w:tmpl w:val="C4C2CAF4"/>
    <w:styleLink w:val="WWOutlineListStyle1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5E0D61F8"/>
    <w:multiLevelType w:val="multilevel"/>
    <w:tmpl w:val="816EFC8A"/>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64BC5E04"/>
    <w:multiLevelType w:val="multilevel"/>
    <w:tmpl w:val="3738D84E"/>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6AB6096D"/>
    <w:multiLevelType w:val="multilevel"/>
    <w:tmpl w:val="AE2AF77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6B9A4A02"/>
    <w:multiLevelType w:val="multilevel"/>
    <w:tmpl w:val="CD409AA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5" w15:restartNumberingAfterBreak="0">
    <w:nsid w:val="74425722"/>
    <w:multiLevelType w:val="multilevel"/>
    <w:tmpl w:val="0DD27C0C"/>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77BF2F6F"/>
    <w:multiLevelType w:val="multilevel"/>
    <w:tmpl w:val="C3A62EA2"/>
    <w:styleLink w:val="WWOutlineListStyle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798B1C05"/>
    <w:multiLevelType w:val="multilevel"/>
    <w:tmpl w:val="3DF8C618"/>
    <w:styleLink w:val="WWOutlineListStyle2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7BEE3695"/>
    <w:multiLevelType w:val="multilevel"/>
    <w:tmpl w:val="84C2AE7C"/>
    <w:styleLink w:val="WWOutlineListStyle2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C1E53E5"/>
    <w:multiLevelType w:val="multilevel"/>
    <w:tmpl w:val="7FE88298"/>
    <w:styleLink w:val="WWOutlineListStyle24"/>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40" w15:restartNumberingAfterBreak="0">
    <w:nsid w:val="7C37127E"/>
    <w:multiLevelType w:val="multilevel"/>
    <w:tmpl w:val="1CE4A108"/>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7F4E1A13"/>
    <w:multiLevelType w:val="multilevel"/>
    <w:tmpl w:val="161C85E6"/>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7FDB3878"/>
    <w:multiLevelType w:val="multilevel"/>
    <w:tmpl w:val="3EF46050"/>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45302734">
    <w:abstractNumId w:val="39"/>
  </w:num>
  <w:num w:numId="2" w16cid:durableId="2067096900">
    <w:abstractNumId w:val="37"/>
  </w:num>
  <w:num w:numId="3" w16cid:durableId="915019517">
    <w:abstractNumId w:val="38"/>
  </w:num>
  <w:num w:numId="4" w16cid:durableId="573054442">
    <w:abstractNumId w:val="11"/>
  </w:num>
  <w:num w:numId="5" w16cid:durableId="1314679287">
    <w:abstractNumId w:val="12"/>
  </w:num>
  <w:num w:numId="6" w16cid:durableId="86578821">
    <w:abstractNumId w:val="20"/>
  </w:num>
  <w:num w:numId="7" w16cid:durableId="528027560">
    <w:abstractNumId w:val="23"/>
  </w:num>
  <w:num w:numId="8" w16cid:durableId="1500659795">
    <w:abstractNumId w:val="30"/>
  </w:num>
  <w:num w:numId="9" w16cid:durableId="1617567782">
    <w:abstractNumId w:val="36"/>
  </w:num>
  <w:num w:numId="10" w16cid:durableId="298077940">
    <w:abstractNumId w:val="13"/>
  </w:num>
  <w:num w:numId="11" w16cid:durableId="766467161">
    <w:abstractNumId w:val="19"/>
  </w:num>
  <w:num w:numId="12" w16cid:durableId="288972115">
    <w:abstractNumId w:val="31"/>
  </w:num>
  <w:num w:numId="13" w16cid:durableId="39785765">
    <w:abstractNumId w:val="8"/>
  </w:num>
  <w:num w:numId="14" w16cid:durableId="1465197648">
    <w:abstractNumId w:val="6"/>
  </w:num>
  <w:num w:numId="15" w16cid:durableId="1267730400">
    <w:abstractNumId w:val="5"/>
  </w:num>
  <w:num w:numId="16" w16cid:durableId="1317108137">
    <w:abstractNumId w:val="35"/>
  </w:num>
  <w:num w:numId="17" w16cid:durableId="151219343">
    <w:abstractNumId w:val="29"/>
  </w:num>
  <w:num w:numId="18" w16cid:durableId="1928490776">
    <w:abstractNumId w:val="41"/>
  </w:num>
  <w:num w:numId="19" w16cid:durableId="1314407823">
    <w:abstractNumId w:val="2"/>
  </w:num>
  <w:num w:numId="20" w16cid:durableId="1116408148">
    <w:abstractNumId w:val="40"/>
  </w:num>
  <w:num w:numId="21" w16cid:durableId="293871964">
    <w:abstractNumId w:val="7"/>
  </w:num>
  <w:num w:numId="22" w16cid:durableId="1999071563">
    <w:abstractNumId w:val="16"/>
  </w:num>
  <w:num w:numId="23" w16cid:durableId="1116801538">
    <w:abstractNumId w:val="14"/>
  </w:num>
  <w:num w:numId="24" w16cid:durableId="592475402">
    <w:abstractNumId w:val="24"/>
  </w:num>
  <w:num w:numId="25" w16cid:durableId="1478034738">
    <w:abstractNumId w:val="17"/>
  </w:num>
  <w:num w:numId="26" w16cid:durableId="1989285712">
    <w:abstractNumId w:val="15"/>
  </w:num>
  <w:num w:numId="27" w16cid:durableId="369501766">
    <w:abstractNumId w:val="4"/>
  </w:num>
  <w:num w:numId="28" w16cid:durableId="2128623647">
    <w:abstractNumId w:val="27"/>
  </w:num>
  <w:num w:numId="29" w16cid:durableId="1300038825">
    <w:abstractNumId w:val="9"/>
  </w:num>
  <w:num w:numId="30" w16cid:durableId="2131119938">
    <w:abstractNumId w:val="18"/>
  </w:num>
  <w:num w:numId="31" w16cid:durableId="1833712987">
    <w:abstractNumId w:val="33"/>
  </w:num>
  <w:num w:numId="32" w16cid:durableId="476847121">
    <w:abstractNumId w:val="10"/>
  </w:num>
  <w:num w:numId="33" w16cid:durableId="2058428136">
    <w:abstractNumId w:val="21"/>
  </w:num>
  <w:num w:numId="34" w16cid:durableId="1917743973">
    <w:abstractNumId w:val="22"/>
  </w:num>
  <w:num w:numId="35" w16cid:durableId="1005522165">
    <w:abstractNumId w:val="25"/>
  </w:num>
  <w:num w:numId="36" w16cid:durableId="947739355">
    <w:abstractNumId w:val="42"/>
  </w:num>
  <w:num w:numId="37" w16cid:durableId="1225877086">
    <w:abstractNumId w:val="3"/>
  </w:num>
  <w:num w:numId="38" w16cid:durableId="2044136364">
    <w:abstractNumId w:val="1"/>
  </w:num>
  <w:num w:numId="39" w16cid:durableId="153305745">
    <w:abstractNumId w:val="28"/>
  </w:num>
  <w:num w:numId="40" w16cid:durableId="1824614148">
    <w:abstractNumId w:val="26"/>
  </w:num>
  <w:num w:numId="41" w16cid:durableId="1576620288">
    <w:abstractNumId w:val="34"/>
  </w:num>
  <w:num w:numId="42" w16cid:durableId="916207065">
    <w:abstractNumId w:val="0"/>
  </w:num>
  <w:num w:numId="43" w16cid:durableId="95290785">
    <w:abstractNumId w:val="32"/>
  </w:num>
  <w:num w:numId="44" w16cid:durableId="822041985">
    <w:abstractNumId w:val="33"/>
    <w:lvlOverride w:ilvl="0"/>
  </w:num>
  <w:num w:numId="45" w16cid:durableId="1532108563">
    <w:abstractNumId w:val="3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updateFields w:val="true"/>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B6B"/>
    <w:rsid w:val="002E63F4"/>
    <w:rsid w:val="00302DA3"/>
    <w:rsid w:val="00C65ECF"/>
    <w:rsid w:val="00ED2B6B"/>
    <w:rsid w:val="00F95D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413D71"/>
  <w15:docId w15:val="{FA17BBF7-7AEA-4712-B68C-09A0FD39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suppressAutoHyphens/>
      <w:autoSpaceDN w:val="0"/>
      <w:textAlignment w:val="baseline"/>
    </w:pPr>
    <w:rPr>
      <w:rFonts w:ascii="ITC Avant Garde Std Bk" w:hAnsi="ITC Avant Garde Std Bk" w:eastAsia="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24" w:customStyle="1">
    <w:name w:val="WW_OutlineListStyle_24"/>
    <w:basedOn w:val="Aucuneliste"/>
    <w:pPr>
      <w:numPr>
        <w:numId w:val="1"/>
      </w:numPr>
    </w:pPr>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autoSpaceDN w:val="0"/>
      <w:textAlignment w:val="baseline"/>
      <w:outlineLvl w:val="8"/>
    </w:pPr>
  </w:style>
  <w:style w:type="paragraph" w:styleId="Standard" w:customStyle="1">
    <w:name w:val="Standard"/>
    <w:pPr>
      <w:autoSpaceDN w:val="0"/>
      <w:textAlignment w:val="baseline"/>
    </w:pPr>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style>
  <w:style w:type="paragraph" w:styleId="RdaliaRetraitniveau2" w:customStyle="1">
    <w:name w:val="Rédalia : Retrait niveau 2"/>
    <w:basedOn w:val="RedaliaNormal"/>
    <w:pPr>
      <w:numPr>
        <w:numId w:val="40"/>
      </w:numPr>
    </w:pPr>
  </w:style>
  <w:style w:type="paragraph" w:styleId="RdaliaTableau" w:customStyle="1">
    <w:name w:val="Rédalia : Tableau"/>
    <w:basedOn w:val="RedaliaNormal"/>
    <w:pPr>
      <w:numPr>
        <w:numId w:val="41"/>
      </w:numPr>
    </w:pPr>
    <w:rPr>
      <w:b/>
      <w:color w:val="0000FF"/>
    </w:rPr>
  </w:style>
  <w:style w:type="paragraph" w:styleId="RdaliaTextemasqu" w:customStyle="1">
    <w:name w:val="Rédalia : Texte masqué"/>
    <w:basedOn w:val="RdaliaRetraitniveau1"/>
    <w:pPr>
      <w:numPr>
        <w:numId w:val="39"/>
      </w:num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27"/>
      </w:numPr>
      <w:tabs>
        <w:tab w:val="clear" w:pos="8505"/>
        <w:tab w:val="left" w:pos="-5165"/>
        <w:tab w:val="left" w:pos="3057"/>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numPr>
        <w:numId w:val="38"/>
      </w:numPr>
      <w:tabs>
        <w:tab w:val="clear" w:pos="8505"/>
        <w:tab w:val="left" w:pos="-15579"/>
        <w:tab w:val="left" w:leader="dot" w:pos="-8775"/>
      </w:tabs>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29"/>
      </w:numPr>
      <w:tabs>
        <w:tab w:val="clear" w:pos="-30325"/>
        <w:tab w:val="left" w:pos="-17721"/>
        <w:tab w:val="left" w:pos="-17280"/>
      </w:tabs>
    </w:pPr>
  </w:style>
  <w:style w:type="paragraph" w:styleId="RdaliaRetraitPuceniveau2" w:customStyle="1">
    <w:name w:val="Rédalia : Retrait Puce niveau 2"/>
    <w:basedOn w:val="RedaliaNormal"/>
    <w:pPr>
      <w:numPr>
        <w:numId w:val="34"/>
      </w:numPr>
      <w:tabs>
        <w:tab w:val="clear" w:pos="8505"/>
        <w:tab w:val="left" w:pos="-30325"/>
      </w:tabs>
    </w:pPr>
  </w:style>
  <w:style w:type="paragraph" w:styleId="RdaliaRetraitGrandepuce" w:customStyle="1">
    <w:name w:val="Rédalia : Retrait Grande puce"/>
    <w:basedOn w:val="RedaliaNormal"/>
    <w:pPr>
      <w:numPr>
        <w:numId w:val="30"/>
      </w:numPr>
      <w:tabs>
        <w:tab w:val="clear" w:pos="8505"/>
        <w:tab w:val="left" w:pos="-26216"/>
        <w:tab w:val="left" w:pos="-25440"/>
      </w:tabs>
    </w:pPr>
  </w:style>
  <w:style w:type="paragraph" w:styleId="RedaliaRetraitPuceniveau1" w:customStyle="1">
    <w:name w:val="Redalia : Retrait Puce niveau 1"/>
    <w:basedOn w:val="RedaliaNormal"/>
    <w:pPr>
      <w:tabs>
        <w:tab w:val="clear" w:pos="8505"/>
        <w:tab w:val="left" w:pos="-1276"/>
      </w:tabs>
    </w:pPr>
  </w:style>
  <w:style w:type="paragraph" w:styleId="RedaliaRetraitsanspuce" w:customStyle="1">
    <w:name w:val="Redalia : Retrait sans puce"/>
    <w:basedOn w:val="RedaliaRetraitPuceniveau1"/>
    <w:pPr>
      <w:numPr>
        <w:numId w:val="33"/>
      </w:numPr>
      <w:tabs>
        <w:tab w:val="clear" w:pos="-1276"/>
        <w:tab w:val="left" w:pos="-22107"/>
      </w:tabs>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43"/>
      </w:numPr>
      <w:tabs>
        <w:tab w:val="left" w:pos="-1815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42"/>
      </w:numPr>
      <w:tabs>
        <w:tab w:val="left" w:pos="-8793"/>
      </w:tabs>
      <w:spacing w:before="120" w:after="120"/>
      <w:jc w:val="both"/>
    </w:pPr>
    <w:rPr>
      <w:rFonts w:cs="Calibri"/>
      <w:b/>
      <w:bCs/>
      <w:sz w:val="24"/>
      <w:szCs w:val="28"/>
    </w:rPr>
  </w:style>
  <w:style w:type="paragraph" w:styleId="Sansinterligne">
    <w:name w:val="No Spacing"/>
    <w:pPr>
      <w:suppressAutoHyphens/>
      <w:autoSpaceDN w:val="0"/>
      <w:textAlignment w:val="baseline"/>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 w:customStyle="1">
    <w:name w:val="Emphase pâle"/>
  </w:style>
  <w:style w:type="character" w:styleId="Emphaseintense" w:customStyle="1">
    <w:name w:val="Emphase intense"/>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 w:customStyle="1">
    <w:name w:val="Référence pâle"/>
  </w:style>
  <w:style w:type="character" w:styleId="Rfrenceintense">
    <w:name w:val="Intense Reference"/>
  </w:style>
  <w:style w:type="character" w:styleId="Titredulivre">
    <w:name w:val="Book Title"/>
  </w:style>
  <w:style w:type="character" w:styleId="Marquedecommentaire">
    <w:name w:val="annotation reference"/>
    <w:rPr>
      <w:sz w:val="16"/>
      <w:szCs w:val="16"/>
    </w:rPr>
  </w:style>
  <w:style w:type="paragraph" w:styleId="Commentaire">
    <w:name w:val="annotation text"/>
    <w:basedOn w:val="Normal"/>
    <w:rPr>
      <w:sz w:val="20"/>
    </w:rPr>
  </w:style>
  <w:style w:type="character" w:styleId="CommentaireCar" w:customStyle="1">
    <w:name w:val="Commentaire Car"/>
    <w:rPr>
      <w:rFonts w:ascii="ITC Avant Garde Std Bk" w:hAnsi="ITC Avant Garde Std Bk" w:eastAsia="ITC Avant Garde Std Bk" w:cs="ITC Avant Garde Std Bk"/>
    </w:rPr>
  </w:style>
  <w:style w:type="paragraph" w:styleId="Objetducommentaire">
    <w:name w:val="annotation subject"/>
    <w:basedOn w:val="Commentaire"/>
    <w:next w:val="Commentaire"/>
    <w:rPr>
      <w:b/>
      <w:bCs/>
    </w:rPr>
  </w:style>
  <w:style w:type="character" w:styleId="ObjetducommentaireCar" w:customStyle="1">
    <w:name w:val="Objet du commentaire Car"/>
    <w:rPr>
      <w:rFonts w:ascii="ITC Avant Garde Std Bk" w:hAnsi="ITC Avant Garde Std Bk" w:eastAsia="ITC Avant Garde Std Bk" w:cs="ITC Avant Garde Std Bk"/>
      <w:b/>
      <w:bCs/>
    </w:rPr>
  </w:style>
  <w:style w:type="paragraph" w:styleId="Textedebulles">
    <w:name w:val="Balloon Text"/>
    <w:basedOn w:val="Normal"/>
    <w:rPr>
      <w:rFonts w:ascii="Segoe UI" w:hAnsi="Segoe UI" w:cs="Segoe UI"/>
      <w:sz w:val="18"/>
      <w:szCs w:val="18"/>
    </w:rPr>
  </w:style>
  <w:style w:type="character" w:styleId="TextedebullesCar" w:customStyle="1">
    <w:name w:val="Texte de bulles Car"/>
    <w:rPr>
      <w:rFonts w:ascii="Segoe UI" w:hAnsi="Segoe UI" w:eastAsia="ITC Avant Garde Std Bk" w:cs="Segoe UI"/>
      <w:sz w:val="18"/>
      <w:szCs w:val="18"/>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paragraph" w:styleId="Rvision">
    <w:name w:val="Revision"/>
    <w:pPr>
      <w:autoSpaceDN w:val="0"/>
    </w:pPr>
    <w:rPr>
      <w:rFonts w:ascii="ITC Avant Garde Std Bk" w:hAnsi="ITC Avant Garde Std Bk" w:eastAsia="ITC Avant Garde Std Bk" w:cs="ITC Avant Garde Std Bk"/>
      <w:sz w:val="22"/>
    </w:rPr>
  </w:style>
  <w:style w:type="paragraph" w:styleId="Corpsdetexte">
    <w:name w:val="Body Text"/>
    <w:basedOn w:val="Normal"/>
    <w:pPr>
      <w:widowControl/>
      <w:suppressAutoHyphens w:val="0"/>
      <w:textAlignment w:val="auto"/>
    </w:pPr>
    <w:rPr>
      <w:rFonts w:ascii="Times New Roman" w:hAnsi="Times New Roman" w:eastAsia="Times New Roman" w:cs="Times New Roman"/>
      <w:sz w:val="24"/>
    </w:rPr>
  </w:style>
  <w:style w:type="character" w:styleId="CorpsdetexteCar" w:customStyle="1">
    <w:name w:val="Corps de texte Car"/>
    <w:rPr>
      <w:sz w:val="24"/>
    </w:rPr>
  </w:style>
  <w:style w:type="numbering" w:styleId="WWOutlineListStyle23" w:customStyle="1">
    <w:name w:val="WW_OutlineListStyle_23"/>
    <w:basedOn w:val="Aucuneliste"/>
    <w:pPr>
      <w:numPr>
        <w:numId w:val="2"/>
      </w:numPr>
    </w:pPr>
  </w:style>
  <w:style w:type="numbering" w:styleId="WWOutlineListStyle22" w:customStyle="1">
    <w:name w:val="WW_OutlineListStyle_22"/>
    <w:basedOn w:val="Aucuneliste"/>
    <w:pPr>
      <w:numPr>
        <w:numId w:val="3"/>
      </w:numPr>
    </w:pPr>
  </w:style>
  <w:style w:type="numbering" w:styleId="WWOutlineListStyle21" w:customStyle="1">
    <w:name w:val="WW_OutlineListStyle_21"/>
    <w:basedOn w:val="Aucuneliste"/>
    <w:pPr>
      <w:numPr>
        <w:numId w:val="4"/>
      </w:numPr>
    </w:pPr>
  </w:style>
  <w:style w:type="numbering" w:styleId="WWOutlineListStyle20" w:customStyle="1">
    <w:name w:val="WW_OutlineListStyle_20"/>
    <w:basedOn w:val="Aucuneliste"/>
    <w:pPr>
      <w:numPr>
        <w:numId w:val="5"/>
      </w:numPr>
    </w:pPr>
  </w:style>
  <w:style w:type="numbering" w:styleId="WWOutlineListStyle19" w:customStyle="1">
    <w:name w:val="WW_OutlineListStyle_19"/>
    <w:basedOn w:val="Aucuneliste"/>
    <w:pPr>
      <w:numPr>
        <w:numId w:val="6"/>
      </w:numPr>
    </w:pPr>
  </w:style>
  <w:style w:type="numbering" w:styleId="WWOutlineListStyle18" w:customStyle="1">
    <w:name w:val="WW_OutlineListStyle_18"/>
    <w:basedOn w:val="Aucuneliste"/>
    <w:pPr>
      <w:numPr>
        <w:numId w:val="7"/>
      </w:numPr>
    </w:pPr>
  </w:style>
  <w:style w:type="numbering" w:styleId="WWOutlineListStyle17" w:customStyle="1">
    <w:name w:val="WW_OutlineListStyle_17"/>
    <w:basedOn w:val="Aucuneliste"/>
    <w:pPr>
      <w:numPr>
        <w:numId w:val="8"/>
      </w:numPr>
    </w:pPr>
  </w:style>
  <w:style w:type="numbering" w:styleId="WWOutlineListStyle16" w:customStyle="1">
    <w:name w:val="WW_OutlineListStyle_16"/>
    <w:basedOn w:val="Aucuneliste"/>
    <w:pPr>
      <w:numPr>
        <w:numId w:val="9"/>
      </w:numPr>
    </w:pPr>
  </w:style>
  <w:style w:type="numbering" w:styleId="WWOutlineListStyle15" w:customStyle="1">
    <w:name w:val="WW_OutlineListStyle_15"/>
    <w:basedOn w:val="Aucuneliste"/>
    <w:pPr>
      <w:numPr>
        <w:numId w:val="10"/>
      </w:numPr>
    </w:pPr>
  </w:style>
  <w:style w:type="numbering" w:styleId="WWOutlineListStyle14" w:customStyle="1">
    <w:name w:val="WW_OutlineListStyle_14"/>
    <w:basedOn w:val="Aucuneliste"/>
    <w:pPr>
      <w:numPr>
        <w:numId w:val="11"/>
      </w:numPr>
    </w:pPr>
  </w:style>
  <w:style w:type="numbering" w:styleId="WWOutlineListStyle13" w:customStyle="1">
    <w:name w:val="WW_OutlineListStyle_13"/>
    <w:basedOn w:val="Aucuneliste"/>
    <w:pPr>
      <w:numPr>
        <w:numId w:val="12"/>
      </w:numPr>
    </w:pPr>
  </w:style>
  <w:style w:type="numbering" w:styleId="WWOutlineListStyle12" w:customStyle="1">
    <w:name w:val="WW_OutlineListStyle_12"/>
    <w:basedOn w:val="Aucuneliste"/>
    <w:pPr>
      <w:numPr>
        <w:numId w:val="13"/>
      </w:numPr>
    </w:pPr>
  </w:style>
  <w:style w:type="numbering" w:styleId="WWOutlineListStyle11" w:customStyle="1">
    <w:name w:val="WW_OutlineListStyle_11"/>
    <w:basedOn w:val="Aucuneliste"/>
    <w:pPr>
      <w:numPr>
        <w:numId w:val="14"/>
      </w:numPr>
    </w:pPr>
  </w:style>
  <w:style w:type="numbering" w:styleId="WWOutlineListStyle10" w:customStyle="1">
    <w:name w:val="WW_OutlineListStyle_10"/>
    <w:basedOn w:val="Aucuneliste"/>
    <w:pPr>
      <w:numPr>
        <w:numId w:val="15"/>
      </w:numPr>
    </w:pPr>
  </w:style>
  <w:style w:type="numbering" w:styleId="WWOutlineListStyle9" w:customStyle="1">
    <w:name w:val="WW_OutlineListStyle_9"/>
    <w:basedOn w:val="Aucuneliste"/>
    <w:pPr>
      <w:numPr>
        <w:numId w:val="16"/>
      </w:numPr>
    </w:pPr>
  </w:style>
  <w:style w:type="numbering" w:styleId="WWOutlineListStyle8" w:customStyle="1">
    <w:name w:val="WW_OutlineListStyle_8"/>
    <w:basedOn w:val="Aucuneliste"/>
    <w:pPr>
      <w:numPr>
        <w:numId w:val="17"/>
      </w:numPr>
    </w:pPr>
  </w:style>
  <w:style w:type="numbering" w:styleId="WWOutlineListStyle7" w:customStyle="1">
    <w:name w:val="WW_OutlineListStyle_7"/>
    <w:basedOn w:val="Aucuneliste"/>
    <w:pPr>
      <w:numPr>
        <w:numId w:val="18"/>
      </w:numPr>
    </w:pPr>
  </w:style>
  <w:style w:type="numbering" w:styleId="WWOutlineListStyle6" w:customStyle="1">
    <w:name w:val="WW_OutlineListStyle_6"/>
    <w:basedOn w:val="Aucuneliste"/>
    <w:pPr>
      <w:numPr>
        <w:numId w:val="19"/>
      </w:numPr>
    </w:pPr>
  </w:style>
  <w:style w:type="numbering" w:styleId="WWOutlineListStyle5" w:customStyle="1">
    <w:name w:val="WW_OutlineListStyle_5"/>
    <w:basedOn w:val="Aucuneliste"/>
    <w:pPr>
      <w:numPr>
        <w:numId w:val="20"/>
      </w:numPr>
    </w:pPr>
  </w:style>
  <w:style w:type="numbering" w:styleId="WWOutlineListStyle4" w:customStyle="1">
    <w:name w:val="WW_OutlineListStyle_4"/>
    <w:basedOn w:val="Aucuneliste"/>
    <w:pPr>
      <w:numPr>
        <w:numId w:val="21"/>
      </w:numPr>
    </w:pPr>
  </w:style>
  <w:style w:type="numbering" w:styleId="WWOutlineListStyle3" w:customStyle="1">
    <w:name w:val="WW_OutlineListStyle_3"/>
    <w:basedOn w:val="Aucuneliste"/>
    <w:pPr>
      <w:numPr>
        <w:numId w:val="22"/>
      </w:numPr>
    </w:pPr>
  </w:style>
  <w:style w:type="numbering" w:styleId="WWOutlineListStyle2" w:customStyle="1">
    <w:name w:val="WW_OutlineListStyle_2"/>
    <w:basedOn w:val="Aucuneliste"/>
    <w:pPr>
      <w:numPr>
        <w:numId w:val="23"/>
      </w:numPr>
    </w:pPr>
  </w:style>
  <w:style w:type="numbering" w:styleId="WWOutlineListStyle1" w:customStyle="1">
    <w:name w:val="WW_OutlineListStyle_1"/>
    <w:basedOn w:val="Aucuneliste"/>
    <w:pPr>
      <w:numPr>
        <w:numId w:val="24"/>
      </w:numPr>
    </w:pPr>
  </w:style>
  <w:style w:type="numbering" w:styleId="WWOutlineListStyle" w:customStyle="1">
    <w:name w:val="WW_OutlineListStyle"/>
    <w:basedOn w:val="Aucuneliste"/>
    <w:pPr>
      <w:numPr>
        <w:numId w:val="25"/>
      </w:numPr>
    </w:pPr>
  </w:style>
  <w:style w:type="numbering" w:styleId="Outline" w:customStyle="1">
    <w:name w:val="Outline"/>
    <w:basedOn w:val="Aucuneliste"/>
    <w:pPr>
      <w:numPr>
        <w:numId w:val="26"/>
      </w:numPr>
    </w:pPr>
  </w:style>
  <w:style w:type="numbering" w:styleId="List1" w:customStyle="1">
    <w:name w:val="List 1"/>
    <w:basedOn w:val="Aucuneliste"/>
    <w:pPr>
      <w:numPr>
        <w:numId w:val="27"/>
      </w:numPr>
    </w:pPr>
  </w:style>
  <w:style w:type="numbering" w:styleId="LFO1" w:customStyle="1">
    <w:name w:val="LFO1"/>
    <w:basedOn w:val="Aucuneliste"/>
    <w:pPr>
      <w:numPr>
        <w:numId w:val="28"/>
      </w:numPr>
    </w:pPr>
  </w:style>
  <w:style w:type="numbering" w:styleId="LFO2" w:customStyle="1">
    <w:name w:val="LFO2"/>
    <w:basedOn w:val="Aucuneliste"/>
    <w:pPr>
      <w:numPr>
        <w:numId w:val="29"/>
      </w:numPr>
    </w:pPr>
  </w:style>
  <w:style w:type="numbering" w:styleId="LFO3" w:customStyle="1">
    <w:name w:val="LFO3"/>
    <w:basedOn w:val="Aucuneliste"/>
    <w:pPr>
      <w:numPr>
        <w:numId w:val="30"/>
      </w:numPr>
    </w:pPr>
  </w:style>
  <w:style w:type="numbering" w:styleId="LFO5" w:customStyle="1">
    <w:name w:val="LFO5"/>
    <w:basedOn w:val="Aucuneliste"/>
    <w:pPr>
      <w:numPr>
        <w:numId w:val="31"/>
      </w:numPr>
    </w:pPr>
  </w:style>
  <w:style w:type="numbering" w:styleId="LFO6" w:customStyle="1">
    <w:name w:val="LFO6"/>
    <w:basedOn w:val="Aucuneliste"/>
    <w:pPr>
      <w:numPr>
        <w:numId w:val="32"/>
      </w:numPr>
    </w:pPr>
  </w:style>
  <w:style w:type="numbering" w:styleId="LFO7" w:customStyle="1">
    <w:name w:val="LFO7"/>
    <w:basedOn w:val="Aucuneliste"/>
    <w:pPr>
      <w:numPr>
        <w:numId w:val="33"/>
      </w:numPr>
    </w:pPr>
  </w:style>
  <w:style w:type="numbering" w:styleId="LFO8" w:customStyle="1">
    <w:name w:val="LFO8"/>
    <w:basedOn w:val="Aucuneliste"/>
    <w:pPr>
      <w:numPr>
        <w:numId w:val="34"/>
      </w:numPr>
    </w:pPr>
  </w:style>
  <w:style w:type="numbering" w:styleId="LFO9" w:customStyle="1">
    <w:name w:val="LFO9"/>
    <w:basedOn w:val="Aucuneliste"/>
    <w:pPr>
      <w:numPr>
        <w:numId w:val="35"/>
      </w:numPr>
    </w:pPr>
  </w:style>
  <w:style w:type="numbering" w:styleId="LFO10" w:customStyle="1">
    <w:name w:val="LFO10"/>
    <w:basedOn w:val="Aucuneliste"/>
    <w:pPr>
      <w:numPr>
        <w:numId w:val="36"/>
      </w:numPr>
    </w:pPr>
  </w:style>
  <w:style w:type="numbering" w:styleId="LFO22" w:customStyle="1">
    <w:name w:val="LFO22"/>
    <w:basedOn w:val="Aucuneliste"/>
    <w:pPr>
      <w:numPr>
        <w:numId w:val="37"/>
      </w:numPr>
    </w:pPr>
  </w:style>
  <w:style w:type="numbering" w:styleId="LFO23" w:customStyle="1">
    <w:name w:val="LFO23"/>
    <w:basedOn w:val="Aucuneliste"/>
    <w:pPr>
      <w:numPr>
        <w:numId w:val="38"/>
      </w:numPr>
    </w:pPr>
  </w:style>
  <w:style w:type="numbering" w:styleId="LFO24" w:customStyle="1">
    <w:name w:val="LFO24"/>
    <w:basedOn w:val="Aucuneliste"/>
    <w:pPr>
      <w:numPr>
        <w:numId w:val="39"/>
      </w:numPr>
    </w:pPr>
  </w:style>
  <w:style w:type="numbering" w:styleId="LFO25" w:customStyle="1">
    <w:name w:val="LFO25"/>
    <w:basedOn w:val="Aucuneliste"/>
    <w:pPr>
      <w:numPr>
        <w:numId w:val="40"/>
      </w:numPr>
    </w:pPr>
  </w:style>
  <w:style w:type="numbering" w:styleId="LFO26" w:customStyle="1">
    <w:name w:val="LFO26"/>
    <w:basedOn w:val="Aucuneliste"/>
    <w:pPr>
      <w:numPr>
        <w:numId w:val="41"/>
      </w:numPr>
    </w:pPr>
  </w:style>
  <w:style w:type="numbering" w:styleId="LFO33" w:customStyle="1">
    <w:name w:val="LFO33"/>
    <w:basedOn w:val="Aucuneliste"/>
    <w:pPr>
      <w:numPr>
        <w:numId w:val="42"/>
      </w:numPr>
    </w:pPr>
  </w:style>
  <w:style w:type="numbering" w:styleId="LFO35" w:customStyle="1">
    <w:name w:val="LFO35"/>
    <w:basedOn w:val="Aucuneliste"/>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21871278" TargetMode="External"/><Relationship Id="rId21" Type="http://schemas.openxmlformats.org/officeDocument/2006/relationships/hyperlink" Target="#_Toc221871273" TargetMode="External"/><Relationship Id="rId42" Type="http://schemas.openxmlformats.org/officeDocument/2006/relationships/hyperlink" Target="#_Toc221871294" TargetMode="External"/><Relationship Id="rId47" Type="http://schemas.openxmlformats.org/officeDocument/2006/relationships/hyperlink" Target="#_Toc221871299" TargetMode="External"/><Relationship Id="rId63" Type="http://schemas.openxmlformats.org/officeDocument/2006/relationships/hyperlink" Target="#_Toc221871315" TargetMode="External"/><Relationship Id="rId68" Type="http://schemas.openxmlformats.org/officeDocument/2006/relationships/hyperlink" Target="http://www.afd.fr/" TargetMode="External"/><Relationship Id="rId2" Type="http://schemas.openxmlformats.org/officeDocument/2006/relationships/styles" Target="styles.xml"/><Relationship Id="rId16" Type="http://schemas.openxmlformats.org/officeDocument/2006/relationships/hyperlink" Target="#_Toc221871268" TargetMode="External"/><Relationship Id="rId29" Type="http://schemas.openxmlformats.org/officeDocument/2006/relationships/hyperlink" Target="#_Toc221871281" TargetMode="External"/><Relationship Id="rId11" Type="http://schemas.openxmlformats.org/officeDocument/2006/relationships/hyperlink" Target="#_Toc221871263" TargetMode="External"/><Relationship Id="rId24" Type="http://schemas.openxmlformats.org/officeDocument/2006/relationships/hyperlink" Target="#_Toc221871276" TargetMode="External"/><Relationship Id="rId32" Type="http://schemas.openxmlformats.org/officeDocument/2006/relationships/hyperlink" Target="#_Toc221871284" TargetMode="External"/><Relationship Id="rId37" Type="http://schemas.openxmlformats.org/officeDocument/2006/relationships/hyperlink" Target="#_Toc221871289" TargetMode="External"/><Relationship Id="rId40" Type="http://schemas.openxmlformats.org/officeDocument/2006/relationships/hyperlink" Target="#_Toc221871292" TargetMode="External"/><Relationship Id="rId45" Type="http://schemas.openxmlformats.org/officeDocument/2006/relationships/hyperlink" Target="#_Toc221871297" TargetMode="External"/><Relationship Id="rId53" Type="http://schemas.openxmlformats.org/officeDocument/2006/relationships/hyperlink" Target="#_Toc221871305" TargetMode="External"/><Relationship Id="rId58" Type="http://schemas.openxmlformats.org/officeDocument/2006/relationships/hyperlink" Target="#_Toc221871310" TargetMode="External"/><Relationship Id="rId66" Type="http://schemas.openxmlformats.org/officeDocument/2006/relationships/hyperlink" Target="#_Toc221871318" TargetMode="External"/><Relationship Id="rId5" Type="http://schemas.openxmlformats.org/officeDocument/2006/relationships/footnotes" Target="footnotes.xml"/><Relationship Id="rId61" Type="http://schemas.openxmlformats.org/officeDocument/2006/relationships/hyperlink" Target="#_Toc221871313" TargetMode="External"/><Relationship Id="rId19" Type="http://schemas.openxmlformats.org/officeDocument/2006/relationships/hyperlink" Target="#_Toc221871271" TargetMode="External"/><Relationship Id="rId14" Type="http://schemas.openxmlformats.org/officeDocument/2006/relationships/hyperlink" Target="#_Toc221871266" TargetMode="External"/><Relationship Id="rId22" Type="http://schemas.openxmlformats.org/officeDocument/2006/relationships/hyperlink" Target="#_Toc221871274" TargetMode="External"/><Relationship Id="rId27" Type="http://schemas.openxmlformats.org/officeDocument/2006/relationships/hyperlink" Target="#_Toc221871279" TargetMode="External"/><Relationship Id="rId30" Type="http://schemas.openxmlformats.org/officeDocument/2006/relationships/hyperlink" Target="#_Toc221871282" TargetMode="External"/><Relationship Id="rId35" Type="http://schemas.openxmlformats.org/officeDocument/2006/relationships/hyperlink" Target="#_Toc221871287" TargetMode="External"/><Relationship Id="rId43" Type="http://schemas.openxmlformats.org/officeDocument/2006/relationships/hyperlink" Target="#_Toc221871295" TargetMode="External"/><Relationship Id="rId48" Type="http://schemas.openxmlformats.org/officeDocument/2006/relationships/hyperlink" Target="#_Toc221871300" TargetMode="External"/><Relationship Id="rId56" Type="http://schemas.openxmlformats.org/officeDocument/2006/relationships/hyperlink" Target="#_Toc221871308" TargetMode="External"/><Relationship Id="rId64" Type="http://schemas.openxmlformats.org/officeDocument/2006/relationships/hyperlink" Target="#_Toc221871316" TargetMode="External"/><Relationship Id="rId69" Type="http://schemas.openxmlformats.org/officeDocument/2006/relationships/hyperlink" Target="https://www.afd.fr/sites/afd/files/2022-05-04-44-14/charte-relations-fournisseurs-groupe-afd.pdf" TargetMode="External"/><Relationship Id="rId8" Type="http://schemas.openxmlformats.org/officeDocument/2006/relationships/hyperlink" Target="#_Toc221871260" TargetMode="External"/><Relationship Id="rId51" Type="http://schemas.openxmlformats.org/officeDocument/2006/relationships/hyperlink" Target="#_Toc221871303"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_Toc221871264" TargetMode="External"/><Relationship Id="rId17" Type="http://schemas.openxmlformats.org/officeDocument/2006/relationships/hyperlink" Target="#_Toc221871269" TargetMode="External"/><Relationship Id="rId25" Type="http://schemas.openxmlformats.org/officeDocument/2006/relationships/hyperlink" Target="#_Toc221871277" TargetMode="External"/><Relationship Id="rId33" Type="http://schemas.openxmlformats.org/officeDocument/2006/relationships/hyperlink" Target="#_Toc221871285" TargetMode="External"/><Relationship Id="rId38" Type="http://schemas.openxmlformats.org/officeDocument/2006/relationships/hyperlink" Target="#_Toc221871290" TargetMode="External"/><Relationship Id="rId46" Type="http://schemas.openxmlformats.org/officeDocument/2006/relationships/hyperlink" Target="#_Toc221871298" TargetMode="External"/><Relationship Id="rId59" Type="http://schemas.openxmlformats.org/officeDocument/2006/relationships/hyperlink" Target="#_Toc221871311" TargetMode="External"/><Relationship Id="rId67" Type="http://schemas.openxmlformats.org/officeDocument/2006/relationships/hyperlink" Target="#_Toc221871319" TargetMode="External"/><Relationship Id="rId20" Type="http://schemas.openxmlformats.org/officeDocument/2006/relationships/hyperlink" Target="#_Toc221871272" TargetMode="External"/><Relationship Id="rId41" Type="http://schemas.openxmlformats.org/officeDocument/2006/relationships/hyperlink" Target="#_Toc221871293" TargetMode="External"/><Relationship Id="rId54" Type="http://schemas.openxmlformats.org/officeDocument/2006/relationships/hyperlink" Target="#_Toc221871306" TargetMode="External"/><Relationship Id="rId62" Type="http://schemas.openxmlformats.org/officeDocument/2006/relationships/hyperlink" Target="#_Toc221871314"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21871267" TargetMode="External"/><Relationship Id="rId23" Type="http://schemas.openxmlformats.org/officeDocument/2006/relationships/hyperlink" Target="#_Toc221871275" TargetMode="External"/><Relationship Id="rId28" Type="http://schemas.openxmlformats.org/officeDocument/2006/relationships/hyperlink" Target="#_Toc221871280" TargetMode="External"/><Relationship Id="rId36" Type="http://schemas.openxmlformats.org/officeDocument/2006/relationships/hyperlink" Target="#_Toc221871288" TargetMode="External"/><Relationship Id="rId49" Type="http://schemas.openxmlformats.org/officeDocument/2006/relationships/hyperlink" Target="#_Toc221871301" TargetMode="External"/><Relationship Id="rId57" Type="http://schemas.openxmlformats.org/officeDocument/2006/relationships/hyperlink" Target="#_Toc221871309" TargetMode="External"/><Relationship Id="rId10" Type="http://schemas.openxmlformats.org/officeDocument/2006/relationships/hyperlink" Target="#_Toc221871262" TargetMode="External"/><Relationship Id="rId31" Type="http://schemas.openxmlformats.org/officeDocument/2006/relationships/hyperlink" Target="#_Toc221871283" TargetMode="External"/><Relationship Id="rId44" Type="http://schemas.openxmlformats.org/officeDocument/2006/relationships/hyperlink" Target="#_Toc221871296" TargetMode="External"/><Relationship Id="rId52" Type="http://schemas.openxmlformats.org/officeDocument/2006/relationships/hyperlink" Target="#_Toc221871304" TargetMode="External"/><Relationship Id="rId60" Type="http://schemas.openxmlformats.org/officeDocument/2006/relationships/hyperlink" Target="#_Toc221871312" TargetMode="External"/><Relationship Id="rId65" Type="http://schemas.openxmlformats.org/officeDocument/2006/relationships/hyperlink" Target="#_Toc221871317"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_Toc221871261" TargetMode="External"/><Relationship Id="rId13" Type="http://schemas.openxmlformats.org/officeDocument/2006/relationships/hyperlink" Target="#_Toc221871265" TargetMode="External"/><Relationship Id="rId18" Type="http://schemas.openxmlformats.org/officeDocument/2006/relationships/hyperlink" Target="#_Toc221871270" TargetMode="External"/><Relationship Id="rId39" Type="http://schemas.openxmlformats.org/officeDocument/2006/relationships/hyperlink" Target="#_Toc221871291" TargetMode="External"/><Relationship Id="rId34" Type="http://schemas.openxmlformats.org/officeDocument/2006/relationships/hyperlink" Target="#_Toc221871286" TargetMode="External"/><Relationship Id="rId50" Type="http://schemas.openxmlformats.org/officeDocument/2006/relationships/hyperlink" Target="#_Toc221871302" TargetMode="External"/><Relationship Id="rId55" Type="http://schemas.openxmlformats.org/officeDocument/2006/relationships/hyperlink" Target="#_Toc221871307" TargetMode="External"/><Relationship Id="rId7" Type="http://schemas.openxmlformats.org/officeDocument/2006/relationships/image" Target="media/image1.jpeg"/><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13950</Words>
  <Characters>76731</Characters>
  <Application>Microsoft Office Word</Application>
  <DocSecurity>0</DocSecurity>
  <Lines>639</Lines>
  <Paragraphs>180</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&gt;&gt;&gt; Debut du paragraphe</vt:lpstr>
      <vt:lpstr>1.	Préambule	6</vt:lpstr>
      <vt:lpstr>    1.1	Présentation du pouvoir adjudicateur	6</vt:lpstr>
      <vt:lpstr>    1.2	Définitions	6</vt:lpstr>
      <vt:lpstr>2.	Objet du Contrat- Dispositions générales	8</vt:lpstr>
      <vt:lpstr>    2.1	Objet du Contrat	8</vt:lpstr>
      <vt:lpstr>    2.2	Marché à prix forfaitaire	8</vt:lpstr>
      <vt:lpstr>    2.3	Durée du marché	8</vt:lpstr>
      <vt:lpstr>    2.4	Délais d’exécution	8</vt:lpstr>
      <vt:lpstr>    2.5	Reconduction	8</vt:lpstr>
      <vt:lpstr>    2.6	Sous-traitance	8</vt:lpstr>
      <vt:lpstr>    2.7	Modification du contrat - Clause de réexamen	8</vt:lpstr>
      <vt:lpstr>    2.8	Prestations similaires	9</vt:lpstr>
      <vt:lpstr>3.	Pièces constitutives du contrat	9</vt:lpstr>
      <vt:lpstr>4.	Conditions d’exécution des prestations	10</vt:lpstr>
      <vt:lpstr>    4.1	Personnel affecté à la mission	10</vt:lpstr>
      <vt:lpstr>    4.2	Considérations environnementales et exécution des missions	10</vt:lpstr>
      <vt:lpstr>    4.3	Sûreté	11</vt:lpstr>
      <vt:lpstr>    4.4	Suspension pour motif de risque grave et imminent	11</vt:lpstr>
      <vt:lpstr>5.	Prix et variation des prix	12</vt:lpstr>
      <vt:lpstr>    5.1	Mode d’établissement des prix du Contrat	12</vt:lpstr>
      <vt:lpstr>    5.2	Contenu des prix	12</vt:lpstr>
      <vt:lpstr>    5.3	Concernant les frais de missions	13</vt:lpstr>
      <vt:lpstr>    5.4	Variation du prix	13</vt:lpstr>
      <vt:lpstr>6.	Avance	13</vt:lpstr>
      <vt:lpstr>7.	Retenue de garantie	13</vt:lpstr>
      <vt:lpstr>8.	Règlement des comptes au titulaire	14</vt:lpstr>
      <vt:lpstr>    8.1	Modalités de règlement du prix	14</vt:lpstr>
      <vt:lpstr>    8.2	Règlements en cas de cotraitants solidaires	15</vt:lpstr>
      <vt:lpstr>    8.3	Délais de paiement	15</vt:lpstr>
      <vt:lpstr>    8.4	TVA	15</vt:lpstr>
      <vt:lpstr>    8.5	Intérêts moratoires	15</vt:lpstr>
      <vt:lpstr>9.	Pénalités	16</vt:lpstr>
      <vt:lpstr>    9.1	Modalités d’application des pénalités	16</vt:lpstr>
      <vt:lpstr>    9.2	Pénalités pour retard	16</vt:lpstr>
      <vt:lpstr>    9.3	Autres pénalités	16</vt:lpstr>
      <vt:lpstr>10.	Arrêt de l’exécution de la prestation	16</vt:lpstr>
      <vt:lpstr>11.	Admission – Achèvement de la mission	17</vt:lpstr>
      <vt:lpstr>12.	Assurances – Responsabilité	17</vt:lpstr>
      <vt:lpstr>13.	Propriété intellectuelle – Utilisation des résultats	17</vt:lpstr>
      <vt:lpstr>    13.1	Régime des connaissances antérieures et connaissances antérieures standards</vt:lpstr>
      <vt:lpstr>    13.2	Régime des résultats	17</vt:lpstr>
      <vt:lpstr>14.	Clauses complémentaires	18</vt:lpstr>
      <vt:lpstr>    14.1	Redressement ou liquidation judiciaire	18</vt:lpstr>
      <vt:lpstr>    14.2	Déclaration et obligations du Titulaire	19</vt:lpstr>
      <vt:lpstr>    14.3	Obligations du Pouvoir Adjudicateur	24</vt:lpstr>
      <vt:lpstr>    14.4	Divers	24</vt:lpstr>
      <vt:lpstr>15.	Audit	24</vt:lpstr>
      <vt:lpstr>16.	Réversibilité	26</vt:lpstr>
      <vt:lpstr>17.	Résiliation du Contrat	27</vt:lpstr>
      <vt:lpstr>    17.1	Résiliation aux torts du titulaire	27</vt:lpstr>
      <vt:lpstr>    17.2	Résiliation pour motif d’intérêt général	28</vt:lpstr>
      <vt:lpstr>    17.3	Résiliation pour non-respect des formalités relatives à la lutte contre le </vt:lpstr>
      <vt:lpstr>18.	Différends	29</vt:lpstr>
      <vt:lpstr>19.	Dispositions applicables en cas de titulaire étranger	29</vt:lpstr>
      <vt:lpstr>20.	Dérogations aux documents généraux	29</vt:lpstr>
      <vt:lpstr>21.	Signature du candidat	29</vt:lpstr>
      <vt:lpstr>22.	Acceptation de l’offre par le Pouvoir Adjudicateur	29</vt:lpstr>
      <vt:lpstr>23.	Annexe : Déclaration de sous-traitance	30</vt:lpstr>
      <vt:lpstr>24.	Annexe : Désignation des cotraitants et répartition des prestations.	36</vt:lpstr>
      <vt:lpstr>25.	Annexe : Nantissement ou cession de créances	38</vt:lpstr>
      <vt:lpstr>Préambule</vt:lpstr>
      <vt:lpstr>    Présentation du pouvoir adjudicateur</vt:lpstr>
      <vt:lpstr>    Définitions</vt:lpstr>
      <vt:lpstr>Objet du Contrat- Dispositions générales</vt:lpstr>
      <vt:lpstr>    Objet du Contrat</vt:lpstr>
      <vt:lpstr>    Marché à prix forfaitaire</vt:lpstr>
      <vt:lpstr>    Durée du marché</vt:lpstr>
      <vt:lpstr>    Délais d’exécution</vt:lpstr>
      <vt:lpstr>    Reconduction</vt:lpstr>
      <vt:lpstr>    Sous-traitance</vt:lpstr>
      <vt:lpstr>    Modification du contrat - Clause de réexamen</vt:lpstr>
      <vt:lpstr>    Prestations similaires</vt:lpstr>
      <vt:lpstr>Pièces constitutives du contrat</vt:lpstr>
      <vt:lpstr>Conditions d’exécution des prestations</vt:lpstr>
      <vt:lpstr>    Personnel affecté à la mission</vt:lpstr>
      <vt:lpstr>    Considérations environnementales et exécution des missions</vt:lpstr>
      <vt:lpstr>    Sûreté</vt:lpstr>
      <vt:lpstr>    Suspension pour motif de risque grave et imminent</vt:lpstr>
      <vt:lpstr>Prix et variation des prix</vt:lpstr>
      <vt:lpstr>    Mode d’établissement des prix du Contrat</vt:lpstr>
      <vt:lpstr>    Contenu des prix</vt:lpstr>
      <vt:lpstr>    Concernant les frais de missions</vt:lpstr>
      <vt:lpstr>        Règles applicables aux transports</vt:lpstr>
      <vt:lpstr>        Les per diem</vt:lpstr>
      <vt:lpstr>    Variation du prix</vt:lpstr>
      <vt:lpstr>Avance</vt:lpstr>
      <vt:lpstr>Retenue de garantie</vt:lpstr>
      <vt:lpstr>Règlement des comptes au titulaire</vt:lpstr>
      <vt:lpstr>    Modalités de règlement du prix</vt:lpstr>
      <vt:lpstr>        Règlement du prix</vt:lpstr>
      <vt:lpstr>        Demandes de paiement</vt:lpstr>
      <vt:lpstr>        Transmission des demandes de paiement</vt:lpstr>
      <vt:lpstr>    Règlements en cas de cotraitants solidaires</vt:lpstr>
      <vt:lpstr>    Délais de paiement</vt:lpstr>
      <vt:lpstr>    TVA</vt:lpstr>
      <vt:lpstr>    Intérêts moratoires</vt:lpstr>
      <vt:lpstr>Pénalités</vt:lpstr>
      <vt:lpstr>    Modalités d’application des pénalités</vt:lpstr>
      <vt:lpstr>    Pénalités pour retard</vt:lpstr>
      <vt:lpstr>    Autres pénalités</vt:lpstr>
    </vt:vector>
  </TitlesOfParts>
  <Company>Office_2024_X64_FR_EN-2409-17932.20328-v3</Company>
  <LinksUpToDate>false</LinksUpToDate>
  <CharactersWithSpaces>90501</CharactersWithSpaces>
  <SharedDoc>false</SharedDoc>
  <HLinks>
    <vt:vector size="372" baseType="variant">
      <vt:variant>
        <vt:i4>1638478</vt:i4>
      </vt:variant>
      <vt:variant>
        <vt:i4>186</vt:i4>
      </vt:variant>
      <vt:variant>
        <vt:i4>0</vt:i4>
      </vt:variant>
      <vt:variant>
        <vt:i4>5</vt:i4>
      </vt:variant>
      <vt:variant>
        <vt:lpwstr>https://www.afd.fr/sites/afd/files/2022-05-04-44-14/charte-relations-fournisseurs-groupe-afd.pdf</vt:lpwstr>
      </vt:variant>
      <vt:variant>
        <vt:lpwstr/>
      </vt:variant>
      <vt:variant>
        <vt:i4>6750314</vt:i4>
      </vt:variant>
      <vt:variant>
        <vt:i4>183</vt:i4>
      </vt:variant>
      <vt:variant>
        <vt:i4>0</vt:i4>
      </vt:variant>
      <vt:variant>
        <vt:i4>5</vt:i4>
      </vt:variant>
      <vt:variant>
        <vt:lpwstr>http://www.afd.fr/</vt:lpwstr>
      </vt:variant>
      <vt:variant>
        <vt:lpwstr/>
      </vt:variant>
      <vt:variant>
        <vt:i4>1900599</vt:i4>
      </vt:variant>
      <vt:variant>
        <vt:i4>179</vt:i4>
      </vt:variant>
      <vt:variant>
        <vt:i4>0</vt:i4>
      </vt:variant>
      <vt:variant>
        <vt:i4>5</vt:i4>
      </vt:variant>
      <vt:variant>
        <vt:lpwstr/>
      </vt:variant>
      <vt:variant>
        <vt:lpwstr>_Toc221871319</vt:lpwstr>
      </vt:variant>
      <vt:variant>
        <vt:i4>1900599</vt:i4>
      </vt:variant>
      <vt:variant>
        <vt:i4>176</vt:i4>
      </vt:variant>
      <vt:variant>
        <vt:i4>0</vt:i4>
      </vt:variant>
      <vt:variant>
        <vt:i4>5</vt:i4>
      </vt:variant>
      <vt:variant>
        <vt:lpwstr/>
      </vt:variant>
      <vt:variant>
        <vt:lpwstr>_Toc221871318</vt:lpwstr>
      </vt:variant>
      <vt:variant>
        <vt:i4>1900599</vt:i4>
      </vt:variant>
      <vt:variant>
        <vt:i4>173</vt:i4>
      </vt:variant>
      <vt:variant>
        <vt:i4>0</vt:i4>
      </vt:variant>
      <vt:variant>
        <vt:i4>5</vt:i4>
      </vt:variant>
      <vt:variant>
        <vt:lpwstr/>
      </vt:variant>
      <vt:variant>
        <vt:lpwstr>_Toc221871317</vt:lpwstr>
      </vt:variant>
      <vt:variant>
        <vt:i4>1900599</vt:i4>
      </vt:variant>
      <vt:variant>
        <vt:i4>170</vt:i4>
      </vt:variant>
      <vt:variant>
        <vt:i4>0</vt:i4>
      </vt:variant>
      <vt:variant>
        <vt:i4>5</vt:i4>
      </vt:variant>
      <vt:variant>
        <vt:lpwstr/>
      </vt:variant>
      <vt:variant>
        <vt:lpwstr>_Toc221871316</vt:lpwstr>
      </vt:variant>
      <vt:variant>
        <vt:i4>1900599</vt:i4>
      </vt:variant>
      <vt:variant>
        <vt:i4>167</vt:i4>
      </vt:variant>
      <vt:variant>
        <vt:i4>0</vt:i4>
      </vt:variant>
      <vt:variant>
        <vt:i4>5</vt:i4>
      </vt:variant>
      <vt:variant>
        <vt:lpwstr/>
      </vt:variant>
      <vt:variant>
        <vt:lpwstr>_Toc221871315</vt:lpwstr>
      </vt:variant>
      <vt:variant>
        <vt:i4>1900599</vt:i4>
      </vt:variant>
      <vt:variant>
        <vt:i4>164</vt:i4>
      </vt:variant>
      <vt:variant>
        <vt:i4>0</vt:i4>
      </vt:variant>
      <vt:variant>
        <vt:i4>5</vt:i4>
      </vt:variant>
      <vt:variant>
        <vt:lpwstr/>
      </vt:variant>
      <vt:variant>
        <vt:lpwstr>_Toc221871314</vt:lpwstr>
      </vt:variant>
      <vt:variant>
        <vt:i4>1900599</vt:i4>
      </vt:variant>
      <vt:variant>
        <vt:i4>161</vt:i4>
      </vt:variant>
      <vt:variant>
        <vt:i4>0</vt:i4>
      </vt:variant>
      <vt:variant>
        <vt:i4>5</vt:i4>
      </vt:variant>
      <vt:variant>
        <vt:lpwstr/>
      </vt:variant>
      <vt:variant>
        <vt:lpwstr>_Toc221871313</vt:lpwstr>
      </vt:variant>
      <vt:variant>
        <vt:i4>1900599</vt:i4>
      </vt:variant>
      <vt:variant>
        <vt:i4>158</vt:i4>
      </vt:variant>
      <vt:variant>
        <vt:i4>0</vt:i4>
      </vt:variant>
      <vt:variant>
        <vt:i4>5</vt:i4>
      </vt:variant>
      <vt:variant>
        <vt:lpwstr/>
      </vt:variant>
      <vt:variant>
        <vt:lpwstr>_Toc221871312</vt:lpwstr>
      </vt:variant>
      <vt:variant>
        <vt:i4>1900599</vt:i4>
      </vt:variant>
      <vt:variant>
        <vt:i4>155</vt:i4>
      </vt:variant>
      <vt:variant>
        <vt:i4>0</vt:i4>
      </vt:variant>
      <vt:variant>
        <vt:i4>5</vt:i4>
      </vt:variant>
      <vt:variant>
        <vt:lpwstr/>
      </vt:variant>
      <vt:variant>
        <vt:lpwstr>_Toc221871311</vt:lpwstr>
      </vt:variant>
      <vt:variant>
        <vt:i4>1900599</vt:i4>
      </vt:variant>
      <vt:variant>
        <vt:i4>152</vt:i4>
      </vt:variant>
      <vt:variant>
        <vt:i4>0</vt:i4>
      </vt:variant>
      <vt:variant>
        <vt:i4>5</vt:i4>
      </vt:variant>
      <vt:variant>
        <vt:lpwstr/>
      </vt:variant>
      <vt:variant>
        <vt:lpwstr>_Toc221871310</vt:lpwstr>
      </vt:variant>
      <vt:variant>
        <vt:i4>1835063</vt:i4>
      </vt:variant>
      <vt:variant>
        <vt:i4>149</vt:i4>
      </vt:variant>
      <vt:variant>
        <vt:i4>0</vt:i4>
      </vt:variant>
      <vt:variant>
        <vt:i4>5</vt:i4>
      </vt:variant>
      <vt:variant>
        <vt:lpwstr/>
      </vt:variant>
      <vt:variant>
        <vt:lpwstr>_Toc221871309</vt:lpwstr>
      </vt:variant>
      <vt:variant>
        <vt:i4>1835063</vt:i4>
      </vt:variant>
      <vt:variant>
        <vt:i4>146</vt:i4>
      </vt:variant>
      <vt:variant>
        <vt:i4>0</vt:i4>
      </vt:variant>
      <vt:variant>
        <vt:i4>5</vt:i4>
      </vt:variant>
      <vt:variant>
        <vt:lpwstr/>
      </vt:variant>
      <vt:variant>
        <vt:lpwstr>_Toc221871308</vt:lpwstr>
      </vt:variant>
      <vt:variant>
        <vt:i4>1835063</vt:i4>
      </vt:variant>
      <vt:variant>
        <vt:i4>143</vt:i4>
      </vt:variant>
      <vt:variant>
        <vt:i4>0</vt:i4>
      </vt:variant>
      <vt:variant>
        <vt:i4>5</vt:i4>
      </vt:variant>
      <vt:variant>
        <vt:lpwstr/>
      </vt:variant>
      <vt:variant>
        <vt:lpwstr>_Toc221871307</vt:lpwstr>
      </vt:variant>
      <vt:variant>
        <vt:i4>1835063</vt:i4>
      </vt:variant>
      <vt:variant>
        <vt:i4>140</vt:i4>
      </vt:variant>
      <vt:variant>
        <vt:i4>0</vt:i4>
      </vt:variant>
      <vt:variant>
        <vt:i4>5</vt:i4>
      </vt:variant>
      <vt:variant>
        <vt:lpwstr/>
      </vt:variant>
      <vt:variant>
        <vt:lpwstr>_Toc221871306</vt:lpwstr>
      </vt:variant>
      <vt:variant>
        <vt:i4>1835063</vt:i4>
      </vt:variant>
      <vt:variant>
        <vt:i4>137</vt:i4>
      </vt:variant>
      <vt:variant>
        <vt:i4>0</vt:i4>
      </vt:variant>
      <vt:variant>
        <vt:i4>5</vt:i4>
      </vt:variant>
      <vt:variant>
        <vt:lpwstr/>
      </vt:variant>
      <vt:variant>
        <vt:lpwstr>_Toc221871305</vt:lpwstr>
      </vt:variant>
      <vt:variant>
        <vt:i4>1835063</vt:i4>
      </vt:variant>
      <vt:variant>
        <vt:i4>134</vt:i4>
      </vt:variant>
      <vt:variant>
        <vt:i4>0</vt:i4>
      </vt:variant>
      <vt:variant>
        <vt:i4>5</vt:i4>
      </vt:variant>
      <vt:variant>
        <vt:lpwstr/>
      </vt:variant>
      <vt:variant>
        <vt:lpwstr>_Toc221871304</vt:lpwstr>
      </vt:variant>
      <vt:variant>
        <vt:i4>1835063</vt:i4>
      </vt:variant>
      <vt:variant>
        <vt:i4>131</vt:i4>
      </vt:variant>
      <vt:variant>
        <vt:i4>0</vt:i4>
      </vt:variant>
      <vt:variant>
        <vt:i4>5</vt:i4>
      </vt:variant>
      <vt:variant>
        <vt:lpwstr/>
      </vt:variant>
      <vt:variant>
        <vt:lpwstr>_Toc221871303</vt:lpwstr>
      </vt:variant>
      <vt:variant>
        <vt:i4>1835063</vt:i4>
      </vt:variant>
      <vt:variant>
        <vt:i4>128</vt:i4>
      </vt:variant>
      <vt:variant>
        <vt:i4>0</vt:i4>
      </vt:variant>
      <vt:variant>
        <vt:i4>5</vt:i4>
      </vt:variant>
      <vt:variant>
        <vt:lpwstr/>
      </vt:variant>
      <vt:variant>
        <vt:lpwstr>_Toc221871302</vt:lpwstr>
      </vt:variant>
      <vt:variant>
        <vt:i4>1835063</vt:i4>
      </vt:variant>
      <vt:variant>
        <vt:i4>125</vt:i4>
      </vt:variant>
      <vt:variant>
        <vt:i4>0</vt:i4>
      </vt:variant>
      <vt:variant>
        <vt:i4>5</vt:i4>
      </vt:variant>
      <vt:variant>
        <vt:lpwstr/>
      </vt:variant>
      <vt:variant>
        <vt:lpwstr>_Toc221871301</vt:lpwstr>
      </vt:variant>
      <vt:variant>
        <vt:i4>1835063</vt:i4>
      </vt:variant>
      <vt:variant>
        <vt:i4>122</vt:i4>
      </vt:variant>
      <vt:variant>
        <vt:i4>0</vt:i4>
      </vt:variant>
      <vt:variant>
        <vt:i4>5</vt:i4>
      </vt:variant>
      <vt:variant>
        <vt:lpwstr/>
      </vt:variant>
      <vt:variant>
        <vt:lpwstr>_Toc221871300</vt:lpwstr>
      </vt:variant>
      <vt:variant>
        <vt:i4>1376310</vt:i4>
      </vt:variant>
      <vt:variant>
        <vt:i4>119</vt:i4>
      </vt:variant>
      <vt:variant>
        <vt:i4>0</vt:i4>
      </vt:variant>
      <vt:variant>
        <vt:i4>5</vt:i4>
      </vt:variant>
      <vt:variant>
        <vt:lpwstr/>
      </vt:variant>
      <vt:variant>
        <vt:lpwstr>_Toc221871299</vt:lpwstr>
      </vt:variant>
      <vt:variant>
        <vt:i4>1376310</vt:i4>
      </vt:variant>
      <vt:variant>
        <vt:i4>116</vt:i4>
      </vt:variant>
      <vt:variant>
        <vt:i4>0</vt:i4>
      </vt:variant>
      <vt:variant>
        <vt:i4>5</vt:i4>
      </vt:variant>
      <vt:variant>
        <vt:lpwstr/>
      </vt:variant>
      <vt:variant>
        <vt:lpwstr>_Toc221871298</vt:lpwstr>
      </vt:variant>
      <vt:variant>
        <vt:i4>1376310</vt:i4>
      </vt:variant>
      <vt:variant>
        <vt:i4>113</vt:i4>
      </vt:variant>
      <vt:variant>
        <vt:i4>0</vt:i4>
      </vt:variant>
      <vt:variant>
        <vt:i4>5</vt:i4>
      </vt:variant>
      <vt:variant>
        <vt:lpwstr/>
      </vt:variant>
      <vt:variant>
        <vt:lpwstr>_Toc221871297</vt:lpwstr>
      </vt:variant>
      <vt:variant>
        <vt:i4>1376310</vt:i4>
      </vt:variant>
      <vt:variant>
        <vt:i4>110</vt:i4>
      </vt:variant>
      <vt:variant>
        <vt:i4>0</vt:i4>
      </vt:variant>
      <vt:variant>
        <vt:i4>5</vt:i4>
      </vt:variant>
      <vt:variant>
        <vt:lpwstr/>
      </vt:variant>
      <vt:variant>
        <vt:lpwstr>_Toc221871296</vt:lpwstr>
      </vt:variant>
      <vt:variant>
        <vt:i4>1376310</vt:i4>
      </vt:variant>
      <vt:variant>
        <vt:i4>107</vt:i4>
      </vt:variant>
      <vt:variant>
        <vt:i4>0</vt:i4>
      </vt:variant>
      <vt:variant>
        <vt:i4>5</vt:i4>
      </vt:variant>
      <vt:variant>
        <vt:lpwstr/>
      </vt:variant>
      <vt:variant>
        <vt:lpwstr>_Toc221871295</vt:lpwstr>
      </vt:variant>
      <vt:variant>
        <vt:i4>1376310</vt:i4>
      </vt:variant>
      <vt:variant>
        <vt:i4>104</vt:i4>
      </vt:variant>
      <vt:variant>
        <vt:i4>0</vt:i4>
      </vt:variant>
      <vt:variant>
        <vt:i4>5</vt:i4>
      </vt:variant>
      <vt:variant>
        <vt:lpwstr/>
      </vt:variant>
      <vt:variant>
        <vt:lpwstr>_Toc221871294</vt:lpwstr>
      </vt:variant>
      <vt:variant>
        <vt:i4>1376310</vt:i4>
      </vt:variant>
      <vt:variant>
        <vt:i4>101</vt:i4>
      </vt:variant>
      <vt:variant>
        <vt:i4>0</vt:i4>
      </vt:variant>
      <vt:variant>
        <vt:i4>5</vt:i4>
      </vt:variant>
      <vt:variant>
        <vt:lpwstr/>
      </vt:variant>
      <vt:variant>
        <vt:lpwstr>_Toc221871293</vt:lpwstr>
      </vt:variant>
      <vt:variant>
        <vt:i4>1376310</vt:i4>
      </vt:variant>
      <vt:variant>
        <vt:i4>98</vt:i4>
      </vt:variant>
      <vt:variant>
        <vt:i4>0</vt:i4>
      </vt:variant>
      <vt:variant>
        <vt:i4>5</vt:i4>
      </vt:variant>
      <vt:variant>
        <vt:lpwstr/>
      </vt:variant>
      <vt:variant>
        <vt:lpwstr>_Toc221871292</vt:lpwstr>
      </vt:variant>
      <vt:variant>
        <vt:i4>1376310</vt:i4>
      </vt:variant>
      <vt:variant>
        <vt:i4>95</vt:i4>
      </vt:variant>
      <vt:variant>
        <vt:i4>0</vt:i4>
      </vt:variant>
      <vt:variant>
        <vt:i4>5</vt:i4>
      </vt:variant>
      <vt:variant>
        <vt:lpwstr/>
      </vt:variant>
      <vt:variant>
        <vt:lpwstr>_Toc221871291</vt:lpwstr>
      </vt:variant>
      <vt:variant>
        <vt:i4>1376310</vt:i4>
      </vt:variant>
      <vt:variant>
        <vt:i4>92</vt:i4>
      </vt:variant>
      <vt:variant>
        <vt:i4>0</vt:i4>
      </vt:variant>
      <vt:variant>
        <vt:i4>5</vt:i4>
      </vt:variant>
      <vt:variant>
        <vt:lpwstr/>
      </vt:variant>
      <vt:variant>
        <vt:lpwstr>_Toc221871290</vt:lpwstr>
      </vt:variant>
      <vt:variant>
        <vt:i4>1310774</vt:i4>
      </vt:variant>
      <vt:variant>
        <vt:i4>89</vt:i4>
      </vt:variant>
      <vt:variant>
        <vt:i4>0</vt:i4>
      </vt:variant>
      <vt:variant>
        <vt:i4>5</vt:i4>
      </vt:variant>
      <vt:variant>
        <vt:lpwstr/>
      </vt:variant>
      <vt:variant>
        <vt:lpwstr>_Toc221871289</vt:lpwstr>
      </vt:variant>
      <vt:variant>
        <vt:i4>1310774</vt:i4>
      </vt:variant>
      <vt:variant>
        <vt:i4>86</vt:i4>
      </vt:variant>
      <vt:variant>
        <vt:i4>0</vt:i4>
      </vt:variant>
      <vt:variant>
        <vt:i4>5</vt:i4>
      </vt:variant>
      <vt:variant>
        <vt:lpwstr/>
      </vt:variant>
      <vt:variant>
        <vt:lpwstr>_Toc221871288</vt:lpwstr>
      </vt:variant>
      <vt:variant>
        <vt:i4>1310774</vt:i4>
      </vt:variant>
      <vt:variant>
        <vt:i4>83</vt:i4>
      </vt:variant>
      <vt:variant>
        <vt:i4>0</vt:i4>
      </vt:variant>
      <vt:variant>
        <vt:i4>5</vt:i4>
      </vt:variant>
      <vt:variant>
        <vt:lpwstr/>
      </vt:variant>
      <vt:variant>
        <vt:lpwstr>_Toc221871287</vt:lpwstr>
      </vt:variant>
      <vt:variant>
        <vt:i4>1310774</vt:i4>
      </vt:variant>
      <vt:variant>
        <vt:i4>80</vt:i4>
      </vt:variant>
      <vt:variant>
        <vt:i4>0</vt:i4>
      </vt:variant>
      <vt:variant>
        <vt:i4>5</vt:i4>
      </vt:variant>
      <vt:variant>
        <vt:lpwstr/>
      </vt:variant>
      <vt:variant>
        <vt:lpwstr>_Toc221871286</vt:lpwstr>
      </vt:variant>
      <vt:variant>
        <vt:i4>1310774</vt:i4>
      </vt:variant>
      <vt:variant>
        <vt:i4>77</vt:i4>
      </vt:variant>
      <vt:variant>
        <vt:i4>0</vt:i4>
      </vt:variant>
      <vt:variant>
        <vt:i4>5</vt:i4>
      </vt:variant>
      <vt:variant>
        <vt:lpwstr/>
      </vt:variant>
      <vt:variant>
        <vt:lpwstr>_Toc221871285</vt:lpwstr>
      </vt:variant>
      <vt:variant>
        <vt:i4>1310774</vt:i4>
      </vt:variant>
      <vt:variant>
        <vt:i4>74</vt:i4>
      </vt:variant>
      <vt:variant>
        <vt:i4>0</vt:i4>
      </vt:variant>
      <vt:variant>
        <vt:i4>5</vt:i4>
      </vt:variant>
      <vt:variant>
        <vt:lpwstr/>
      </vt:variant>
      <vt:variant>
        <vt:lpwstr>_Toc221871284</vt:lpwstr>
      </vt:variant>
      <vt:variant>
        <vt:i4>1310774</vt:i4>
      </vt:variant>
      <vt:variant>
        <vt:i4>71</vt:i4>
      </vt:variant>
      <vt:variant>
        <vt:i4>0</vt:i4>
      </vt:variant>
      <vt:variant>
        <vt:i4>5</vt:i4>
      </vt:variant>
      <vt:variant>
        <vt:lpwstr/>
      </vt:variant>
      <vt:variant>
        <vt:lpwstr>_Toc221871283</vt:lpwstr>
      </vt:variant>
      <vt:variant>
        <vt:i4>1310774</vt:i4>
      </vt:variant>
      <vt:variant>
        <vt:i4>68</vt:i4>
      </vt:variant>
      <vt:variant>
        <vt:i4>0</vt:i4>
      </vt:variant>
      <vt:variant>
        <vt:i4>5</vt:i4>
      </vt:variant>
      <vt:variant>
        <vt:lpwstr/>
      </vt:variant>
      <vt:variant>
        <vt:lpwstr>_Toc221871282</vt:lpwstr>
      </vt:variant>
      <vt:variant>
        <vt:i4>1310774</vt:i4>
      </vt:variant>
      <vt:variant>
        <vt:i4>65</vt:i4>
      </vt:variant>
      <vt:variant>
        <vt:i4>0</vt:i4>
      </vt:variant>
      <vt:variant>
        <vt:i4>5</vt:i4>
      </vt:variant>
      <vt:variant>
        <vt:lpwstr/>
      </vt:variant>
      <vt:variant>
        <vt:lpwstr>_Toc221871281</vt:lpwstr>
      </vt:variant>
      <vt:variant>
        <vt:i4>1310774</vt:i4>
      </vt:variant>
      <vt:variant>
        <vt:i4>62</vt:i4>
      </vt:variant>
      <vt:variant>
        <vt:i4>0</vt:i4>
      </vt:variant>
      <vt:variant>
        <vt:i4>5</vt:i4>
      </vt:variant>
      <vt:variant>
        <vt:lpwstr/>
      </vt:variant>
      <vt:variant>
        <vt:lpwstr>_Toc221871280</vt:lpwstr>
      </vt:variant>
      <vt:variant>
        <vt:i4>1769526</vt:i4>
      </vt:variant>
      <vt:variant>
        <vt:i4>59</vt:i4>
      </vt:variant>
      <vt:variant>
        <vt:i4>0</vt:i4>
      </vt:variant>
      <vt:variant>
        <vt:i4>5</vt:i4>
      </vt:variant>
      <vt:variant>
        <vt:lpwstr/>
      </vt:variant>
      <vt:variant>
        <vt:lpwstr>_Toc221871279</vt:lpwstr>
      </vt:variant>
      <vt:variant>
        <vt:i4>1769526</vt:i4>
      </vt:variant>
      <vt:variant>
        <vt:i4>56</vt:i4>
      </vt:variant>
      <vt:variant>
        <vt:i4>0</vt:i4>
      </vt:variant>
      <vt:variant>
        <vt:i4>5</vt:i4>
      </vt:variant>
      <vt:variant>
        <vt:lpwstr/>
      </vt:variant>
      <vt:variant>
        <vt:lpwstr>_Toc221871278</vt:lpwstr>
      </vt:variant>
      <vt:variant>
        <vt:i4>1769526</vt:i4>
      </vt:variant>
      <vt:variant>
        <vt:i4>53</vt:i4>
      </vt:variant>
      <vt:variant>
        <vt:i4>0</vt:i4>
      </vt:variant>
      <vt:variant>
        <vt:i4>5</vt:i4>
      </vt:variant>
      <vt:variant>
        <vt:lpwstr/>
      </vt:variant>
      <vt:variant>
        <vt:lpwstr>_Toc221871277</vt:lpwstr>
      </vt:variant>
      <vt:variant>
        <vt:i4>1769526</vt:i4>
      </vt:variant>
      <vt:variant>
        <vt:i4>50</vt:i4>
      </vt:variant>
      <vt:variant>
        <vt:i4>0</vt:i4>
      </vt:variant>
      <vt:variant>
        <vt:i4>5</vt:i4>
      </vt:variant>
      <vt:variant>
        <vt:lpwstr/>
      </vt:variant>
      <vt:variant>
        <vt:lpwstr>_Toc221871276</vt:lpwstr>
      </vt:variant>
      <vt:variant>
        <vt:i4>1769526</vt:i4>
      </vt:variant>
      <vt:variant>
        <vt:i4>47</vt:i4>
      </vt:variant>
      <vt:variant>
        <vt:i4>0</vt:i4>
      </vt:variant>
      <vt:variant>
        <vt:i4>5</vt:i4>
      </vt:variant>
      <vt:variant>
        <vt:lpwstr/>
      </vt:variant>
      <vt:variant>
        <vt:lpwstr>_Toc221871275</vt:lpwstr>
      </vt:variant>
      <vt:variant>
        <vt:i4>1769526</vt:i4>
      </vt:variant>
      <vt:variant>
        <vt:i4>44</vt:i4>
      </vt:variant>
      <vt:variant>
        <vt:i4>0</vt:i4>
      </vt:variant>
      <vt:variant>
        <vt:i4>5</vt:i4>
      </vt:variant>
      <vt:variant>
        <vt:lpwstr/>
      </vt:variant>
      <vt:variant>
        <vt:lpwstr>_Toc221871274</vt:lpwstr>
      </vt:variant>
      <vt:variant>
        <vt:i4>1769526</vt:i4>
      </vt:variant>
      <vt:variant>
        <vt:i4>41</vt:i4>
      </vt:variant>
      <vt:variant>
        <vt:i4>0</vt:i4>
      </vt:variant>
      <vt:variant>
        <vt:i4>5</vt:i4>
      </vt:variant>
      <vt:variant>
        <vt:lpwstr/>
      </vt:variant>
      <vt:variant>
        <vt:lpwstr>_Toc221871273</vt:lpwstr>
      </vt:variant>
      <vt:variant>
        <vt:i4>1769526</vt:i4>
      </vt:variant>
      <vt:variant>
        <vt:i4>38</vt:i4>
      </vt:variant>
      <vt:variant>
        <vt:i4>0</vt:i4>
      </vt:variant>
      <vt:variant>
        <vt:i4>5</vt:i4>
      </vt:variant>
      <vt:variant>
        <vt:lpwstr/>
      </vt:variant>
      <vt:variant>
        <vt:lpwstr>_Toc221871272</vt:lpwstr>
      </vt:variant>
      <vt:variant>
        <vt:i4>1769526</vt:i4>
      </vt:variant>
      <vt:variant>
        <vt:i4>35</vt:i4>
      </vt:variant>
      <vt:variant>
        <vt:i4>0</vt:i4>
      </vt:variant>
      <vt:variant>
        <vt:i4>5</vt:i4>
      </vt:variant>
      <vt:variant>
        <vt:lpwstr/>
      </vt:variant>
      <vt:variant>
        <vt:lpwstr>_Toc221871271</vt:lpwstr>
      </vt:variant>
      <vt:variant>
        <vt:i4>1769526</vt:i4>
      </vt:variant>
      <vt:variant>
        <vt:i4>32</vt:i4>
      </vt:variant>
      <vt:variant>
        <vt:i4>0</vt:i4>
      </vt:variant>
      <vt:variant>
        <vt:i4>5</vt:i4>
      </vt:variant>
      <vt:variant>
        <vt:lpwstr/>
      </vt:variant>
      <vt:variant>
        <vt:lpwstr>_Toc221871270</vt:lpwstr>
      </vt:variant>
      <vt:variant>
        <vt:i4>1703990</vt:i4>
      </vt:variant>
      <vt:variant>
        <vt:i4>29</vt:i4>
      </vt:variant>
      <vt:variant>
        <vt:i4>0</vt:i4>
      </vt:variant>
      <vt:variant>
        <vt:i4>5</vt:i4>
      </vt:variant>
      <vt:variant>
        <vt:lpwstr/>
      </vt:variant>
      <vt:variant>
        <vt:lpwstr>_Toc221871269</vt:lpwstr>
      </vt:variant>
      <vt:variant>
        <vt:i4>1703990</vt:i4>
      </vt:variant>
      <vt:variant>
        <vt:i4>26</vt:i4>
      </vt:variant>
      <vt:variant>
        <vt:i4>0</vt:i4>
      </vt:variant>
      <vt:variant>
        <vt:i4>5</vt:i4>
      </vt:variant>
      <vt:variant>
        <vt:lpwstr/>
      </vt:variant>
      <vt:variant>
        <vt:lpwstr>_Toc221871268</vt:lpwstr>
      </vt:variant>
      <vt:variant>
        <vt:i4>1703990</vt:i4>
      </vt:variant>
      <vt:variant>
        <vt:i4>23</vt:i4>
      </vt:variant>
      <vt:variant>
        <vt:i4>0</vt:i4>
      </vt:variant>
      <vt:variant>
        <vt:i4>5</vt:i4>
      </vt:variant>
      <vt:variant>
        <vt:lpwstr/>
      </vt:variant>
      <vt:variant>
        <vt:lpwstr>_Toc221871267</vt:lpwstr>
      </vt:variant>
      <vt:variant>
        <vt:i4>1703990</vt:i4>
      </vt:variant>
      <vt:variant>
        <vt:i4>20</vt:i4>
      </vt:variant>
      <vt:variant>
        <vt:i4>0</vt:i4>
      </vt:variant>
      <vt:variant>
        <vt:i4>5</vt:i4>
      </vt:variant>
      <vt:variant>
        <vt:lpwstr/>
      </vt:variant>
      <vt:variant>
        <vt:lpwstr>_Toc221871266</vt:lpwstr>
      </vt:variant>
      <vt:variant>
        <vt:i4>1703990</vt:i4>
      </vt:variant>
      <vt:variant>
        <vt:i4>17</vt:i4>
      </vt:variant>
      <vt:variant>
        <vt:i4>0</vt:i4>
      </vt:variant>
      <vt:variant>
        <vt:i4>5</vt:i4>
      </vt:variant>
      <vt:variant>
        <vt:lpwstr/>
      </vt:variant>
      <vt:variant>
        <vt:lpwstr>_Toc221871265</vt:lpwstr>
      </vt:variant>
      <vt:variant>
        <vt:i4>1703990</vt:i4>
      </vt:variant>
      <vt:variant>
        <vt:i4>14</vt:i4>
      </vt:variant>
      <vt:variant>
        <vt:i4>0</vt:i4>
      </vt:variant>
      <vt:variant>
        <vt:i4>5</vt:i4>
      </vt:variant>
      <vt:variant>
        <vt:lpwstr/>
      </vt:variant>
      <vt:variant>
        <vt:lpwstr>_Toc221871264</vt:lpwstr>
      </vt:variant>
      <vt:variant>
        <vt:i4>1703990</vt:i4>
      </vt:variant>
      <vt:variant>
        <vt:i4>11</vt:i4>
      </vt:variant>
      <vt:variant>
        <vt:i4>0</vt:i4>
      </vt:variant>
      <vt:variant>
        <vt:i4>5</vt:i4>
      </vt:variant>
      <vt:variant>
        <vt:lpwstr/>
      </vt:variant>
      <vt:variant>
        <vt:lpwstr>_Toc221871263</vt:lpwstr>
      </vt:variant>
      <vt:variant>
        <vt:i4>1703990</vt:i4>
      </vt:variant>
      <vt:variant>
        <vt:i4>8</vt:i4>
      </vt:variant>
      <vt:variant>
        <vt:i4>0</vt:i4>
      </vt:variant>
      <vt:variant>
        <vt:i4>5</vt:i4>
      </vt:variant>
      <vt:variant>
        <vt:lpwstr/>
      </vt:variant>
      <vt:variant>
        <vt:lpwstr>_Toc221871262</vt:lpwstr>
      </vt:variant>
      <vt:variant>
        <vt:i4>1703990</vt:i4>
      </vt:variant>
      <vt:variant>
        <vt:i4>5</vt:i4>
      </vt:variant>
      <vt:variant>
        <vt:i4>0</vt:i4>
      </vt:variant>
      <vt:variant>
        <vt:i4>5</vt:i4>
      </vt:variant>
      <vt:variant>
        <vt:lpwstr/>
      </vt:variant>
      <vt:variant>
        <vt:lpwstr>_Toc221871261</vt:lpwstr>
      </vt:variant>
      <vt:variant>
        <vt:i4>1703990</vt:i4>
      </vt:variant>
      <vt:variant>
        <vt:i4>2</vt:i4>
      </vt:variant>
      <vt:variant>
        <vt:i4>0</vt:i4>
      </vt:variant>
      <vt:variant>
        <vt:i4>5</vt:i4>
      </vt:variant>
      <vt:variant>
        <vt:lpwstr/>
      </vt:variant>
      <vt:variant>
        <vt:lpwstr>_Toc221871260</vt:lpwstr>
      </vt:variant>
    </vt:vector>
  </HLinks>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 Beginning of paragraph</dc:title>
  <dc:subject/>
  <dc:creator>CEB</dc:creator>
  <keywords/>
  <dc:description/>
  <lastModifiedBy>BAHA Yanis</lastModifiedBy>
  <revision>2</revision>
  <dcterms:created xsi:type="dcterms:W3CDTF">2026-02-19T15:00:00.0000000Z</dcterms:created>
  <dcterms:modified xsi:type="dcterms:W3CDTF">2026-02-19T15:00:00.0000000Z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